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48D0E5" w14:textId="77777777" w:rsidR="00C27431" w:rsidRPr="00B26907" w:rsidRDefault="00C27431" w:rsidP="00C27431">
      <w:pPr>
        <w:suppressAutoHyphens/>
        <w:spacing w:after="0" w:line="240" w:lineRule="auto"/>
        <w:ind w:left="6521"/>
        <w:rPr>
          <w:rFonts w:ascii="Times New Roman" w:eastAsia="Times New Roman" w:hAnsi="Times New Roman" w:cs="Times New Roman"/>
        </w:rPr>
      </w:pPr>
      <w:bookmarkStart w:id="0" w:name="_Hlk212476288"/>
      <w:r>
        <w:rPr>
          <w:rFonts w:ascii="Times New Roman" w:eastAsia="Times New Roman" w:hAnsi="Times New Roman" w:cs="Times New Roman"/>
          <w:bCs/>
          <w:lang w:eastAsia="lt-LT"/>
        </w:rPr>
        <w:t>Habitoskopinių duomenų registro (HDR) programinės įrangos priežiūros paslaugų</w:t>
      </w:r>
      <w:r w:rsidRPr="00B26907">
        <w:rPr>
          <w:rFonts w:ascii="Times New Roman" w:eastAsia="Times New Roman" w:hAnsi="Times New Roman" w:cs="Times New Roman"/>
          <w:bCs/>
          <w:lang w:eastAsia="lt-LT"/>
        </w:rPr>
        <w:t xml:space="preserve"> </w:t>
      </w:r>
      <w:r w:rsidRPr="00B26907">
        <w:rPr>
          <w:rFonts w:ascii="Times New Roman" w:eastAsia="Times New Roman" w:hAnsi="Times New Roman" w:cs="Times New Roman"/>
          <w:lang w:eastAsia="lt-LT"/>
        </w:rPr>
        <w:t>pirkimo</w:t>
      </w:r>
      <w:r w:rsidRPr="00B26907">
        <w:rPr>
          <w:rFonts w:ascii="Times New Roman" w:eastAsia="Times New Roman" w:hAnsi="Times New Roman" w:cs="Times New Roman"/>
          <w:bCs/>
          <w:iCs/>
          <w:lang w:eastAsia="lt-LT"/>
        </w:rPr>
        <w:t xml:space="preserve">-pardavimo sutarties </w:t>
      </w:r>
    </w:p>
    <w:p w14:paraId="0D82B3C4" w14:textId="0FB6057E" w:rsidR="00C27431" w:rsidRPr="00B26907" w:rsidRDefault="00C27431" w:rsidP="00C27431">
      <w:pPr>
        <w:suppressAutoHyphens/>
        <w:spacing w:after="0" w:line="240" w:lineRule="auto"/>
        <w:ind w:left="6480" w:firstLine="41"/>
        <w:rPr>
          <w:rFonts w:ascii="Times New Roman" w:eastAsia="Times New Roman" w:hAnsi="Times New Roman" w:cs="Times New Roman"/>
        </w:rPr>
      </w:pPr>
      <w:r w:rsidRPr="00B26907">
        <w:rPr>
          <w:rFonts w:ascii="Times New Roman" w:eastAsia="Times New Roman" w:hAnsi="Times New Roman" w:cs="Times New Roman"/>
        </w:rPr>
        <w:t xml:space="preserve">priedas Nr. </w:t>
      </w:r>
      <w:r>
        <w:rPr>
          <w:rFonts w:ascii="Times New Roman" w:eastAsia="Times New Roman" w:hAnsi="Times New Roman" w:cs="Times New Roman"/>
        </w:rPr>
        <w:t>4</w:t>
      </w:r>
    </w:p>
    <w:bookmarkEnd w:id="0"/>
    <w:p w14:paraId="46590B41" w14:textId="77777777" w:rsidR="00E9697F" w:rsidRPr="00804087" w:rsidRDefault="00E9697F" w:rsidP="00E9697F">
      <w:pPr>
        <w:pStyle w:val="Pavadinimas"/>
        <w:tabs>
          <w:tab w:val="left" w:pos="5245"/>
        </w:tabs>
        <w:rPr>
          <w:rFonts w:ascii="Times New Roman" w:hAnsi="Times New Roman" w:cs="Times New Roman"/>
          <w:strike/>
          <w:sz w:val="24"/>
          <w:szCs w:val="24"/>
        </w:rPr>
      </w:pPr>
    </w:p>
    <w:p w14:paraId="611198C6" w14:textId="77777777" w:rsidR="00E9697F" w:rsidRPr="00804087" w:rsidRDefault="00E9697F" w:rsidP="00E9697F">
      <w:pPr>
        <w:tabs>
          <w:tab w:val="left" w:pos="5245"/>
        </w:tabs>
      </w:pPr>
    </w:p>
    <w:p w14:paraId="7B1ECDCD" w14:textId="77777777" w:rsidR="00E9697F" w:rsidRPr="00804087" w:rsidRDefault="00E9697F" w:rsidP="00E9697F">
      <w:pPr>
        <w:pStyle w:val="Pagrindinistekstas"/>
        <w:tabs>
          <w:tab w:val="left" w:pos="1134"/>
          <w:tab w:val="left" w:pos="5245"/>
        </w:tabs>
        <w:jc w:val="center"/>
        <w:rPr>
          <w:rFonts w:ascii="Times New Roman" w:hAnsi="Times New Roman"/>
          <w:sz w:val="24"/>
          <w:szCs w:val="24"/>
        </w:rPr>
      </w:pPr>
      <w:bookmarkStart w:id="1" w:name="_Hlk39852560"/>
      <w:r w:rsidRPr="00804087">
        <w:rPr>
          <w:rFonts w:ascii="Times New Roman" w:hAnsi="Times New Roman"/>
          <w:b/>
          <w:bCs/>
          <w:sz w:val="24"/>
          <w:szCs w:val="24"/>
        </w:rPr>
        <w:t>SUSITARIMAS DĖL ASMENS DUOMENŲ TVARKYMO</w:t>
      </w:r>
    </w:p>
    <w:p w14:paraId="67CA248F" w14:textId="77777777" w:rsidR="00E9697F" w:rsidRPr="00804087" w:rsidRDefault="00E9697F" w:rsidP="00E9697F">
      <w:pPr>
        <w:tabs>
          <w:tab w:val="left" w:pos="5245"/>
        </w:tabs>
        <w:jc w:val="center"/>
        <w:rPr>
          <w:szCs w:val="24"/>
        </w:rPr>
      </w:pPr>
    </w:p>
    <w:p w14:paraId="50E98227" w14:textId="098202CB" w:rsidR="00E9697F" w:rsidRPr="00804087" w:rsidRDefault="00E9697F" w:rsidP="00E9697F">
      <w:pPr>
        <w:tabs>
          <w:tab w:val="left" w:pos="5245"/>
        </w:tabs>
        <w:jc w:val="center"/>
        <w:rPr>
          <w:szCs w:val="24"/>
        </w:rPr>
      </w:pPr>
      <w:r w:rsidRPr="00804087">
        <w:rPr>
          <w:szCs w:val="24"/>
        </w:rPr>
        <w:t>202</w:t>
      </w:r>
      <w:r w:rsidR="00DA5715">
        <w:rPr>
          <w:szCs w:val="24"/>
        </w:rPr>
        <w:t>6</w:t>
      </w:r>
      <w:r w:rsidRPr="00804087">
        <w:rPr>
          <w:szCs w:val="24"/>
        </w:rPr>
        <w:t xml:space="preserve"> m. ____________ d.</w:t>
      </w:r>
    </w:p>
    <w:p w14:paraId="72903E5C" w14:textId="54FD7349" w:rsidR="00E9697F" w:rsidRDefault="00E9697F" w:rsidP="00C27431">
      <w:pPr>
        <w:tabs>
          <w:tab w:val="left" w:pos="5245"/>
        </w:tabs>
        <w:jc w:val="center"/>
        <w:rPr>
          <w:szCs w:val="24"/>
        </w:rPr>
      </w:pPr>
      <w:r w:rsidRPr="00804087">
        <w:rPr>
          <w:szCs w:val="24"/>
        </w:rPr>
        <w:t>Vilnius</w:t>
      </w:r>
    </w:p>
    <w:p w14:paraId="22E30E1A" w14:textId="77777777" w:rsidR="00C27431" w:rsidRPr="00804087" w:rsidRDefault="00C27431" w:rsidP="00C27431">
      <w:pPr>
        <w:tabs>
          <w:tab w:val="left" w:pos="5245"/>
        </w:tabs>
        <w:jc w:val="center"/>
        <w:rPr>
          <w:szCs w:val="24"/>
        </w:rPr>
      </w:pPr>
    </w:p>
    <w:p w14:paraId="22B5418A" w14:textId="77777777" w:rsidR="00E9697F" w:rsidRPr="00804087" w:rsidRDefault="00E9697F" w:rsidP="00E9697F">
      <w:pPr>
        <w:tabs>
          <w:tab w:val="left" w:pos="5245"/>
          <w:tab w:val="left" w:pos="7581"/>
        </w:tabs>
      </w:pPr>
      <w:r w:rsidRPr="00804087">
        <w:rPr>
          <w:b/>
          <w:bCs/>
        </w:rPr>
        <w:t xml:space="preserve">Informatikos ir ryšių departamentas </w:t>
      </w:r>
      <w:r w:rsidRPr="00804087">
        <w:rPr>
          <w:b/>
        </w:rPr>
        <w:t>prie Lietuvos Respublikos vidaus reikalų ministerijos</w:t>
      </w:r>
      <w:r w:rsidRPr="00804087">
        <w:t>, vadovaujantis Lietuvos Respublikos vidaus reikalų ministro 202   m.       įsakymu Nr.   atstovaujamas _________________________________________________________</w:t>
      </w:r>
    </w:p>
    <w:p w14:paraId="1EA01730" w14:textId="77777777" w:rsidR="00E9697F" w:rsidRPr="00804087" w:rsidRDefault="00E9697F" w:rsidP="00E9697F">
      <w:pPr>
        <w:tabs>
          <w:tab w:val="left" w:pos="5245"/>
          <w:tab w:val="left" w:pos="7581"/>
        </w:tabs>
        <w:jc w:val="center"/>
        <w:rPr>
          <w:sz w:val="20"/>
        </w:rPr>
      </w:pPr>
      <w:r w:rsidRPr="00804087">
        <w:rPr>
          <w:sz w:val="20"/>
        </w:rPr>
        <w:t xml:space="preserve">                                                              (atstovaujančio asmens vardas ir pavardė, atstovavimo pagrindas)</w:t>
      </w:r>
    </w:p>
    <w:p w14:paraId="7EA64DEC" w14:textId="77777777" w:rsidR="00E9697F" w:rsidRPr="00804087" w:rsidRDefault="00E9697F" w:rsidP="00E9697F">
      <w:pPr>
        <w:tabs>
          <w:tab w:val="left" w:pos="5245"/>
          <w:tab w:val="left" w:pos="7581"/>
        </w:tabs>
      </w:pPr>
      <w:r w:rsidRPr="00804087">
        <w:t>(toliau – Duomenų valdytojas),</w:t>
      </w:r>
    </w:p>
    <w:p w14:paraId="4D084D7F" w14:textId="77777777" w:rsidR="00E9697F" w:rsidRPr="00804087" w:rsidRDefault="00E9697F" w:rsidP="00E9697F">
      <w:pPr>
        <w:tabs>
          <w:tab w:val="left" w:pos="5245"/>
          <w:tab w:val="left" w:pos="7581"/>
        </w:tabs>
        <w:rPr>
          <w:szCs w:val="24"/>
        </w:rPr>
      </w:pPr>
      <w:r w:rsidRPr="00804087">
        <w:rPr>
          <w:szCs w:val="24"/>
        </w:rPr>
        <w:t xml:space="preserve">ir </w:t>
      </w:r>
    </w:p>
    <w:p w14:paraId="5291D73B" w14:textId="77777777" w:rsidR="00E9697F" w:rsidRPr="00804087" w:rsidRDefault="00E9697F" w:rsidP="00E9697F">
      <w:pPr>
        <w:tabs>
          <w:tab w:val="left" w:pos="5245"/>
          <w:tab w:val="left" w:pos="7581"/>
        </w:tabs>
        <w:rPr>
          <w:szCs w:val="24"/>
        </w:rPr>
      </w:pPr>
      <w:r w:rsidRPr="00804087">
        <w:rPr>
          <w:szCs w:val="24"/>
        </w:rPr>
        <w:t>_________________________________________________________________________,</w:t>
      </w:r>
    </w:p>
    <w:p w14:paraId="3FFAC0F5" w14:textId="77777777" w:rsidR="00E9697F" w:rsidRPr="00804087" w:rsidRDefault="00E9697F" w:rsidP="00E9697F">
      <w:pPr>
        <w:tabs>
          <w:tab w:val="left" w:pos="5245"/>
          <w:tab w:val="left" w:pos="7581"/>
        </w:tabs>
        <w:jc w:val="center"/>
        <w:rPr>
          <w:sz w:val="20"/>
        </w:rPr>
      </w:pPr>
      <w:r w:rsidRPr="00804087">
        <w:rPr>
          <w:sz w:val="20"/>
        </w:rPr>
        <w:t>(juridinio asmens pavadinimas)</w:t>
      </w:r>
    </w:p>
    <w:p w14:paraId="11C95EA2" w14:textId="77777777" w:rsidR="00E9697F" w:rsidRPr="00804087" w:rsidRDefault="00E9697F" w:rsidP="00E9697F">
      <w:pPr>
        <w:tabs>
          <w:tab w:val="left" w:pos="5245"/>
          <w:tab w:val="left" w:pos="7581"/>
        </w:tabs>
        <w:rPr>
          <w:szCs w:val="24"/>
        </w:rPr>
      </w:pPr>
      <w:r w:rsidRPr="00804087">
        <w:rPr>
          <w:szCs w:val="24"/>
        </w:rPr>
        <w:t>atstovaujamas ____________________________________________________________________</w:t>
      </w:r>
    </w:p>
    <w:p w14:paraId="75402857" w14:textId="77777777" w:rsidR="00E9697F" w:rsidRPr="00804087" w:rsidRDefault="00E9697F" w:rsidP="00E9697F">
      <w:pPr>
        <w:tabs>
          <w:tab w:val="left" w:pos="5245"/>
          <w:tab w:val="left" w:pos="7581"/>
        </w:tabs>
        <w:jc w:val="center"/>
        <w:rPr>
          <w:sz w:val="20"/>
        </w:rPr>
      </w:pPr>
      <w:r w:rsidRPr="00804087">
        <w:rPr>
          <w:sz w:val="20"/>
        </w:rPr>
        <w:t>(atstovaujančio asmens vardas ir pavardė, atstovavimo pagrindas)</w:t>
      </w:r>
    </w:p>
    <w:p w14:paraId="39589A5A" w14:textId="77777777" w:rsidR="00E9697F" w:rsidRPr="00804087" w:rsidRDefault="00E9697F" w:rsidP="00E9697F">
      <w:pPr>
        <w:tabs>
          <w:tab w:val="left" w:pos="5245"/>
          <w:tab w:val="left" w:pos="7581"/>
        </w:tabs>
        <w:rPr>
          <w:szCs w:val="24"/>
        </w:rPr>
      </w:pPr>
      <w:r w:rsidRPr="00804087">
        <w:rPr>
          <w:szCs w:val="24"/>
        </w:rPr>
        <w:t>(toliau – Duomenų tvarkytojas), toliau kiekvienas atskirai vadinamas „Šalimi“, o kartu „Šalimis“,</w:t>
      </w:r>
    </w:p>
    <w:p w14:paraId="17263535" w14:textId="77777777" w:rsidR="00E9697F" w:rsidRPr="00804087" w:rsidRDefault="00E9697F" w:rsidP="00E9697F">
      <w:pPr>
        <w:tabs>
          <w:tab w:val="left" w:pos="5245"/>
          <w:tab w:val="left" w:pos="7581"/>
        </w:tabs>
        <w:rPr>
          <w:szCs w:val="24"/>
        </w:rPr>
      </w:pPr>
      <w:r w:rsidRPr="00804087">
        <w:rPr>
          <w:szCs w:val="24"/>
        </w:rPr>
        <w:t>vadovaudamosi 2016 m. balandžio 27 d. Europos Parlamento ir Tarybos reglamento (ES) 2016/679 dėl fizinių asmenų apsaugos tvarkant asmens duomenis ir dėl laisvo tokių duomenų judėjimo ir kuriuo panaikinama Direktyva 95/46/EB (Bendrasis duomenų apsaugos reglamentas), susitarė dėl šių asmens duomenų tvarkymo sąlygų (toliau – Susitarimas), kurias sudaro Susitarime nurodyti priedai ir kiti Susitarimo galiojimo laikotarpiu šalių tarpusavio susitarimu suderinti dokumentai.</w:t>
      </w:r>
    </w:p>
    <w:p w14:paraId="2FD3E2CF" w14:textId="77777777" w:rsidR="00E9697F" w:rsidRPr="00804087" w:rsidRDefault="00E9697F" w:rsidP="00E9697F">
      <w:pPr>
        <w:tabs>
          <w:tab w:val="left" w:pos="5245"/>
          <w:tab w:val="left" w:pos="7581"/>
        </w:tabs>
        <w:rPr>
          <w:rStyle w:val="normaltextrun"/>
          <w:szCs w:val="24"/>
        </w:rPr>
      </w:pPr>
    </w:p>
    <w:p w14:paraId="6EB0EDA6" w14:textId="77777777" w:rsidR="00E9697F" w:rsidRPr="00804087" w:rsidRDefault="00E9697F" w:rsidP="00E9697F">
      <w:pPr>
        <w:pStyle w:val="Sraopastraipa"/>
        <w:ind w:left="0"/>
        <w:jc w:val="center"/>
        <w:rPr>
          <w:b/>
          <w:szCs w:val="24"/>
        </w:rPr>
      </w:pPr>
      <w:r w:rsidRPr="00804087">
        <w:rPr>
          <w:b/>
          <w:szCs w:val="24"/>
        </w:rPr>
        <w:t>I SKYRIUS</w:t>
      </w:r>
    </w:p>
    <w:p w14:paraId="1499D9F7" w14:textId="77777777" w:rsidR="00E9697F" w:rsidRPr="00804087" w:rsidRDefault="00E9697F" w:rsidP="00E9697F">
      <w:pPr>
        <w:pStyle w:val="Sraopastraipa"/>
        <w:ind w:left="0"/>
        <w:jc w:val="center"/>
        <w:rPr>
          <w:szCs w:val="24"/>
        </w:rPr>
      </w:pPr>
      <w:r w:rsidRPr="00804087">
        <w:rPr>
          <w:b/>
          <w:szCs w:val="24"/>
        </w:rPr>
        <w:t>SUSITARIMO OBJEKTAS</w:t>
      </w:r>
    </w:p>
    <w:p w14:paraId="6D4B987E" w14:textId="77777777" w:rsidR="00E9697F" w:rsidRPr="00804087" w:rsidRDefault="00E9697F" w:rsidP="00E9697F">
      <w:pPr>
        <w:ind w:left="720"/>
        <w:rPr>
          <w:szCs w:val="24"/>
        </w:rPr>
      </w:pPr>
    </w:p>
    <w:p w14:paraId="082609B8" w14:textId="77777777" w:rsidR="00E9697F" w:rsidRPr="00804087" w:rsidRDefault="00E9697F" w:rsidP="001129AC">
      <w:pPr>
        <w:pStyle w:val="Sraopastraipa"/>
        <w:widowControl w:val="0"/>
        <w:numPr>
          <w:ilvl w:val="0"/>
          <w:numId w:val="21"/>
        </w:numPr>
        <w:tabs>
          <w:tab w:val="left" w:pos="993"/>
        </w:tabs>
        <w:kinsoku w:val="0"/>
        <w:spacing w:after="0" w:line="240" w:lineRule="auto"/>
        <w:ind w:left="0" w:firstLine="720"/>
        <w:rPr>
          <w:szCs w:val="24"/>
        </w:rPr>
      </w:pPr>
      <w:r w:rsidRPr="00804087">
        <w:rPr>
          <w:szCs w:val="24"/>
        </w:rPr>
        <w:t xml:space="preserve">Susitarimu įgyvendinant </w:t>
      </w:r>
      <w:r w:rsidRPr="00804087">
        <w:rPr>
          <w:color w:val="000000"/>
          <w:szCs w:val="24"/>
        </w:rPr>
        <w:t xml:space="preserve">Reglamento (ES) 2016/679 </w:t>
      </w:r>
      <w:r w:rsidRPr="00804087">
        <w:rPr>
          <w:szCs w:val="24"/>
        </w:rPr>
        <w:t xml:space="preserve">28 straipsnio 3 ir 4 dalį nustatomos Duomenų valdytojo ir Duomenų tvarkytojo, tvarkančio asmens duomenis Duomenų valdytojo vardu, teisės bei pareigos. Susitarimu siekiama apsaugoti duomenų subjektų teises, mažinti asmens duomenų apsaugos riziką ir užtikrinti Duomenų valdytojo ir Duomenų tvarkytojo santykių bei atitinkamų teisių ir pareigų aiškumą. </w:t>
      </w:r>
    </w:p>
    <w:p w14:paraId="364F99B5" w14:textId="77777777" w:rsidR="00E9697F" w:rsidRPr="00804087" w:rsidRDefault="00E9697F" w:rsidP="001129AC">
      <w:pPr>
        <w:pStyle w:val="Sraopastraipa"/>
        <w:widowControl w:val="0"/>
        <w:numPr>
          <w:ilvl w:val="0"/>
          <w:numId w:val="21"/>
        </w:numPr>
        <w:tabs>
          <w:tab w:val="left" w:pos="993"/>
        </w:tabs>
        <w:kinsoku w:val="0"/>
        <w:spacing w:after="0" w:line="240" w:lineRule="auto"/>
        <w:ind w:left="0" w:firstLine="709"/>
        <w:rPr>
          <w:szCs w:val="24"/>
        </w:rPr>
      </w:pPr>
      <w:r w:rsidRPr="00804087">
        <w:rPr>
          <w:szCs w:val="24"/>
        </w:rPr>
        <w:t xml:space="preserve">Teikdamas Habitoskopinių duomenų registro (HDR) programinės įrangos priežiūros paslaugas, </w:t>
      </w:r>
      <w:r w:rsidRPr="00804087">
        <w:rPr>
          <w:color w:val="000000"/>
          <w:spacing w:val="3"/>
          <w:szCs w:val="24"/>
        </w:rPr>
        <w:t xml:space="preserve">vadovaudamasis ________________________________________ </w:t>
      </w:r>
      <w:r w:rsidRPr="00804087">
        <w:rPr>
          <w:rFonts w:eastAsia="Calibri"/>
          <w:szCs w:val="24"/>
        </w:rPr>
        <w:t>sutartimi (toliau – Sutartis),</w:t>
      </w:r>
      <w:r w:rsidRPr="00804087">
        <w:rPr>
          <w:szCs w:val="24"/>
        </w:rPr>
        <w:t xml:space="preserve"> Duomenų tvarkytojas tvarkys asmens duomenis Duomenų valdytojo vardu pagal šį Susitarimą.</w:t>
      </w:r>
    </w:p>
    <w:p w14:paraId="26C881A2" w14:textId="77777777" w:rsidR="00E9697F" w:rsidRPr="00804087" w:rsidRDefault="00E9697F" w:rsidP="001129AC">
      <w:pPr>
        <w:pStyle w:val="Sraopastraipa"/>
        <w:widowControl w:val="0"/>
        <w:numPr>
          <w:ilvl w:val="0"/>
          <w:numId w:val="21"/>
        </w:numPr>
        <w:tabs>
          <w:tab w:val="left" w:pos="993"/>
        </w:tabs>
        <w:kinsoku w:val="0"/>
        <w:spacing w:after="0" w:line="240" w:lineRule="auto"/>
        <w:ind w:left="0" w:firstLine="720"/>
        <w:rPr>
          <w:szCs w:val="24"/>
        </w:rPr>
      </w:pPr>
      <w:r w:rsidRPr="00804087">
        <w:rPr>
          <w:szCs w:val="24"/>
        </w:rPr>
        <w:t>Asmens duomenų tvarkymo sąlygos nustatytos Susitarimo prieduose, kurie yra neatsiejama Susitarimo dalis:</w:t>
      </w:r>
    </w:p>
    <w:p w14:paraId="7521E543" w14:textId="77777777" w:rsidR="00E9697F" w:rsidRPr="00804087" w:rsidRDefault="00E9697F" w:rsidP="001129AC">
      <w:pPr>
        <w:pStyle w:val="Sraopastraipa"/>
        <w:widowControl w:val="0"/>
        <w:numPr>
          <w:ilvl w:val="1"/>
          <w:numId w:val="21"/>
        </w:numPr>
        <w:tabs>
          <w:tab w:val="left" w:pos="993"/>
        </w:tabs>
        <w:kinsoku w:val="0"/>
        <w:spacing w:after="0" w:line="240" w:lineRule="auto"/>
        <w:ind w:left="0" w:firstLine="720"/>
        <w:rPr>
          <w:szCs w:val="24"/>
        </w:rPr>
      </w:pPr>
      <w:r w:rsidRPr="00804087">
        <w:rPr>
          <w:szCs w:val="24"/>
        </w:rPr>
        <w:t xml:space="preserve">Susitarimo 1 priede pateikiama informacija apie asmens duomenų tvarkymą, įskaitant </w:t>
      </w:r>
      <w:r w:rsidRPr="00804087">
        <w:rPr>
          <w:szCs w:val="24"/>
        </w:rPr>
        <w:lastRenderedPageBreak/>
        <w:t>tvarkymo tikslą ir pobūdį, asmens duomenų rūšis, duomenų subjektų kategorijas ir tvarkymo trukmę;</w:t>
      </w:r>
    </w:p>
    <w:p w14:paraId="30652B22" w14:textId="77777777" w:rsidR="00E9697F" w:rsidRPr="00804087" w:rsidRDefault="00E9697F" w:rsidP="001129AC">
      <w:pPr>
        <w:pStyle w:val="Sraopastraipa"/>
        <w:widowControl w:val="0"/>
        <w:numPr>
          <w:ilvl w:val="1"/>
          <w:numId w:val="21"/>
        </w:numPr>
        <w:tabs>
          <w:tab w:val="left" w:pos="993"/>
        </w:tabs>
        <w:kinsoku w:val="0"/>
        <w:spacing w:after="0" w:line="240" w:lineRule="auto"/>
        <w:ind w:left="0" w:firstLine="720"/>
        <w:rPr>
          <w:szCs w:val="24"/>
        </w:rPr>
      </w:pPr>
      <w:r w:rsidRPr="00804087">
        <w:rPr>
          <w:szCs w:val="24"/>
        </w:rPr>
        <w:t>Susitarimo 2 priede nurodoma informacija apie kitus duomenų tvarkytojus, kuriuos gali pasitelkti Duomenų tvarkytojas (toliau – pagalbinis duomenų tvarkytojas);</w:t>
      </w:r>
    </w:p>
    <w:p w14:paraId="3434917E" w14:textId="77777777" w:rsidR="00E9697F" w:rsidRPr="00804087" w:rsidRDefault="00E9697F" w:rsidP="001129AC">
      <w:pPr>
        <w:pStyle w:val="Sraopastraipa"/>
        <w:widowControl w:val="0"/>
        <w:numPr>
          <w:ilvl w:val="1"/>
          <w:numId w:val="21"/>
        </w:numPr>
        <w:tabs>
          <w:tab w:val="left" w:pos="993"/>
        </w:tabs>
        <w:kinsoku w:val="0"/>
        <w:spacing w:after="0" w:line="240" w:lineRule="auto"/>
        <w:ind w:left="0" w:firstLine="720"/>
        <w:rPr>
          <w:szCs w:val="24"/>
        </w:rPr>
      </w:pPr>
      <w:r w:rsidRPr="00804087">
        <w:rPr>
          <w:szCs w:val="24"/>
        </w:rPr>
        <w:t>Susitarimo 3 priede pateikiami Duomenų valdytojo nurodymai, susiję su asmens duomenų tvarkymu, minimalios saugumo priemonės, kurias turi įgyvendinti Duomenų tvarkytojas, ir tai, kaip turi būti atliekamas Duomenų tvarkytojo auditas.</w:t>
      </w:r>
    </w:p>
    <w:p w14:paraId="5FBE55F4" w14:textId="77777777" w:rsidR="00E9697F" w:rsidRPr="00804087" w:rsidRDefault="00E9697F" w:rsidP="001129AC">
      <w:pPr>
        <w:pStyle w:val="Sraopastraipa"/>
        <w:widowControl w:val="0"/>
        <w:numPr>
          <w:ilvl w:val="1"/>
          <w:numId w:val="21"/>
        </w:numPr>
        <w:tabs>
          <w:tab w:val="left" w:pos="993"/>
        </w:tabs>
        <w:kinsoku w:val="0"/>
        <w:spacing w:after="0" w:line="240" w:lineRule="auto"/>
        <w:ind w:left="0" w:firstLine="720"/>
        <w:rPr>
          <w:szCs w:val="24"/>
        </w:rPr>
      </w:pPr>
      <w:r w:rsidRPr="00804087">
        <w:rPr>
          <w:szCs w:val="24"/>
        </w:rPr>
        <w:t xml:space="preserve">Susitarimo 4 priede nurodomi </w:t>
      </w:r>
      <w:r w:rsidRPr="00804087">
        <w:rPr>
          <w:rFonts w:eastAsia="Calibri"/>
          <w:szCs w:val="24"/>
        </w:rPr>
        <w:t>Duomenų valdytojo ir Duomenų tvarkytojo atsakingi asmenys, su kuriais bus susisiekiama asmens duomenų saugumo pažeidimų ir pagalbinių duomenų tvarkytojų pasitelkimo klausimais.</w:t>
      </w:r>
    </w:p>
    <w:p w14:paraId="23F460E9" w14:textId="77777777" w:rsidR="00E9697F" w:rsidRPr="00804087" w:rsidRDefault="00E9697F" w:rsidP="00E9697F">
      <w:pPr>
        <w:tabs>
          <w:tab w:val="left" w:pos="7581"/>
        </w:tabs>
        <w:rPr>
          <w:szCs w:val="24"/>
        </w:rPr>
      </w:pPr>
    </w:p>
    <w:p w14:paraId="71369A5E" w14:textId="77777777" w:rsidR="00E9697F" w:rsidRPr="00804087" w:rsidRDefault="00E9697F" w:rsidP="00E9697F">
      <w:pPr>
        <w:tabs>
          <w:tab w:val="left" w:pos="7581"/>
        </w:tabs>
        <w:jc w:val="center"/>
        <w:rPr>
          <w:b/>
          <w:szCs w:val="24"/>
        </w:rPr>
      </w:pPr>
      <w:r w:rsidRPr="00804087">
        <w:rPr>
          <w:b/>
          <w:szCs w:val="24"/>
        </w:rPr>
        <w:t>II SKYRIUS</w:t>
      </w:r>
    </w:p>
    <w:p w14:paraId="56CCEC2D" w14:textId="77777777" w:rsidR="00E9697F" w:rsidRPr="00804087" w:rsidRDefault="00E9697F" w:rsidP="00E9697F">
      <w:pPr>
        <w:tabs>
          <w:tab w:val="left" w:pos="7581"/>
        </w:tabs>
        <w:jc w:val="center"/>
        <w:rPr>
          <w:b/>
          <w:szCs w:val="24"/>
        </w:rPr>
      </w:pPr>
      <w:r w:rsidRPr="00804087">
        <w:rPr>
          <w:b/>
          <w:szCs w:val="24"/>
        </w:rPr>
        <w:t>DUOMENŲ VALDYTOJO ĮSIPAREIGOJIMAI</w:t>
      </w:r>
    </w:p>
    <w:p w14:paraId="0E8D6712" w14:textId="77777777" w:rsidR="00E9697F" w:rsidRPr="00804087" w:rsidRDefault="00E9697F" w:rsidP="00E9697F">
      <w:pPr>
        <w:tabs>
          <w:tab w:val="left" w:pos="7581"/>
        </w:tabs>
        <w:rPr>
          <w:szCs w:val="24"/>
        </w:rPr>
      </w:pPr>
    </w:p>
    <w:p w14:paraId="61B7E684" w14:textId="77777777" w:rsidR="00E9697F" w:rsidRPr="00804087" w:rsidRDefault="00E9697F" w:rsidP="001129AC">
      <w:pPr>
        <w:pStyle w:val="Sraopastraipa"/>
        <w:numPr>
          <w:ilvl w:val="0"/>
          <w:numId w:val="21"/>
        </w:numPr>
        <w:spacing w:after="0" w:line="240" w:lineRule="auto"/>
        <w:ind w:left="0" w:firstLine="720"/>
        <w:rPr>
          <w:szCs w:val="24"/>
        </w:rPr>
      </w:pPr>
      <w:r w:rsidRPr="00804087">
        <w:rPr>
          <w:szCs w:val="24"/>
        </w:rPr>
        <w:t>Duomenų valdytojas įsipareigoja:</w:t>
      </w:r>
    </w:p>
    <w:p w14:paraId="67135302" w14:textId="77777777" w:rsidR="00E9697F" w:rsidRPr="00804087" w:rsidRDefault="00E9697F" w:rsidP="001129AC">
      <w:pPr>
        <w:pStyle w:val="Sraopastraipa"/>
        <w:numPr>
          <w:ilvl w:val="1"/>
          <w:numId w:val="21"/>
        </w:numPr>
        <w:spacing w:after="0" w:line="240" w:lineRule="auto"/>
        <w:ind w:left="0" w:firstLine="720"/>
        <w:rPr>
          <w:szCs w:val="24"/>
        </w:rPr>
      </w:pPr>
      <w:r w:rsidRPr="00804087">
        <w:rPr>
          <w:szCs w:val="24"/>
        </w:rPr>
        <w:t>užtikrinti, kad, vadovaujantis Reglamento (ES) 2016/679 24 straipsniu, asmens duomenys būtų tvarkomi laikantis Reglamento (ES) 2016/679, kitų asmens duomenų apsaugą</w:t>
      </w:r>
      <w:r w:rsidRPr="00804087" w:rsidDel="00174F94">
        <w:rPr>
          <w:szCs w:val="24"/>
        </w:rPr>
        <w:t xml:space="preserve"> </w:t>
      </w:r>
      <w:r w:rsidRPr="00804087">
        <w:rPr>
          <w:szCs w:val="24"/>
        </w:rPr>
        <w:t>reglamentuojančių Europos Sąjungos ir Lietuvos Respublikos teisės aktų ir šio Susitarimo;</w:t>
      </w:r>
    </w:p>
    <w:p w14:paraId="6B6453A2" w14:textId="77777777" w:rsidR="00E9697F" w:rsidRPr="00804087" w:rsidRDefault="00E9697F" w:rsidP="001129AC">
      <w:pPr>
        <w:numPr>
          <w:ilvl w:val="1"/>
          <w:numId w:val="21"/>
        </w:numPr>
        <w:spacing w:after="0" w:line="240" w:lineRule="auto"/>
        <w:ind w:left="0" w:firstLine="720"/>
        <w:rPr>
          <w:szCs w:val="24"/>
        </w:rPr>
      </w:pPr>
      <w:r w:rsidRPr="00804087">
        <w:rPr>
          <w:szCs w:val="24"/>
        </w:rPr>
        <w:t xml:space="preserve"> priimti sprendimus dėl asmens duomenų tvarkymo tikslų ir priemonių;</w:t>
      </w:r>
    </w:p>
    <w:p w14:paraId="02E95AE0" w14:textId="77777777" w:rsidR="00E9697F" w:rsidRPr="00804087" w:rsidRDefault="00E9697F" w:rsidP="001129AC">
      <w:pPr>
        <w:numPr>
          <w:ilvl w:val="1"/>
          <w:numId w:val="21"/>
        </w:numPr>
        <w:spacing w:after="0" w:line="240" w:lineRule="auto"/>
        <w:ind w:left="0" w:firstLine="720"/>
        <w:rPr>
          <w:szCs w:val="24"/>
        </w:rPr>
      </w:pPr>
      <w:r w:rsidRPr="00804087">
        <w:rPr>
          <w:szCs w:val="24"/>
        </w:rPr>
        <w:t xml:space="preserve"> užtikrinti, kad asmens duomenų tvarkymas, kurį Duomenų tvarkytojui pavesta atlikti, turėtų teisinį pagrindą.</w:t>
      </w:r>
    </w:p>
    <w:p w14:paraId="4D5001F1" w14:textId="77777777" w:rsidR="00E9697F" w:rsidRPr="00804087" w:rsidRDefault="00E9697F" w:rsidP="00E9697F">
      <w:pPr>
        <w:rPr>
          <w:szCs w:val="24"/>
        </w:rPr>
      </w:pPr>
    </w:p>
    <w:p w14:paraId="116747BC" w14:textId="77777777" w:rsidR="00E9697F" w:rsidRPr="00804087" w:rsidRDefault="00E9697F" w:rsidP="00E9697F">
      <w:pPr>
        <w:pStyle w:val="Sraopastraipa"/>
        <w:tabs>
          <w:tab w:val="left" w:pos="567"/>
        </w:tabs>
        <w:ind w:left="0"/>
        <w:jc w:val="center"/>
        <w:rPr>
          <w:b/>
          <w:szCs w:val="24"/>
        </w:rPr>
      </w:pPr>
      <w:r w:rsidRPr="00804087">
        <w:rPr>
          <w:b/>
          <w:szCs w:val="24"/>
        </w:rPr>
        <w:t>III SKYRIUS</w:t>
      </w:r>
    </w:p>
    <w:p w14:paraId="42379EDC" w14:textId="77777777" w:rsidR="00E9697F" w:rsidRPr="00804087" w:rsidRDefault="00E9697F" w:rsidP="00E9697F">
      <w:pPr>
        <w:pStyle w:val="Sraopastraipa"/>
        <w:widowControl w:val="0"/>
        <w:tabs>
          <w:tab w:val="left" w:pos="567"/>
        </w:tabs>
        <w:kinsoku w:val="0"/>
        <w:ind w:left="0"/>
        <w:jc w:val="center"/>
        <w:rPr>
          <w:szCs w:val="24"/>
        </w:rPr>
      </w:pPr>
      <w:r w:rsidRPr="00804087">
        <w:rPr>
          <w:b/>
          <w:szCs w:val="24"/>
        </w:rPr>
        <w:t>DUOMENŲ TVARKYTOJO ĮSIPAREIGOJIMAI</w:t>
      </w:r>
    </w:p>
    <w:p w14:paraId="6AD63429" w14:textId="77777777" w:rsidR="00E9697F" w:rsidRPr="00804087" w:rsidRDefault="00E9697F" w:rsidP="00E9697F">
      <w:pPr>
        <w:pStyle w:val="Sraopastraipa"/>
        <w:tabs>
          <w:tab w:val="left" w:pos="567"/>
        </w:tabs>
        <w:ind w:left="0"/>
        <w:jc w:val="center"/>
        <w:rPr>
          <w:szCs w:val="24"/>
        </w:rPr>
      </w:pPr>
    </w:p>
    <w:p w14:paraId="369C0BB8" w14:textId="77777777" w:rsidR="00E9697F" w:rsidRPr="00804087" w:rsidRDefault="00E9697F" w:rsidP="001129AC">
      <w:pPr>
        <w:pStyle w:val="Sraopastraipa"/>
        <w:widowControl w:val="0"/>
        <w:numPr>
          <w:ilvl w:val="0"/>
          <w:numId w:val="21"/>
        </w:numPr>
        <w:tabs>
          <w:tab w:val="left" w:pos="993"/>
        </w:tabs>
        <w:kinsoku w:val="0"/>
        <w:spacing w:after="0" w:line="240" w:lineRule="auto"/>
        <w:ind w:left="0" w:firstLine="567"/>
        <w:rPr>
          <w:szCs w:val="24"/>
        </w:rPr>
      </w:pPr>
      <w:r w:rsidRPr="00804087">
        <w:rPr>
          <w:szCs w:val="24"/>
        </w:rPr>
        <w:t>Duomenų tvarkytojas įsipareigoja:</w:t>
      </w:r>
    </w:p>
    <w:p w14:paraId="1B7A7161" w14:textId="77777777" w:rsidR="00E9697F" w:rsidRPr="00804087" w:rsidRDefault="00E9697F" w:rsidP="001129AC">
      <w:pPr>
        <w:pStyle w:val="Sraopastraipa"/>
        <w:widowControl w:val="0"/>
        <w:numPr>
          <w:ilvl w:val="1"/>
          <w:numId w:val="21"/>
        </w:numPr>
        <w:tabs>
          <w:tab w:val="left" w:pos="993"/>
        </w:tabs>
        <w:kinsoku w:val="0"/>
        <w:spacing w:after="0" w:line="240" w:lineRule="auto"/>
        <w:ind w:left="0" w:firstLine="567"/>
        <w:rPr>
          <w:szCs w:val="24"/>
        </w:rPr>
      </w:pPr>
      <w:r w:rsidRPr="00804087">
        <w:rPr>
          <w:szCs w:val="24"/>
        </w:rPr>
        <w:t xml:space="preserve">tvarkyti asmens duomenis laikantis Reglamento (ES) 2016/679, Lietuvos Respublikos teisės aktų, reglamentuojančių asmens duomenų apsaugą, valstybės informacinių išteklių saugą ir kibernetinį saugumą, Sutarties ir Susitarimo nuostatų. </w:t>
      </w:r>
    </w:p>
    <w:p w14:paraId="435C606B" w14:textId="77777777" w:rsidR="00E9697F" w:rsidRPr="00804087" w:rsidRDefault="00E9697F" w:rsidP="001129AC">
      <w:pPr>
        <w:pStyle w:val="Sraopastraipa"/>
        <w:widowControl w:val="0"/>
        <w:numPr>
          <w:ilvl w:val="1"/>
          <w:numId w:val="21"/>
        </w:numPr>
        <w:tabs>
          <w:tab w:val="left" w:pos="993"/>
        </w:tabs>
        <w:kinsoku w:val="0"/>
        <w:spacing w:after="0" w:line="240" w:lineRule="auto"/>
        <w:ind w:left="0" w:firstLine="567"/>
        <w:rPr>
          <w:szCs w:val="24"/>
        </w:rPr>
      </w:pPr>
      <w:r w:rsidRPr="00804087">
        <w:rPr>
          <w:szCs w:val="24"/>
        </w:rPr>
        <w:t>tvarkyti asmens duomenis tik pagal Duomenų valdytojo pateiktus dokumentais įformintus nurodymus, išskyrus atvejus, kai to reikalaujama pagal Europos Sąjungos ar Lietuvos Respublikos teisės aktus, kurie yra taikomi Duomenų tvarkytojui. Tokie nurodymai pateikti Susitarimo 1 ir 3 prieduose. Duomenų valdytojas taip pat gali pateikti tolesnius nurodymus viso asmens duomenų tvarkymo metu, tačiau tokie su Susitarimu susiję nurodymai visada turi būti pagrįsti dokumentais;</w:t>
      </w:r>
    </w:p>
    <w:p w14:paraId="49EBBBF7" w14:textId="77777777" w:rsidR="00E9697F" w:rsidRPr="00804087" w:rsidRDefault="00E9697F" w:rsidP="001129AC">
      <w:pPr>
        <w:pStyle w:val="Sraopastraipa"/>
        <w:widowControl w:val="0"/>
        <w:numPr>
          <w:ilvl w:val="1"/>
          <w:numId w:val="21"/>
        </w:numPr>
        <w:tabs>
          <w:tab w:val="left" w:pos="993"/>
        </w:tabs>
        <w:kinsoku w:val="0"/>
        <w:spacing w:after="0" w:line="240" w:lineRule="auto"/>
        <w:ind w:left="0" w:firstLine="567"/>
        <w:rPr>
          <w:szCs w:val="24"/>
        </w:rPr>
      </w:pPr>
      <w:r w:rsidRPr="00804087">
        <w:rPr>
          <w:szCs w:val="24"/>
        </w:rPr>
        <w:t xml:space="preserve"> nedelsiant informuoti Duomenų valdytoją, jei Duomenų valdytojo nurodymai, Duomenų tvarkytojo nuomone, prieštarauja </w:t>
      </w:r>
      <w:r w:rsidRPr="00804087">
        <w:rPr>
          <w:color w:val="000000"/>
          <w:szCs w:val="24"/>
        </w:rPr>
        <w:t xml:space="preserve">Reglamentui (ES) 2016/679 </w:t>
      </w:r>
      <w:r w:rsidRPr="00804087">
        <w:rPr>
          <w:szCs w:val="24"/>
        </w:rPr>
        <w:t>arba kitiems asmens duomenų apsaugą reglamentuojantiems Europos Sąjungos ar Lietuvos Respublikos teisės aktams;</w:t>
      </w:r>
    </w:p>
    <w:p w14:paraId="7396DD6D" w14:textId="77777777" w:rsidR="00E9697F" w:rsidRPr="00804087" w:rsidRDefault="00E9697F" w:rsidP="001129AC">
      <w:pPr>
        <w:pStyle w:val="Sraopastraipa"/>
        <w:widowControl w:val="0"/>
        <w:numPr>
          <w:ilvl w:val="1"/>
          <w:numId w:val="21"/>
        </w:numPr>
        <w:tabs>
          <w:tab w:val="left" w:pos="993"/>
        </w:tabs>
        <w:kinsoku w:val="0"/>
        <w:spacing w:after="0" w:line="240" w:lineRule="auto"/>
        <w:ind w:left="0" w:firstLine="567"/>
        <w:rPr>
          <w:szCs w:val="24"/>
        </w:rPr>
      </w:pPr>
      <w:r w:rsidRPr="00804087">
        <w:rPr>
          <w:szCs w:val="24"/>
        </w:rPr>
        <w:t xml:space="preserve">tvarkyti su visų kategorijų su asmens duomenų tvarkymo veikla, vykdoma Duomenų valdytojo vardu, susijusius įrašus. Ši pareiga taikoma kiekvienam Duomenų tvarkytojui ir, kai taikoma, Duomenų tvarkytojo atstovui pagal </w:t>
      </w:r>
      <w:r w:rsidRPr="00804087">
        <w:rPr>
          <w:color w:val="000000"/>
          <w:szCs w:val="24"/>
        </w:rPr>
        <w:t xml:space="preserve">Reglamento (ES) 2016/679 </w:t>
      </w:r>
      <w:r w:rsidRPr="00804087">
        <w:rPr>
          <w:szCs w:val="24"/>
        </w:rPr>
        <w:t>30 straipsnio 2 dalį.</w:t>
      </w:r>
    </w:p>
    <w:p w14:paraId="7DB9919C" w14:textId="77777777" w:rsidR="00E9697F" w:rsidRPr="00804087" w:rsidRDefault="00E9697F" w:rsidP="001129AC">
      <w:pPr>
        <w:pStyle w:val="Sraopastraipa"/>
        <w:widowControl w:val="0"/>
        <w:numPr>
          <w:ilvl w:val="0"/>
          <w:numId w:val="21"/>
        </w:numPr>
        <w:tabs>
          <w:tab w:val="left" w:pos="993"/>
        </w:tabs>
        <w:kinsoku w:val="0"/>
        <w:spacing w:after="0" w:line="240" w:lineRule="auto"/>
        <w:ind w:left="0" w:firstLine="567"/>
        <w:rPr>
          <w:i/>
          <w:iCs/>
          <w:szCs w:val="24"/>
        </w:rPr>
      </w:pPr>
      <w:r w:rsidRPr="00804087">
        <w:rPr>
          <w:szCs w:val="24"/>
        </w:rPr>
        <w:t>Tuo atveju, jei, Duomenų tvarkytojo nuomone, Duomenų valdytojo nurodymai pažeidžia Reglamentą (ES) 2016/679 ar kitus asmens duomenų apsaugą</w:t>
      </w:r>
      <w:r w:rsidRPr="00804087" w:rsidDel="00174F94">
        <w:rPr>
          <w:szCs w:val="24"/>
        </w:rPr>
        <w:t xml:space="preserve"> </w:t>
      </w:r>
      <w:r w:rsidRPr="00804087">
        <w:rPr>
          <w:szCs w:val="24"/>
        </w:rPr>
        <w:t>reglamentuojančius Europos Sąjungos ar Lietuvos Respublikos teisės aktus, jis turi nedelsiant apie tai raštu informuoti Duomenų valdytoją. Duomenų valdytojas, gavęs minėtą Duomenų tvarkytojo pranešimą, pakeičia savo nurodymus arba raštu motyvuotai atsako Duomenų tvarkytojui, kodėl tai nėra daroma.</w:t>
      </w:r>
    </w:p>
    <w:p w14:paraId="531406FB" w14:textId="77777777" w:rsidR="00E9697F" w:rsidRPr="00804087" w:rsidRDefault="00E9697F" w:rsidP="001129AC">
      <w:pPr>
        <w:pStyle w:val="Sraopastraipa"/>
        <w:numPr>
          <w:ilvl w:val="0"/>
          <w:numId w:val="21"/>
        </w:numPr>
        <w:spacing w:after="0" w:line="240" w:lineRule="auto"/>
        <w:ind w:left="0" w:firstLine="720"/>
        <w:rPr>
          <w:iCs/>
          <w:szCs w:val="24"/>
        </w:rPr>
      </w:pPr>
      <w:r w:rsidRPr="00804087">
        <w:rPr>
          <w:iCs/>
          <w:szCs w:val="24"/>
        </w:rPr>
        <w:t>Šis Susitarimas neatleidžia Duomenų tvarkytojo nuo pareigų, kurios Duomenų tvarkytojui taikomos pagal Reglamentą (ES) 2016/679 ar kitus teisės aktus.</w:t>
      </w:r>
    </w:p>
    <w:p w14:paraId="425CA805" w14:textId="77777777" w:rsidR="00E9697F" w:rsidRPr="00804087" w:rsidRDefault="00E9697F" w:rsidP="00E9697F">
      <w:pPr>
        <w:pStyle w:val="Sraopastraipa"/>
        <w:widowControl w:val="0"/>
        <w:tabs>
          <w:tab w:val="left" w:pos="993"/>
        </w:tabs>
        <w:kinsoku w:val="0"/>
        <w:ind w:left="567"/>
        <w:rPr>
          <w:szCs w:val="24"/>
        </w:rPr>
      </w:pPr>
    </w:p>
    <w:p w14:paraId="77A6A3AD" w14:textId="77777777" w:rsidR="00E9697F" w:rsidRPr="00804087" w:rsidRDefault="00E9697F" w:rsidP="00E9697F">
      <w:pPr>
        <w:pStyle w:val="Sraopastraipa"/>
        <w:tabs>
          <w:tab w:val="left" w:pos="567"/>
        </w:tabs>
        <w:ind w:left="0"/>
        <w:jc w:val="center"/>
        <w:rPr>
          <w:b/>
          <w:szCs w:val="24"/>
        </w:rPr>
      </w:pPr>
      <w:r w:rsidRPr="00804087">
        <w:rPr>
          <w:b/>
          <w:szCs w:val="24"/>
        </w:rPr>
        <w:t>IV SKYRIUS</w:t>
      </w:r>
    </w:p>
    <w:p w14:paraId="4EE21836" w14:textId="77777777" w:rsidR="00E9697F" w:rsidRPr="00804087" w:rsidRDefault="00E9697F" w:rsidP="00E9697F">
      <w:pPr>
        <w:pStyle w:val="Sraopastraipa"/>
        <w:tabs>
          <w:tab w:val="left" w:pos="567"/>
        </w:tabs>
        <w:ind w:left="0"/>
        <w:jc w:val="center"/>
        <w:rPr>
          <w:b/>
          <w:szCs w:val="24"/>
        </w:rPr>
      </w:pPr>
      <w:r w:rsidRPr="00804087">
        <w:rPr>
          <w:b/>
          <w:szCs w:val="24"/>
        </w:rPr>
        <w:t>KONFIDENCIALUMAS</w:t>
      </w:r>
    </w:p>
    <w:p w14:paraId="52C7ACE7" w14:textId="77777777" w:rsidR="00E9697F" w:rsidRPr="00804087" w:rsidRDefault="00E9697F" w:rsidP="00E9697F">
      <w:pPr>
        <w:widowControl w:val="0"/>
        <w:tabs>
          <w:tab w:val="left" w:pos="567"/>
        </w:tabs>
        <w:kinsoku w:val="0"/>
        <w:rPr>
          <w:szCs w:val="24"/>
        </w:rPr>
      </w:pPr>
    </w:p>
    <w:p w14:paraId="5140F93A" w14:textId="77777777" w:rsidR="00E9697F" w:rsidRPr="00804087" w:rsidRDefault="00E9697F" w:rsidP="001129AC">
      <w:pPr>
        <w:pStyle w:val="Sraopastraipa"/>
        <w:widowControl w:val="0"/>
        <w:numPr>
          <w:ilvl w:val="0"/>
          <w:numId w:val="21"/>
        </w:numPr>
        <w:tabs>
          <w:tab w:val="left" w:pos="851"/>
        </w:tabs>
        <w:kinsoku w:val="0"/>
        <w:spacing w:after="0" w:line="240" w:lineRule="auto"/>
        <w:ind w:left="0" w:firstLine="567"/>
        <w:rPr>
          <w:szCs w:val="24"/>
        </w:rPr>
      </w:pPr>
      <w:r w:rsidRPr="00804087">
        <w:rPr>
          <w:szCs w:val="24"/>
        </w:rPr>
        <w:t xml:space="preserve">Duomenų tvarkytojas prieigą prie Duomenų valdytojo vardu tvarkomų asmens duomenų </w:t>
      </w:r>
      <w:r w:rsidRPr="00804087">
        <w:rPr>
          <w:szCs w:val="24"/>
        </w:rPr>
        <w:lastRenderedPageBreak/>
        <w:t>suteikia tik tiems asmenims, kuriems vadovauja Duomenų tvarkytojas ir kurie yra įpareigoti laikytis konfidencialumo arba kuriems taikoma teisinė konfidencialumo pareiga, ir tik tuo atveju, jei jiems būtina su jais susipažinti. Asmenų, kuriems suteikta prieiga prie asmens duomenų, sąrašą Duomenų tvarkytojas  peržiūri periodiškai, bet ne rečiau kaip kartą per 6 mėnesius. Vadovaujantis šia peržiūra, tokia prieiga prie asmens duomenų panaikinama, jei tokia prieiga nebereikalinga, todėl asmens duomenys nebegalės būti prieinami tiems asmenims. Pasikeitus asmenų, kurie tvarko asmens duomenis, pareigoms, jų prieigos teisės panaikinamos ne vėliau nei paskutinę jų darbo dieną, o tuo atveju, jei nutrūksta Duomenų tvarkytojo ir jo darbuotojo darbo santykiai – ne vėliau nei paskutinę tokio darbuotojo darbo dieną.</w:t>
      </w:r>
    </w:p>
    <w:p w14:paraId="44A601B5" w14:textId="77777777" w:rsidR="00E9697F" w:rsidRPr="00804087" w:rsidRDefault="00E9697F" w:rsidP="001129AC">
      <w:pPr>
        <w:pStyle w:val="Sraopastraipa"/>
        <w:widowControl w:val="0"/>
        <w:numPr>
          <w:ilvl w:val="0"/>
          <w:numId w:val="21"/>
        </w:numPr>
        <w:tabs>
          <w:tab w:val="left" w:pos="851"/>
        </w:tabs>
        <w:kinsoku w:val="0"/>
        <w:spacing w:after="0" w:line="240" w:lineRule="auto"/>
        <w:ind w:left="0" w:firstLine="567"/>
        <w:rPr>
          <w:iCs/>
          <w:szCs w:val="24"/>
        </w:rPr>
      </w:pPr>
      <w:r w:rsidRPr="00804087">
        <w:rPr>
          <w:rStyle w:val="Bodytext2Italic"/>
          <w:rFonts w:ascii="Times New Roman" w:hAnsi="Times New Roman" w:cs="Times New Roman"/>
          <w:sz w:val="24"/>
          <w:szCs w:val="24"/>
        </w:rPr>
        <w:t>Duomenų tvarkytojas Duomenų valdytojo prašymu įrodo, kad asmenims, kuriems vadovauja Duomenų tvarkytojas ir kuriems pavesta tvarkyti asmens duomenis, taikoma Susitarimo  8 punkte nurodyta konfidencialumo pareiga.</w:t>
      </w:r>
    </w:p>
    <w:p w14:paraId="2F9C5C37" w14:textId="77777777" w:rsidR="00E9697F" w:rsidRPr="00804087" w:rsidRDefault="00E9697F" w:rsidP="00E9697F">
      <w:pPr>
        <w:pStyle w:val="Sraopastraipa"/>
        <w:widowControl w:val="0"/>
        <w:tabs>
          <w:tab w:val="left" w:pos="993"/>
        </w:tabs>
        <w:kinsoku w:val="0"/>
        <w:ind w:left="567"/>
        <w:rPr>
          <w:szCs w:val="24"/>
        </w:rPr>
      </w:pPr>
    </w:p>
    <w:p w14:paraId="1C8A6D32" w14:textId="77777777" w:rsidR="00E9697F" w:rsidRPr="00804087" w:rsidRDefault="00E9697F" w:rsidP="00E9697F">
      <w:pPr>
        <w:pStyle w:val="Sraopastraipa"/>
        <w:tabs>
          <w:tab w:val="left" w:pos="567"/>
        </w:tabs>
        <w:ind w:left="0"/>
        <w:jc w:val="center"/>
        <w:rPr>
          <w:b/>
          <w:szCs w:val="24"/>
        </w:rPr>
      </w:pPr>
      <w:r w:rsidRPr="00804087">
        <w:rPr>
          <w:b/>
          <w:szCs w:val="24"/>
        </w:rPr>
        <w:t>V SKYRIUS</w:t>
      </w:r>
    </w:p>
    <w:p w14:paraId="058BC805" w14:textId="77777777" w:rsidR="00E9697F" w:rsidRPr="00804087" w:rsidRDefault="00E9697F" w:rsidP="00E9697F">
      <w:pPr>
        <w:pStyle w:val="Sraopastraipa"/>
        <w:tabs>
          <w:tab w:val="left" w:pos="567"/>
        </w:tabs>
        <w:ind w:left="0"/>
        <w:jc w:val="center"/>
        <w:rPr>
          <w:b/>
          <w:szCs w:val="24"/>
        </w:rPr>
      </w:pPr>
      <w:r w:rsidRPr="00804087">
        <w:rPr>
          <w:b/>
          <w:szCs w:val="24"/>
        </w:rPr>
        <w:t>DUOMENŲ TVARKYMO SAUGUMAS</w:t>
      </w:r>
    </w:p>
    <w:p w14:paraId="5E852BC6" w14:textId="77777777" w:rsidR="00E9697F" w:rsidRPr="00804087" w:rsidRDefault="00E9697F" w:rsidP="00E9697F">
      <w:pPr>
        <w:pStyle w:val="Sraopastraipa"/>
        <w:widowControl w:val="0"/>
        <w:tabs>
          <w:tab w:val="left" w:pos="567"/>
        </w:tabs>
        <w:kinsoku w:val="0"/>
        <w:ind w:left="0"/>
        <w:jc w:val="center"/>
        <w:rPr>
          <w:szCs w:val="24"/>
        </w:rPr>
      </w:pPr>
    </w:p>
    <w:p w14:paraId="35ED4178" w14:textId="77777777" w:rsidR="00E9697F" w:rsidRPr="00804087" w:rsidRDefault="00E9697F" w:rsidP="001129AC">
      <w:pPr>
        <w:pStyle w:val="Sraopastraipa"/>
        <w:widowControl w:val="0"/>
        <w:numPr>
          <w:ilvl w:val="0"/>
          <w:numId w:val="21"/>
        </w:numPr>
        <w:tabs>
          <w:tab w:val="left" w:pos="993"/>
        </w:tabs>
        <w:kinsoku w:val="0"/>
        <w:spacing w:after="0" w:line="240" w:lineRule="auto"/>
        <w:ind w:left="0" w:firstLine="567"/>
        <w:rPr>
          <w:szCs w:val="24"/>
        </w:rPr>
      </w:pPr>
      <w:r w:rsidRPr="00804087">
        <w:rPr>
          <w:szCs w:val="24"/>
        </w:rPr>
        <w:t xml:space="preserve">Vadovaujantis </w:t>
      </w:r>
      <w:r w:rsidRPr="00804087">
        <w:rPr>
          <w:color w:val="000000"/>
          <w:szCs w:val="24"/>
        </w:rPr>
        <w:t xml:space="preserve">Reglamento </w:t>
      </w:r>
      <w:r w:rsidRPr="00804087">
        <w:rPr>
          <w:iCs/>
          <w:color w:val="000000"/>
          <w:szCs w:val="24"/>
        </w:rPr>
        <w:t xml:space="preserve">(ES) 2016/679 </w:t>
      </w:r>
      <w:r w:rsidRPr="00804087">
        <w:rPr>
          <w:szCs w:val="24"/>
        </w:rPr>
        <w:t>32 straipsniu, atsižvelgdamas į techninių galimybių išsivystymo lygį, įgyvendinimo sąnaudas bei duomenų tvarkymo pobūdį, aprėptį, kontekstą ir tikslus, taip pat duomenų tvarkymo keliamus įvairios tikimybės ir rimtumo pavojus fizinių asmenų teisėms ir laisvėms, Duomenų valdytojas ir Duomenų tvarkytojas įgyvendina tinkamas technines ir organizacines priemones, kad būtų užtikrintas pavojų atitinkančio lygio saugumas</w:t>
      </w:r>
      <w:r w:rsidRPr="00804087">
        <w:rPr>
          <w:szCs w:val="24"/>
          <w:lang w:eastAsia="lt-LT"/>
        </w:rPr>
        <w:t xml:space="preserve">. </w:t>
      </w:r>
    </w:p>
    <w:p w14:paraId="69F559B4" w14:textId="77777777" w:rsidR="00E9697F" w:rsidRPr="00804087" w:rsidRDefault="00E9697F" w:rsidP="001129AC">
      <w:pPr>
        <w:pStyle w:val="Sraopastraipa"/>
        <w:widowControl w:val="0"/>
        <w:numPr>
          <w:ilvl w:val="0"/>
          <w:numId w:val="21"/>
        </w:numPr>
        <w:tabs>
          <w:tab w:val="left" w:pos="993"/>
        </w:tabs>
        <w:kinsoku w:val="0"/>
        <w:spacing w:after="0" w:line="240" w:lineRule="auto"/>
        <w:ind w:left="0" w:firstLine="567"/>
        <w:rPr>
          <w:szCs w:val="24"/>
        </w:rPr>
      </w:pPr>
      <w:r w:rsidRPr="00804087">
        <w:rPr>
          <w:szCs w:val="24"/>
        </w:rPr>
        <w:t>Duomenų valdytojas įvertina fizinių asmenų teisėms ir laisvėms galinčią kilti riziką tvarkant asmens duomenis ir įgyvendina priemones šiai rizikai sumažinti. Priklausomai nuo jų tinkamumo, priemonės gali būti šios:</w:t>
      </w:r>
    </w:p>
    <w:p w14:paraId="047F48AD" w14:textId="77777777" w:rsidR="00E9697F" w:rsidRPr="00804087" w:rsidRDefault="00E9697F" w:rsidP="001129AC">
      <w:pPr>
        <w:pStyle w:val="Sraopastraipa"/>
        <w:widowControl w:val="0"/>
        <w:numPr>
          <w:ilvl w:val="1"/>
          <w:numId w:val="21"/>
        </w:numPr>
        <w:tabs>
          <w:tab w:val="left" w:pos="993"/>
        </w:tabs>
        <w:kinsoku w:val="0"/>
        <w:spacing w:after="0" w:line="240" w:lineRule="auto"/>
        <w:ind w:left="0" w:firstLine="567"/>
        <w:rPr>
          <w:szCs w:val="24"/>
        </w:rPr>
      </w:pPr>
      <w:r w:rsidRPr="00804087">
        <w:rPr>
          <w:szCs w:val="24"/>
        </w:rPr>
        <w:t>asmens duomenų pseudonimizavimas ir (ar) šifravimas;</w:t>
      </w:r>
    </w:p>
    <w:p w14:paraId="2213D91C" w14:textId="77777777" w:rsidR="00E9697F" w:rsidRPr="00804087" w:rsidRDefault="00E9697F" w:rsidP="001129AC">
      <w:pPr>
        <w:pStyle w:val="Sraopastraipa"/>
        <w:widowControl w:val="0"/>
        <w:numPr>
          <w:ilvl w:val="1"/>
          <w:numId w:val="21"/>
        </w:numPr>
        <w:tabs>
          <w:tab w:val="left" w:pos="993"/>
        </w:tabs>
        <w:kinsoku w:val="0"/>
        <w:spacing w:after="0" w:line="240" w:lineRule="auto"/>
        <w:ind w:left="0" w:firstLine="567"/>
        <w:rPr>
          <w:szCs w:val="24"/>
        </w:rPr>
      </w:pPr>
      <w:r w:rsidRPr="00804087">
        <w:rPr>
          <w:szCs w:val="24"/>
        </w:rPr>
        <w:t>galimybė užtikrinti nuolatinį duomenų tvarkymo sistemų ir paslaugų konfidencialumą, vientisumą, prieinamumą ir atsparumą;</w:t>
      </w:r>
    </w:p>
    <w:p w14:paraId="6E7CCCDA" w14:textId="77777777" w:rsidR="00E9697F" w:rsidRPr="00804087" w:rsidRDefault="00E9697F" w:rsidP="001129AC">
      <w:pPr>
        <w:pStyle w:val="Sraopastraipa"/>
        <w:widowControl w:val="0"/>
        <w:numPr>
          <w:ilvl w:val="1"/>
          <w:numId w:val="21"/>
        </w:numPr>
        <w:tabs>
          <w:tab w:val="left" w:pos="993"/>
        </w:tabs>
        <w:kinsoku w:val="0"/>
        <w:spacing w:after="0" w:line="240" w:lineRule="auto"/>
        <w:ind w:left="0" w:firstLine="567"/>
        <w:rPr>
          <w:szCs w:val="24"/>
        </w:rPr>
      </w:pPr>
      <w:r w:rsidRPr="00804087">
        <w:rPr>
          <w:szCs w:val="24"/>
        </w:rPr>
        <w:t>galimybė laiku atkurti prieinamumą ir prieigą prie asmens duomenų, įvykus fiziniam ar techniniam incidentui;</w:t>
      </w:r>
    </w:p>
    <w:p w14:paraId="44CBC48D" w14:textId="77777777" w:rsidR="00E9697F" w:rsidRPr="00804087" w:rsidRDefault="00E9697F" w:rsidP="001129AC">
      <w:pPr>
        <w:pStyle w:val="Sraopastraipa"/>
        <w:widowControl w:val="0"/>
        <w:numPr>
          <w:ilvl w:val="1"/>
          <w:numId w:val="21"/>
        </w:numPr>
        <w:tabs>
          <w:tab w:val="left" w:pos="993"/>
        </w:tabs>
        <w:kinsoku w:val="0"/>
        <w:spacing w:after="0" w:line="240" w:lineRule="auto"/>
        <w:ind w:left="0" w:firstLine="567"/>
        <w:rPr>
          <w:szCs w:val="24"/>
        </w:rPr>
      </w:pPr>
      <w:r w:rsidRPr="00804087">
        <w:rPr>
          <w:szCs w:val="24"/>
        </w:rPr>
        <w:t>techninių ir organizacinių priemonių, užtikrinančių duomenų tvarkymo saugumą, nuolatinio testavimo, tikrinimo ir įvertinimo procesas.</w:t>
      </w:r>
    </w:p>
    <w:p w14:paraId="58402AB7" w14:textId="77777777" w:rsidR="00E9697F" w:rsidRPr="00804087" w:rsidRDefault="00E9697F" w:rsidP="001129AC">
      <w:pPr>
        <w:pStyle w:val="Sraopastraipa"/>
        <w:widowControl w:val="0"/>
        <w:numPr>
          <w:ilvl w:val="0"/>
          <w:numId w:val="21"/>
        </w:numPr>
        <w:tabs>
          <w:tab w:val="left" w:pos="993"/>
        </w:tabs>
        <w:kinsoku w:val="0"/>
        <w:spacing w:after="0" w:line="240" w:lineRule="auto"/>
        <w:ind w:left="0" w:firstLine="567"/>
        <w:rPr>
          <w:szCs w:val="24"/>
        </w:rPr>
      </w:pPr>
      <w:r w:rsidRPr="00804087">
        <w:rPr>
          <w:szCs w:val="24"/>
        </w:rPr>
        <w:t xml:space="preserve">Pagal </w:t>
      </w:r>
      <w:r w:rsidRPr="00804087">
        <w:rPr>
          <w:color w:val="000000"/>
          <w:szCs w:val="24"/>
        </w:rPr>
        <w:t xml:space="preserve">Reglamento </w:t>
      </w:r>
      <w:r w:rsidRPr="00804087">
        <w:rPr>
          <w:iCs/>
          <w:color w:val="000000"/>
          <w:szCs w:val="24"/>
        </w:rPr>
        <w:t xml:space="preserve">(ES) 2016/679 </w:t>
      </w:r>
      <w:r w:rsidRPr="00804087">
        <w:rPr>
          <w:szCs w:val="24"/>
        </w:rPr>
        <w:t>32 straipsnį Duomenų tvarkytojas, nepriklausomai nuo Duomenų valdytojo, taip pat įvertina duomenų tvarkymo riziką, galinčią kilti fizinių asmenų teisėms ir laisvėms, ir įgyvendina priemones šiai rizikai sumažinti. Šiuo tikslu Duomenų valdytojas Duomenų tvarkytojui pateikia visą informaciją, reikalingą tokiai rizikai nustatyti ir įvertinti.</w:t>
      </w:r>
    </w:p>
    <w:p w14:paraId="30B391FD" w14:textId="77777777" w:rsidR="00E9697F" w:rsidRPr="00804087" w:rsidRDefault="00E9697F" w:rsidP="001129AC">
      <w:pPr>
        <w:pStyle w:val="Sraopastraipa"/>
        <w:widowControl w:val="0"/>
        <w:numPr>
          <w:ilvl w:val="0"/>
          <w:numId w:val="21"/>
        </w:numPr>
        <w:tabs>
          <w:tab w:val="left" w:pos="993"/>
        </w:tabs>
        <w:kinsoku w:val="0"/>
        <w:spacing w:after="0" w:line="240" w:lineRule="auto"/>
        <w:ind w:left="0" w:firstLine="567"/>
        <w:rPr>
          <w:szCs w:val="24"/>
        </w:rPr>
      </w:pPr>
      <w:r w:rsidRPr="00804087">
        <w:rPr>
          <w:szCs w:val="24"/>
        </w:rPr>
        <w:t xml:space="preserve">Duomenų tvarkytojas padeda Duomenų valdytojui užtikrinti Duomenų valdytojo pareigų pagal </w:t>
      </w:r>
      <w:r w:rsidRPr="00804087">
        <w:rPr>
          <w:color w:val="000000"/>
          <w:szCs w:val="24"/>
        </w:rPr>
        <w:t xml:space="preserve">Reglamento </w:t>
      </w:r>
      <w:r w:rsidRPr="00804087">
        <w:rPr>
          <w:iCs/>
          <w:color w:val="000000"/>
          <w:szCs w:val="24"/>
        </w:rPr>
        <w:t xml:space="preserve">(ES) 2016/679 </w:t>
      </w:r>
      <w:r w:rsidRPr="00804087">
        <w:rPr>
          <w:szCs w:val="24"/>
        </w:rPr>
        <w:t xml:space="preserve">32 straipsnį vykdymą, teikdamas </w:t>
      </w:r>
      <w:r w:rsidRPr="00804087">
        <w:rPr>
          <w:i/>
          <w:iCs/>
          <w:szCs w:val="24"/>
        </w:rPr>
        <w:t>inter alia</w:t>
      </w:r>
      <w:r w:rsidRPr="00804087">
        <w:rPr>
          <w:szCs w:val="24"/>
        </w:rPr>
        <w:t xml:space="preserve"> Duomenų valdytojui informaciją apie technines ir organizacines priemones, kurias Duomenų tvarkytojas jau įgyvendino pagal </w:t>
      </w:r>
      <w:r w:rsidRPr="00804087">
        <w:rPr>
          <w:color w:val="000000"/>
          <w:szCs w:val="24"/>
        </w:rPr>
        <w:t xml:space="preserve">Reglamento </w:t>
      </w:r>
      <w:r w:rsidRPr="00804087">
        <w:rPr>
          <w:iCs/>
          <w:color w:val="000000"/>
          <w:szCs w:val="24"/>
        </w:rPr>
        <w:t xml:space="preserve">(ES) 2016/679 </w:t>
      </w:r>
      <w:r w:rsidRPr="00804087">
        <w:rPr>
          <w:szCs w:val="24"/>
        </w:rPr>
        <w:t xml:space="preserve">32 straipsnį kartu su visa kita informacija, reikalinga Duomenų valdytojui įvykdyti Duomenų valdytojo pareigas pagal </w:t>
      </w:r>
      <w:r w:rsidRPr="00804087">
        <w:rPr>
          <w:color w:val="000000"/>
          <w:szCs w:val="24"/>
        </w:rPr>
        <w:t xml:space="preserve">Reglamento </w:t>
      </w:r>
      <w:r w:rsidRPr="00804087">
        <w:rPr>
          <w:iCs/>
          <w:color w:val="000000"/>
          <w:szCs w:val="24"/>
        </w:rPr>
        <w:t xml:space="preserve">(ES) 2016/679 </w:t>
      </w:r>
      <w:r w:rsidRPr="00804087">
        <w:rPr>
          <w:szCs w:val="24"/>
        </w:rPr>
        <w:t xml:space="preserve">32 straipsnį. </w:t>
      </w:r>
    </w:p>
    <w:p w14:paraId="73F452C6" w14:textId="77777777" w:rsidR="00E9697F" w:rsidRPr="00804087" w:rsidRDefault="00E9697F" w:rsidP="001129AC">
      <w:pPr>
        <w:pStyle w:val="Sraopastraipa"/>
        <w:widowControl w:val="0"/>
        <w:numPr>
          <w:ilvl w:val="0"/>
          <w:numId w:val="21"/>
        </w:numPr>
        <w:tabs>
          <w:tab w:val="left" w:pos="993"/>
        </w:tabs>
        <w:kinsoku w:val="0"/>
        <w:spacing w:after="0" w:line="240" w:lineRule="auto"/>
        <w:ind w:left="0" w:firstLine="567"/>
        <w:rPr>
          <w:szCs w:val="24"/>
        </w:rPr>
      </w:pPr>
      <w:r w:rsidRPr="00804087">
        <w:rPr>
          <w:szCs w:val="24"/>
        </w:rPr>
        <w:t xml:space="preserve">Jei kyla grėsmė asmens duomenų saugumui, Duomenų valdytojas Susitarimo 3 priede nurodo papildomas priemones, kurias būtina įgyvendinti, o Duomenų tvarkytojas turi įgyvendinti papildomas priemones ir tas, kurias jau įgyvendino pagal </w:t>
      </w:r>
      <w:r w:rsidRPr="00804087">
        <w:rPr>
          <w:color w:val="000000"/>
          <w:szCs w:val="24"/>
        </w:rPr>
        <w:t xml:space="preserve">Reglamento </w:t>
      </w:r>
      <w:r w:rsidRPr="00804087">
        <w:rPr>
          <w:iCs/>
          <w:color w:val="000000"/>
          <w:szCs w:val="24"/>
        </w:rPr>
        <w:t xml:space="preserve">(ES) 2016/679 </w:t>
      </w:r>
      <w:r w:rsidRPr="00804087">
        <w:rPr>
          <w:szCs w:val="24"/>
        </w:rPr>
        <w:t>32 straipsnį. Duomenų valdytojas turi teisę gauti šių priemonių taikymo, Duomenų tvarkytojui tvarkant Duomenų valdytojo pateiktus asmens duomenis, įrodymus.</w:t>
      </w:r>
    </w:p>
    <w:p w14:paraId="7F187B26" w14:textId="77777777" w:rsidR="00E9697F" w:rsidRPr="00804087" w:rsidRDefault="00E9697F" w:rsidP="00E9697F">
      <w:pPr>
        <w:pStyle w:val="Sraopastraipa"/>
        <w:widowControl w:val="0"/>
        <w:tabs>
          <w:tab w:val="left" w:pos="993"/>
        </w:tabs>
        <w:kinsoku w:val="0"/>
        <w:ind w:left="567"/>
        <w:rPr>
          <w:szCs w:val="24"/>
        </w:rPr>
      </w:pPr>
    </w:p>
    <w:p w14:paraId="69395F82" w14:textId="77777777" w:rsidR="00E9697F" w:rsidRPr="00804087" w:rsidRDefault="00E9697F" w:rsidP="00E9697F">
      <w:pPr>
        <w:pStyle w:val="Sraopastraipa"/>
        <w:tabs>
          <w:tab w:val="left" w:pos="567"/>
        </w:tabs>
        <w:ind w:left="0"/>
        <w:jc w:val="center"/>
        <w:rPr>
          <w:b/>
          <w:szCs w:val="24"/>
        </w:rPr>
      </w:pPr>
      <w:r w:rsidRPr="00804087">
        <w:rPr>
          <w:b/>
          <w:szCs w:val="24"/>
        </w:rPr>
        <w:t>VI SKYRIUS</w:t>
      </w:r>
    </w:p>
    <w:p w14:paraId="5911DE0F" w14:textId="77777777" w:rsidR="00E9697F" w:rsidRPr="00804087" w:rsidRDefault="00E9697F" w:rsidP="00E9697F">
      <w:pPr>
        <w:pStyle w:val="Sraopastraipa"/>
        <w:tabs>
          <w:tab w:val="left" w:pos="567"/>
        </w:tabs>
        <w:ind w:left="0"/>
        <w:jc w:val="center"/>
        <w:rPr>
          <w:b/>
          <w:szCs w:val="24"/>
        </w:rPr>
      </w:pPr>
      <w:r w:rsidRPr="00804087">
        <w:rPr>
          <w:b/>
          <w:szCs w:val="24"/>
        </w:rPr>
        <w:t>KITŲ DUOMENŲ TVARKYTOJŲ PASITELKIMAS</w:t>
      </w:r>
    </w:p>
    <w:p w14:paraId="1D80CB81" w14:textId="77777777" w:rsidR="00E9697F" w:rsidRPr="00804087" w:rsidRDefault="00E9697F" w:rsidP="00E9697F">
      <w:pPr>
        <w:tabs>
          <w:tab w:val="left" w:pos="567"/>
        </w:tabs>
        <w:rPr>
          <w:szCs w:val="24"/>
        </w:rPr>
      </w:pPr>
    </w:p>
    <w:p w14:paraId="710BD679" w14:textId="77777777" w:rsidR="00E9697F" w:rsidRPr="00804087" w:rsidRDefault="00E9697F" w:rsidP="001129AC">
      <w:pPr>
        <w:pStyle w:val="Sraopastraipa"/>
        <w:widowControl w:val="0"/>
        <w:numPr>
          <w:ilvl w:val="0"/>
          <w:numId w:val="21"/>
        </w:numPr>
        <w:tabs>
          <w:tab w:val="left" w:pos="993"/>
        </w:tabs>
        <w:kinsoku w:val="0"/>
        <w:spacing w:after="0" w:line="240" w:lineRule="auto"/>
        <w:ind w:left="0" w:firstLine="567"/>
        <w:rPr>
          <w:szCs w:val="24"/>
        </w:rPr>
      </w:pPr>
      <w:r w:rsidRPr="00804087">
        <w:rPr>
          <w:szCs w:val="24"/>
        </w:rPr>
        <w:t xml:space="preserve">Duomenų tvarkytojas turi laikytis </w:t>
      </w:r>
      <w:r w:rsidRPr="00804087">
        <w:rPr>
          <w:color w:val="000000"/>
          <w:szCs w:val="24"/>
        </w:rPr>
        <w:t xml:space="preserve">Reglamento </w:t>
      </w:r>
      <w:r w:rsidRPr="00804087">
        <w:rPr>
          <w:iCs/>
          <w:color w:val="000000"/>
          <w:szCs w:val="24"/>
        </w:rPr>
        <w:t xml:space="preserve">(ES) 2016/679 </w:t>
      </w:r>
      <w:r w:rsidRPr="00804087">
        <w:rPr>
          <w:szCs w:val="24"/>
        </w:rPr>
        <w:t>28 straipsnio 2 ir 4 dalyse nurodytų reikalavimų, kad galėtų pasitelkti pagalbinį duomenų tvarkytoją.</w:t>
      </w:r>
    </w:p>
    <w:p w14:paraId="6E2FCC27" w14:textId="77777777" w:rsidR="00E9697F" w:rsidRPr="00804087" w:rsidRDefault="00E9697F" w:rsidP="001129AC">
      <w:pPr>
        <w:pStyle w:val="Sraopastraipa"/>
        <w:widowControl w:val="0"/>
        <w:numPr>
          <w:ilvl w:val="0"/>
          <w:numId w:val="21"/>
        </w:numPr>
        <w:tabs>
          <w:tab w:val="left" w:pos="993"/>
        </w:tabs>
        <w:kinsoku w:val="0"/>
        <w:spacing w:after="0" w:line="240" w:lineRule="auto"/>
        <w:ind w:left="0" w:firstLine="567"/>
        <w:rPr>
          <w:szCs w:val="24"/>
        </w:rPr>
      </w:pPr>
      <w:r w:rsidRPr="00804087">
        <w:rPr>
          <w:szCs w:val="24"/>
        </w:rPr>
        <w:t xml:space="preserve">Šio Susitarimo vykdymui Duomenų tvarkytojas nepasitelkia pagalbinio duomenų tvarkytojo be išankstinio rašytinio Duomenų valdytojo leidimo. Duomenų tvarkytojas raštu informuoja Duomenų valdytoją apie bet kokius numatomus pakeitimus, susijusius su pagalbinių duomenų tvarkytojų </w:t>
      </w:r>
      <w:r w:rsidRPr="00804087">
        <w:rPr>
          <w:szCs w:val="24"/>
        </w:rPr>
        <w:lastRenderedPageBreak/>
        <w:t xml:space="preserve">pasitelkimu ar pakeitimu, prieš 5 darbo dienas, tokiu būdu Duomenų valdytojui suteikiant galimybę prieštarauti tokiems pakeitimams iki atitinkamo (-ų) pagalbinio (-ų) duomenų tvarkytojo (-ų) pasitelkimo. </w:t>
      </w:r>
    </w:p>
    <w:p w14:paraId="3AB7D919" w14:textId="77777777" w:rsidR="00E9697F" w:rsidRPr="00804087" w:rsidRDefault="00E9697F" w:rsidP="001129AC">
      <w:pPr>
        <w:pStyle w:val="Sraopastraipa"/>
        <w:widowControl w:val="0"/>
        <w:numPr>
          <w:ilvl w:val="0"/>
          <w:numId w:val="21"/>
        </w:numPr>
        <w:shd w:val="clear" w:color="auto" w:fill="FFFFFF"/>
        <w:tabs>
          <w:tab w:val="left" w:pos="993"/>
        </w:tabs>
        <w:kinsoku w:val="0"/>
        <w:autoSpaceDE w:val="0"/>
        <w:autoSpaceDN w:val="0"/>
        <w:adjustRightInd w:val="0"/>
        <w:spacing w:after="0" w:line="240" w:lineRule="auto"/>
        <w:ind w:left="0" w:firstLine="567"/>
        <w:rPr>
          <w:color w:val="000000"/>
          <w:spacing w:val="-8"/>
          <w:szCs w:val="24"/>
        </w:rPr>
      </w:pPr>
      <w:r w:rsidRPr="00804087">
        <w:rPr>
          <w:szCs w:val="24"/>
        </w:rPr>
        <w:t xml:space="preserve">Kai Duomenų tvarkytojas konkrečiai duomenų tvarkymo veiklai Duomenų valdytojo vardu atlikti pasitelkia pagalbinį duomenų tvarkytoją, sutartimi ar kitu teisės aktu pagal Europos Sąjungos ar Lietuvos Respublikos teisę, tam pagalbiniam duomenų tvarkytojui nustatomos tos pačios duomenų apsaugos prievolės, kaip ir prievolės, nustatytos Susitarime ar kitame teisės akte, visų pirma prievolė pakankamai užtikrinti, kad tinkamos techninės ir organizacinės priemonės bus įgyvendintos tokiu būdu, kad duomenų tvarkymas atitiktų Susitarimo ir </w:t>
      </w:r>
      <w:r w:rsidRPr="00804087">
        <w:rPr>
          <w:color w:val="000000"/>
          <w:szCs w:val="24"/>
        </w:rPr>
        <w:t xml:space="preserve">Reglamento </w:t>
      </w:r>
      <w:r w:rsidRPr="00804087">
        <w:rPr>
          <w:iCs/>
          <w:color w:val="000000"/>
          <w:szCs w:val="24"/>
        </w:rPr>
        <w:t>(ES) 2016/679</w:t>
      </w:r>
      <w:r w:rsidRPr="00804087">
        <w:rPr>
          <w:color w:val="000000"/>
          <w:szCs w:val="24"/>
        </w:rPr>
        <w:t xml:space="preserve"> </w:t>
      </w:r>
      <w:r w:rsidRPr="00804087">
        <w:rPr>
          <w:szCs w:val="24"/>
        </w:rPr>
        <w:t xml:space="preserve">reikalavimus. </w:t>
      </w:r>
    </w:p>
    <w:p w14:paraId="3A106155" w14:textId="77777777" w:rsidR="00E9697F" w:rsidRPr="00804087" w:rsidRDefault="00E9697F" w:rsidP="001129AC">
      <w:pPr>
        <w:pStyle w:val="Sraopastraipa"/>
        <w:widowControl w:val="0"/>
        <w:numPr>
          <w:ilvl w:val="0"/>
          <w:numId w:val="21"/>
        </w:numPr>
        <w:tabs>
          <w:tab w:val="left" w:pos="993"/>
        </w:tabs>
        <w:kinsoku w:val="0"/>
        <w:spacing w:after="0" w:line="240" w:lineRule="auto"/>
        <w:ind w:left="0" w:firstLine="567"/>
        <w:rPr>
          <w:szCs w:val="24"/>
        </w:rPr>
      </w:pPr>
      <w:r w:rsidRPr="00804087">
        <w:rPr>
          <w:szCs w:val="24"/>
        </w:rPr>
        <w:t>Sutarties su pagalbiniu duomenų tvarkytoju kopija ir jos vėlesni pakeitimai Duomenų valdytojo prašymu pateikiami Duomenų valdytojui, tokiu būdu suteikiant Duomenų valdytojui galimybę įsitikinti, kad pagalbiniam duomenų tvarkytojui būtų taikomos tos pačios duomenų apsaugos prievolės, kaip yra nustatyta Susitarime. Tais atvejais, kai Duomenų tvarkytojo ar jo pasitelkto pagalbinio duomenų tvarkytojo atliekamas duomenų tvarkymas dėl techninių ar organizacinių pagalbinių duomenų tvarkytojo taikomų priemonių gali turėti įtakos Susitarime ar jo prieduose nurodytiems Duomenų valdytojo nurodymams arba tvarkomų asmens duomenų apsaugos lygiui, Duomenų tvarkytojas privalo Duomenų valdytojui pateikti sutarties su pagalbiniu duomenų tvarkytoju kopiją savo iniciatyva. Duomenų valdytojui nėra privaloma pateikti sutarties dalių, susijusių su verslo klausimais, kurie nedaro įtakos su pagalbiniu duomenų tvarkytoju sudarytos sutarties teisinėms asmens duomenų apsaugos sąlygoms.</w:t>
      </w:r>
    </w:p>
    <w:p w14:paraId="2172DE23" w14:textId="77777777" w:rsidR="00E9697F" w:rsidRPr="00804087" w:rsidRDefault="00E9697F" w:rsidP="001129AC">
      <w:pPr>
        <w:pStyle w:val="Sraopastraipa"/>
        <w:widowControl w:val="0"/>
        <w:numPr>
          <w:ilvl w:val="0"/>
          <w:numId w:val="21"/>
        </w:numPr>
        <w:tabs>
          <w:tab w:val="left" w:pos="993"/>
        </w:tabs>
        <w:kinsoku w:val="0"/>
        <w:spacing w:after="0" w:line="240" w:lineRule="auto"/>
        <w:ind w:left="0" w:firstLine="567"/>
        <w:rPr>
          <w:szCs w:val="24"/>
        </w:rPr>
      </w:pPr>
      <w:r w:rsidRPr="00804087">
        <w:rPr>
          <w:szCs w:val="24"/>
        </w:rPr>
        <w:t>Jei Duomenų tvarkytojo</w:t>
      </w:r>
      <w:r w:rsidRPr="00804087">
        <w:rPr>
          <w:color w:val="000000"/>
          <w:spacing w:val="1"/>
          <w:szCs w:val="24"/>
        </w:rPr>
        <w:t xml:space="preserve"> Duomenų valdytojo asmens duomenų tvarkymui pasitelkti pagalbiniai duomenų tvarkytojai </w:t>
      </w:r>
      <w:r w:rsidRPr="00804087">
        <w:rPr>
          <w:color w:val="000000"/>
          <w:szCs w:val="24"/>
        </w:rPr>
        <w:t>pasitelkia kitus pagalbinius duomenų tvarkytojus, Duomenų tvarkytojas turi užtikrinti, kad jų pasitelkimui būtų taikomos Susitarimo 15-18 ir 23 punktuose nustatytos sąlygos.</w:t>
      </w:r>
    </w:p>
    <w:p w14:paraId="4EC0998A" w14:textId="77777777" w:rsidR="00E9697F" w:rsidRPr="00804087" w:rsidRDefault="00E9697F" w:rsidP="001129AC">
      <w:pPr>
        <w:pStyle w:val="Sraopastraipa"/>
        <w:widowControl w:val="0"/>
        <w:numPr>
          <w:ilvl w:val="0"/>
          <w:numId w:val="22"/>
        </w:numPr>
        <w:tabs>
          <w:tab w:val="left" w:pos="993"/>
        </w:tabs>
        <w:kinsoku w:val="0"/>
        <w:spacing w:after="0" w:line="240" w:lineRule="auto"/>
        <w:ind w:left="0" w:firstLine="567"/>
        <w:rPr>
          <w:szCs w:val="24"/>
        </w:rPr>
      </w:pPr>
      <w:r w:rsidRPr="00804087">
        <w:rPr>
          <w:szCs w:val="24"/>
        </w:rPr>
        <w:t xml:space="preserve">Jei pagalbinis duomenų tvarkytojas ar jo pasitelktas kitas pagalbinis duomenų tvarkytojas nevykdo asmens duomenų apsaugos prievolių, Duomenų tvarkytojas, su kuriuo sudaryta šis Susitarimas, išlieka visiškai atsakingas duomenų valdytojui už visų pagalbinių duomenų tvarkytojų prievolių vykdymą. Tai nedaro įtakos duomenų subjektų teisėms pagal </w:t>
      </w:r>
      <w:r w:rsidRPr="00804087">
        <w:rPr>
          <w:color w:val="000000"/>
          <w:szCs w:val="24"/>
        </w:rPr>
        <w:t xml:space="preserve">Reglamentą </w:t>
      </w:r>
      <w:r w:rsidRPr="00804087">
        <w:rPr>
          <w:iCs/>
          <w:color w:val="000000"/>
          <w:szCs w:val="24"/>
        </w:rPr>
        <w:t>(ES) 2016/679</w:t>
      </w:r>
      <w:r w:rsidRPr="00804087">
        <w:rPr>
          <w:szCs w:val="24"/>
        </w:rPr>
        <w:t xml:space="preserve">, ypač </w:t>
      </w:r>
      <w:r w:rsidRPr="00804087">
        <w:rPr>
          <w:color w:val="000000"/>
          <w:szCs w:val="24"/>
        </w:rPr>
        <w:t xml:space="preserve">Reglamento </w:t>
      </w:r>
      <w:r w:rsidRPr="00804087">
        <w:rPr>
          <w:iCs/>
          <w:color w:val="000000"/>
          <w:szCs w:val="24"/>
        </w:rPr>
        <w:t xml:space="preserve">(ES) 2016/679  </w:t>
      </w:r>
      <w:r w:rsidRPr="00804087">
        <w:rPr>
          <w:color w:val="000000"/>
          <w:szCs w:val="24"/>
        </w:rPr>
        <w:t>79</w:t>
      </w:r>
      <w:r w:rsidRPr="00804087">
        <w:rPr>
          <w:szCs w:val="24"/>
        </w:rPr>
        <w:t xml:space="preserve"> ir 82 straipsniuose numatytoms teisėms, Duomenų valdytojo ir Duomenų tvarkytojo, įskaitant pagalbinių duomenų tvarkytojų atžvilgiu.</w:t>
      </w:r>
      <w:r w:rsidRPr="00804087">
        <w:rPr>
          <w:color w:val="000000"/>
          <w:spacing w:val="1"/>
          <w:szCs w:val="24"/>
        </w:rPr>
        <w:t xml:space="preserve"> </w:t>
      </w:r>
    </w:p>
    <w:p w14:paraId="4DCF1F25" w14:textId="77777777" w:rsidR="00E9697F" w:rsidRPr="00804087" w:rsidRDefault="00E9697F" w:rsidP="00E9697F">
      <w:pPr>
        <w:pStyle w:val="Sraopastraipa"/>
        <w:widowControl w:val="0"/>
        <w:tabs>
          <w:tab w:val="left" w:pos="993"/>
        </w:tabs>
        <w:kinsoku w:val="0"/>
        <w:ind w:left="567"/>
        <w:rPr>
          <w:szCs w:val="24"/>
        </w:rPr>
      </w:pPr>
    </w:p>
    <w:p w14:paraId="1DEAAA61" w14:textId="77777777" w:rsidR="00E9697F" w:rsidRPr="00804087" w:rsidRDefault="00E9697F" w:rsidP="00E9697F">
      <w:pPr>
        <w:pStyle w:val="Sraopastraipa"/>
        <w:tabs>
          <w:tab w:val="left" w:pos="567"/>
        </w:tabs>
        <w:ind w:left="0"/>
        <w:jc w:val="center"/>
        <w:rPr>
          <w:b/>
          <w:szCs w:val="24"/>
        </w:rPr>
      </w:pPr>
      <w:r w:rsidRPr="00804087">
        <w:rPr>
          <w:b/>
          <w:szCs w:val="24"/>
        </w:rPr>
        <w:t>VII SKYRIUS</w:t>
      </w:r>
    </w:p>
    <w:p w14:paraId="4E972035" w14:textId="77777777" w:rsidR="00E9697F" w:rsidRPr="00804087" w:rsidRDefault="00E9697F" w:rsidP="00E9697F">
      <w:pPr>
        <w:pStyle w:val="Sraopastraipa"/>
        <w:tabs>
          <w:tab w:val="left" w:pos="567"/>
        </w:tabs>
        <w:ind w:left="0"/>
        <w:jc w:val="center"/>
        <w:rPr>
          <w:b/>
          <w:szCs w:val="24"/>
        </w:rPr>
      </w:pPr>
      <w:r w:rsidRPr="00804087">
        <w:rPr>
          <w:b/>
          <w:szCs w:val="24"/>
        </w:rPr>
        <w:t>DUOMENŲ PERDAVIMAS Į TREČIĄSIAS VALSTYBES ARBA TARPTAUTINĖMS ORGANIZACIJOMS</w:t>
      </w:r>
    </w:p>
    <w:p w14:paraId="16BB6A59" w14:textId="77777777" w:rsidR="00E9697F" w:rsidRPr="00804087" w:rsidRDefault="00E9697F" w:rsidP="00E9697F">
      <w:pPr>
        <w:pStyle w:val="Sraopastraipa"/>
        <w:tabs>
          <w:tab w:val="left" w:pos="567"/>
        </w:tabs>
        <w:ind w:left="0"/>
        <w:rPr>
          <w:szCs w:val="24"/>
        </w:rPr>
      </w:pPr>
    </w:p>
    <w:p w14:paraId="2EEB8AAF" w14:textId="77777777" w:rsidR="00E9697F" w:rsidRPr="00804087" w:rsidRDefault="00E9697F" w:rsidP="001129AC">
      <w:pPr>
        <w:pStyle w:val="Sraopastraipa"/>
        <w:widowControl w:val="0"/>
        <w:numPr>
          <w:ilvl w:val="0"/>
          <w:numId w:val="22"/>
        </w:numPr>
        <w:tabs>
          <w:tab w:val="left" w:pos="1134"/>
        </w:tabs>
        <w:kinsoku w:val="0"/>
        <w:spacing w:after="0" w:line="240" w:lineRule="auto"/>
        <w:ind w:left="0" w:firstLine="567"/>
        <w:rPr>
          <w:bCs/>
          <w:szCs w:val="24"/>
        </w:rPr>
      </w:pPr>
      <w:r w:rsidRPr="00804087">
        <w:rPr>
          <w:szCs w:val="24"/>
        </w:rPr>
        <w:t>Duomenų</w:t>
      </w:r>
      <w:r w:rsidRPr="00804087">
        <w:rPr>
          <w:bCs/>
          <w:szCs w:val="24"/>
        </w:rPr>
        <w:t xml:space="preserve"> tvarkytojas asmens duomenų negali perduoti į trečiąsias valstybes ar tarptautinėms organizacijoms.</w:t>
      </w:r>
    </w:p>
    <w:p w14:paraId="1D3437D0" w14:textId="77777777" w:rsidR="00E9697F" w:rsidRPr="00804087" w:rsidRDefault="00E9697F" w:rsidP="00E9697F">
      <w:pPr>
        <w:pStyle w:val="Sraopastraipa"/>
        <w:widowControl w:val="0"/>
        <w:tabs>
          <w:tab w:val="left" w:pos="993"/>
        </w:tabs>
        <w:kinsoku w:val="0"/>
        <w:ind w:left="567"/>
        <w:rPr>
          <w:szCs w:val="24"/>
        </w:rPr>
      </w:pPr>
    </w:p>
    <w:p w14:paraId="774DF10A" w14:textId="77777777" w:rsidR="00E9697F" w:rsidRPr="00804087" w:rsidRDefault="00E9697F" w:rsidP="00E9697F">
      <w:pPr>
        <w:pStyle w:val="Sraopastraipa"/>
        <w:tabs>
          <w:tab w:val="left" w:pos="567"/>
        </w:tabs>
        <w:ind w:left="0"/>
        <w:jc w:val="center"/>
        <w:rPr>
          <w:b/>
          <w:szCs w:val="24"/>
        </w:rPr>
      </w:pPr>
      <w:r w:rsidRPr="00804087">
        <w:rPr>
          <w:b/>
          <w:szCs w:val="24"/>
        </w:rPr>
        <w:t>VIII SKYRIUS</w:t>
      </w:r>
    </w:p>
    <w:p w14:paraId="0424FB9B" w14:textId="77777777" w:rsidR="00E9697F" w:rsidRPr="00804087" w:rsidRDefault="00E9697F" w:rsidP="00E9697F">
      <w:pPr>
        <w:pStyle w:val="Sraopastraipa"/>
        <w:tabs>
          <w:tab w:val="left" w:pos="567"/>
        </w:tabs>
        <w:ind w:left="0"/>
        <w:jc w:val="center"/>
        <w:rPr>
          <w:b/>
          <w:szCs w:val="24"/>
        </w:rPr>
      </w:pPr>
      <w:r w:rsidRPr="00804087">
        <w:rPr>
          <w:b/>
          <w:szCs w:val="24"/>
        </w:rPr>
        <w:t>PAGALBA DUOMENŲ VALDYTOJUI</w:t>
      </w:r>
    </w:p>
    <w:p w14:paraId="19D51D3D" w14:textId="77777777" w:rsidR="00E9697F" w:rsidRPr="00804087" w:rsidRDefault="00E9697F" w:rsidP="00E9697F">
      <w:pPr>
        <w:pStyle w:val="Sraopastraipa"/>
        <w:tabs>
          <w:tab w:val="left" w:pos="567"/>
        </w:tabs>
        <w:ind w:left="0"/>
        <w:jc w:val="center"/>
        <w:rPr>
          <w:b/>
          <w:szCs w:val="24"/>
        </w:rPr>
      </w:pPr>
    </w:p>
    <w:p w14:paraId="1FCF5BEB" w14:textId="77777777" w:rsidR="00E9697F" w:rsidRPr="00804087" w:rsidRDefault="00E9697F" w:rsidP="001129AC">
      <w:pPr>
        <w:pStyle w:val="Sraopastraipa"/>
        <w:widowControl w:val="0"/>
        <w:numPr>
          <w:ilvl w:val="0"/>
          <w:numId w:val="22"/>
        </w:numPr>
        <w:tabs>
          <w:tab w:val="left" w:pos="993"/>
        </w:tabs>
        <w:kinsoku w:val="0"/>
        <w:spacing w:after="0" w:line="240" w:lineRule="auto"/>
        <w:ind w:left="0" w:firstLine="567"/>
        <w:rPr>
          <w:bCs/>
          <w:szCs w:val="24"/>
        </w:rPr>
      </w:pPr>
      <w:r w:rsidRPr="00804087">
        <w:rPr>
          <w:bCs/>
          <w:szCs w:val="24"/>
        </w:rPr>
        <w:t xml:space="preserve">Atsižvelgdamas į tvarkymo pobūdį, Duomenų tvarkytojas, kiek tai įmanoma, padeda Duomenų valdytojui tinkamomis techninėmis ir organizacinėmis priemonėmis įvykdyti Duomenų valdytojo prievoles atsakyti į prašymus naudotis duomenų subjekto teisėmis, nustatytomis </w:t>
      </w:r>
      <w:r w:rsidRPr="00804087">
        <w:rPr>
          <w:color w:val="000000"/>
          <w:szCs w:val="24"/>
        </w:rPr>
        <w:t xml:space="preserve">Reglamento (ES) 2016/679 </w:t>
      </w:r>
      <w:r w:rsidRPr="00804087">
        <w:rPr>
          <w:bCs/>
          <w:szCs w:val="24"/>
        </w:rPr>
        <w:t>III skyriuje. Tai reiškia, kad Duomenų tvarkytojas, kiek tai įmanoma, padeda Duomenų valdytojui, kad Duomenų valdytojas įgyvendintų:</w:t>
      </w:r>
    </w:p>
    <w:p w14:paraId="71060708" w14:textId="77777777" w:rsidR="00E9697F" w:rsidRPr="00804087" w:rsidRDefault="00E9697F" w:rsidP="001129AC">
      <w:pPr>
        <w:pStyle w:val="Sraopastraipa"/>
        <w:widowControl w:val="0"/>
        <w:numPr>
          <w:ilvl w:val="1"/>
          <w:numId w:val="22"/>
        </w:numPr>
        <w:tabs>
          <w:tab w:val="left" w:pos="993"/>
        </w:tabs>
        <w:kinsoku w:val="0"/>
        <w:spacing w:after="0" w:line="240" w:lineRule="auto"/>
        <w:ind w:left="0" w:firstLine="567"/>
        <w:rPr>
          <w:bCs/>
          <w:szCs w:val="24"/>
        </w:rPr>
      </w:pPr>
      <w:r w:rsidRPr="00804087">
        <w:rPr>
          <w:bCs/>
          <w:szCs w:val="24"/>
        </w:rPr>
        <w:t>teisę gauti informaciją apie asmens duomenų tvarkymą;</w:t>
      </w:r>
    </w:p>
    <w:p w14:paraId="0F48B4BF" w14:textId="77777777" w:rsidR="00E9697F" w:rsidRPr="00804087" w:rsidRDefault="00E9697F" w:rsidP="001129AC">
      <w:pPr>
        <w:pStyle w:val="Sraopastraipa"/>
        <w:widowControl w:val="0"/>
        <w:numPr>
          <w:ilvl w:val="1"/>
          <w:numId w:val="22"/>
        </w:numPr>
        <w:tabs>
          <w:tab w:val="left" w:pos="993"/>
        </w:tabs>
        <w:kinsoku w:val="0"/>
        <w:spacing w:after="0" w:line="240" w:lineRule="auto"/>
        <w:ind w:left="0" w:firstLine="567"/>
        <w:rPr>
          <w:bCs/>
          <w:szCs w:val="24"/>
        </w:rPr>
      </w:pPr>
      <w:r w:rsidRPr="00804087">
        <w:rPr>
          <w:bCs/>
          <w:szCs w:val="24"/>
        </w:rPr>
        <w:t>teisę susipažinti su asmens duomenimis;</w:t>
      </w:r>
    </w:p>
    <w:p w14:paraId="734ABA28" w14:textId="77777777" w:rsidR="00E9697F" w:rsidRPr="00804087" w:rsidRDefault="00E9697F" w:rsidP="001129AC">
      <w:pPr>
        <w:pStyle w:val="Sraopastraipa"/>
        <w:widowControl w:val="0"/>
        <w:numPr>
          <w:ilvl w:val="1"/>
          <w:numId w:val="22"/>
        </w:numPr>
        <w:tabs>
          <w:tab w:val="left" w:pos="993"/>
        </w:tabs>
        <w:kinsoku w:val="0"/>
        <w:spacing w:after="0" w:line="240" w:lineRule="auto"/>
        <w:ind w:left="0" w:firstLine="567"/>
        <w:rPr>
          <w:bCs/>
          <w:szCs w:val="24"/>
        </w:rPr>
      </w:pPr>
      <w:r w:rsidRPr="00804087">
        <w:rPr>
          <w:bCs/>
          <w:szCs w:val="24"/>
        </w:rPr>
        <w:t>teisę reikalauti ištaisyti asmens duomenis;</w:t>
      </w:r>
    </w:p>
    <w:p w14:paraId="14D48845" w14:textId="77777777" w:rsidR="00E9697F" w:rsidRPr="00804087" w:rsidRDefault="00E9697F" w:rsidP="001129AC">
      <w:pPr>
        <w:pStyle w:val="Sraopastraipa"/>
        <w:widowControl w:val="0"/>
        <w:numPr>
          <w:ilvl w:val="1"/>
          <w:numId w:val="22"/>
        </w:numPr>
        <w:tabs>
          <w:tab w:val="left" w:pos="993"/>
        </w:tabs>
        <w:kinsoku w:val="0"/>
        <w:spacing w:after="0" w:line="240" w:lineRule="auto"/>
        <w:ind w:left="0" w:firstLine="567"/>
        <w:rPr>
          <w:bCs/>
          <w:szCs w:val="24"/>
        </w:rPr>
      </w:pPr>
      <w:r w:rsidRPr="00804087">
        <w:rPr>
          <w:bCs/>
          <w:szCs w:val="24"/>
        </w:rPr>
        <w:t>teisę reikalauti ištrinti asmens duomenis („teisę būti pamirštam“);</w:t>
      </w:r>
    </w:p>
    <w:p w14:paraId="387C7CBC" w14:textId="77777777" w:rsidR="00E9697F" w:rsidRPr="00804087" w:rsidRDefault="00E9697F" w:rsidP="001129AC">
      <w:pPr>
        <w:pStyle w:val="Sraopastraipa"/>
        <w:widowControl w:val="0"/>
        <w:numPr>
          <w:ilvl w:val="1"/>
          <w:numId w:val="22"/>
        </w:numPr>
        <w:tabs>
          <w:tab w:val="left" w:pos="993"/>
        </w:tabs>
        <w:kinsoku w:val="0"/>
        <w:spacing w:after="0" w:line="240" w:lineRule="auto"/>
        <w:ind w:left="0" w:firstLine="567"/>
        <w:rPr>
          <w:bCs/>
          <w:szCs w:val="24"/>
        </w:rPr>
      </w:pPr>
      <w:r w:rsidRPr="00804087">
        <w:rPr>
          <w:bCs/>
          <w:szCs w:val="24"/>
        </w:rPr>
        <w:t>teisę apriboti asmens duomenų tvarkymą;</w:t>
      </w:r>
    </w:p>
    <w:p w14:paraId="1AC9FE95" w14:textId="77777777" w:rsidR="00E9697F" w:rsidRPr="00804087" w:rsidRDefault="00E9697F" w:rsidP="001129AC">
      <w:pPr>
        <w:pStyle w:val="Sraopastraipa"/>
        <w:widowControl w:val="0"/>
        <w:numPr>
          <w:ilvl w:val="1"/>
          <w:numId w:val="22"/>
        </w:numPr>
        <w:tabs>
          <w:tab w:val="left" w:pos="993"/>
        </w:tabs>
        <w:kinsoku w:val="0"/>
        <w:spacing w:after="0" w:line="240" w:lineRule="auto"/>
        <w:ind w:left="0" w:firstLine="567"/>
        <w:rPr>
          <w:bCs/>
          <w:szCs w:val="24"/>
        </w:rPr>
      </w:pPr>
      <w:r w:rsidRPr="00804087">
        <w:rPr>
          <w:bCs/>
          <w:szCs w:val="24"/>
        </w:rPr>
        <w:t>teisę į asmens duomenų perkeliamumą;</w:t>
      </w:r>
    </w:p>
    <w:p w14:paraId="52385C24" w14:textId="77777777" w:rsidR="00E9697F" w:rsidRPr="00804087" w:rsidRDefault="00E9697F" w:rsidP="001129AC">
      <w:pPr>
        <w:pStyle w:val="Sraopastraipa"/>
        <w:widowControl w:val="0"/>
        <w:numPr>
          <w:ilvl w:val="1"/>
          <w:numId w:val="22"/>
        </w:numPr>
        <w:tabs>
          <w:tab w:val="left" w:pos="993"/>
        </w:tabs>
        <w:kinsoku w:val="0"/>
        <w:spacing w:after="0" w:line="240" w:lineRule="auto"/>
        <w:ind w:left="0" w:firstLine="567"/>
        <w:rPr>
          <w:bCs/>
          <w:szCs w:val="24"/>
        </w:rPr>
      </w:pPr>
      <w:r w:rsidRPr="00804087">
        <w:rPr>
          <w:bCs/>
          <w:szCs w:val="24"/>
        </w:rPr>
        <w:t>teisę nesutikti su asmens duomenų tvarkymu.</w:t>
      </w:r>
    </w:p>
    <w:p w14:paraId="5733ABE4" w14:textId="77777777" w:rsidR="00E9697F" w:rsidRPr="00804087" w:rsidRDefault="00E9697F" w:rsidP="001129AC">
      <w:pPr>
        <w:pStyle w:val="Sraopastraipa"/>
        <w:widowControl w:val="0"/>
        <w:numPr>
          <w:ilvl w:val="0"/>
          <w:numId w:val="22"/>
        </w:numPr>
        <w:tabs>
          <w:tab w:val="left" w:pos="993"/>
        </w:tabs>
        <w:kinsoku w:val="0"/>
        <w:spacing w:after="0" w:line="240" w:lineRule="auto"/>
        <w:ind w:left="0" w:firstLine="567"/>
        <w:rPr>
          <w:bCs/>
          <w:szCs w:val="24"/>
        </w:rPr>
      </w:pPr>
      <w:r w:rsidRPr="00804087">
        <w:rPr>
          <w:bCs/>
          <w:szCs w:val="24"/>
        </w:rPr>
        <w:t>Be Duomenų tvarkytojo prievolės padėti Duomenų valdytojui pagal Susitarimo 13 punktą, Duomenų tvarkytojas, atsižvelgdamas į tvarkymo pobūdį ir Duomenų tvarkytojui prieinamą informaciją, taip pat padeda Duomenų valdytojui užtikrinti:</w:t>
      </w:r>
    </w:p>
    <w:p w14:paraId="7456295C" w14:textId="77777777" w:rsidR="00E9697F" w:rsidRPr="00804087" w:rsidRDefault="00E9697F" w:rsidP="001129AC">
      <w:pPr>
        <w:pStyle w:val="Sraopastraipa"/>
        <w:widowControl w:val="0"/>
        <w:numPr>
          <w:ilvl w:val="1"/>
          <w:numId w:val="22"/>
        </w:numPr>
        <w:tabs>
          <w:tab w:val="left" w:pos="993"/>
        </w:tabs>
        <w:kinsoku w:val="0"/>
        <w:spacing w:after="0" w:line="240" w:lineRule="auto"/>
        <w:ind w:left="0" w:firstLine="567"/>
        <w:rPr>
          <w:bCs/>
          <w:szCs w:val="24"/>
        </w:rPr>
      </w:pPr>
      <w:r w:rsidRPr="00804087">
        <w:rPr>
          <w:bCs/>
          <w:szCs w:val="24"/>
        </w:rPr>
        <w:t xml:space="preserve">Duomenų valdytojo pareigą nedelsiant ir, jei įmanoma, ne vėliau kaip per 72 valandas po to, </w:t>
      </w:r>
      <w:r w:rsidRPr="00804087">
        <w:rPr>
          <w:bCs/>
          <w:szCs w:val="24"/>
        </w:rPr>
        <w:lastRenderedPageBreak/>
        <w:t xml:space="preserve">kai apie tai sužinojo, pranešti apie asmens duomenų saugumo pažeidimą kompetentingai priežiūros institucijai </w:t>
      </w:r>
      <w:r w:rsidRPr="00804087">
        <w:rPr>
          <w:szCs w:val="24"/>
        </w:rPr>
        <w:t>–</w:t>
      </w:r>
      <w:r w:rsidRPr="00804087">
        <w:rPr>
          <w:bCs/>
          <w:szCs w:val="24"/>
        </w:rPr>
        <w:t xml:space="preserve"> Valstybinei duomenų apsaugos inspekcijai, </w:t>
      </w:r>
      <w:r w:rsidRPr="00804087">
        <w:rPr>
          <w:szCs w:val="24"/>
          <w:shd w:val="clear" w:color="auto" w:fill="FFFFFF"/>
        </w:rPr>
        <w:t>nebent asmens duomenų saugumo pažeidimas neturėtų kelti pavojaus fizinių asmenų teisėms ir laisvėms;</w:t>
      </w:r>
    </w:p>
    <w:p w14:paraId="287D9EF7" w14:textId="77777777" w:rsidR="00E9697F" w:rsidRPr="00804087" w:rsidRDefault="00E9697F" w:rsidP="001129AC">
      <w:pPr>
        <w:pStyle w:val="Sraopastraipa"/>
        <w:widowControl w:val="0"/>
        <w:numPr>
          <w:ilvl w:val="1"/>
          <w:numId w:val="22"/>
        </w:numPr>
        <w:tabs>
          <w:tab w:val="left" w:pos="993"/>
        </w:tabs>
        <w:kinsoku w:val="0"/>
        <w:spacing w:after="0" w:line="240" w:lineRule="auto"/>
        <w:ind w:left="0" w:firstLine="567"/>
        <w:rPr>
          <w:bCs/>
          <w:szCs w:val="24"/>
        </w:rPr>
      </w:pPr>
      <w:r w:rsidRPr="00804087">
        <w:rPr>
          <w:bCs/>
          <w:szCs w:val="24"/>
        </w:rPr>
        <w:t>Duomenų valdytojo pareigą nedelsiant pranešti duomenų subjektui apie asmens duomenų pažeidimą, kai asmens duomenų pažeidimas gali sukelti didelę riziką fizinių asmenų teisėms ir laisvėms;</w:t>
      </w:r>
    </w:p>
    <w:p w14:paraId="76483CF9" w14:textId="77777777" w:rsidR="00E9697F" w:rsidRPr="00804087" w:rsidRDefault="00E9697F" w:rsidP="001129AC">
      <w:pPr>
        <w:pStyle w:val="Sraopastraipa"/>
        <w:widowControl w:val="0"/>
        <w:numPr>
          <w:ilvl w:val="1"/>
          <w:numId w:val="22"/>
        </w:numPr>
        <w:tabs>
          <w:tab w:val="left" w:pos="993"/>
        </w:tabs>
        <w:kinsoku w:val="0"/>
        <w:spacing w:after="0" w:line="240" w:lineRule="auto"/>
        <w:ind w:left="0" w:firstLine="567"/>
        <w:rPr>
          <w:bCs/>
          <w:szCs w:val="24"/>
        </w:rPr>
      </w:pPr>
      <w:r w:rsidRPr="00804087">
        <w:rPr>
          <w:bCs/>
          <w:szCs w:val="24"/>
        </w:rPr>
        <w:t>Duomenų valdytojo pareigą atlikti numatytų asmens duomenų tvarkymo operacijų poveikio duomenų apsaugai vertinimą;</w:t>
      </w:r>
    </w:p>
    <w:p w14:paraId="4C581517" w14:textId="77777777" w:rsidR="00E9697F" w:rsidRPr="00804087" w:rsidRDefault="00E9697F" w:rsidP="001129AC">
      <w:pPr>
        <w:pStyle w:val="Sraopastraipa"/>
        <w:widowControl w:val="0"/>
        <w:numPr>
          <w:ilvl w:val="1"/>
          <w:numId w:val="22"/>
        </w:numPr>
        <w:tabs>
          <w:tab w:val="left" w:pos="993"/>
        </w:tabs>
        <w:kinsoku w:val="0"/>
        <w:spacing w:after="0" w:line="240" w:lineRule="auto"/>
        <w:ind w:left="0" w:firstLine="567"/>
        <w:rPr>
          <w:bCs/>
          <w:szCs w:val="24"/>
        </w:rPr>
      </w:pPr>
      <w:r w:rsidRPr="00804087">
        <w:rPr>
          <w:bCs/>
          <w:szCs w:val="24"/>
        </w:rPr>
        <w:t>Duomenų valdytojo pareigą konsultuotis su kompetentinga priežiūros institucija prieš pradedant duomenų tvarkymą, jei poveikio duomenų apsaugos vertinimas rodo, kad duomenų tvarkymas sukeltų didelę riziką, jei Duomenų valdytojas nesiimtų priemonių tai rizikai sumažinti.</w:t>
      </w:r>
    </w:p>
    <w:p w14:paraId="6A2DFE47" w14:textId="77777777" w:rsidR="00E9697F" w:rsidRPr="00804087" w:rsidRDefault="00E9697F" w:rsidP="001129AC">
      <w:pPr>
        <w:pStyle w:val="Sraopastraipa"/>
        <w:widowControl w:val="0"/>
        <w:numPr>
          <w:ilvl w:val="0"/>
          <w:numId w:val="22"/>
        </w:numPr>
        <w:tabs>
          <w:tab w:val="left" w:pos="993"/>
        </w:tabs>
        <w:kinsoku w:val="0"/>
        <w:spacing w:after="0" w:line="240" w:lineRule="auto"/>
        <w:ind w:left="0" w:firstLine="567"/>
        <w:rPr>
          <w:bCs/>
          <w:szCs w:val="24"/>
        </w:rPr>
      </w:pPr>
      <w:r w:rsidRPr="00804087">
        <w:rPr>
          <w:bCs/>
          <w:szCs w:val="24"/>
        </w:rPr>
        <w:t>Šalys Susitarimo 3 priede nustato tinkamas technines ir organizacines priemones, kurias naudojant Duomenų tvarkytojas privalo padėti Duomenų valdytojui, taip pat reikalingos pagalbos apimtį ir mastą. Tai taikoma prievolėms, nurodytoms Susitarimo 23 punkte.</w:t>
      </w:r>
    </w:p>
    <w:p w14:paraId="0180CB5B" w14:textId="77777777" w:rsidR="00E9697F" w:rsidRPr="00804087" w:rsidRDefault="00E9697F" w:rsidP="00E9697F">
      <w:pPr>
        <w:pStyle w:val="Sraopastraipa"/>
        <w:widowControl w:val="0"/>
        <w:tabs>
          <w:tab w:val="left" w:pos="993"/>
        </w:tabs>
        <w:kinsoku w:val="0"/>
        <w:ind w:left="567"/>
        <w:rPr>
          <w:szCs w:val="24"/>
        </w:rPr>
      </w:pPr>
    </w:p>
    <w:p w14:paraId="45060234" w14:textId="77777777" w:rsidR="00E9697F" w:rsidRPr="00804087" w:rsidRDefault="00E9697F" w:rsidP="00E9697F">
      <w:pPr>
        <w:pStyle w:val="Sraopastraipa"/>
        <w:tabs>
          <w:tab w:val="left" w:pos="567"/>
        </w:tabs>
        <w:ind w:left="0"/>
        <w:jc w:val="center"/>
        <w:rPr>
          <w:b/>
          <w:szCs w:val="24"/>
        </w:rPr>
      </w:pPr>
      <w:r w:rsidRPr="00804087">
        <w:rPr>
          <w:b/>
          <w:szCs w:val="24"/>
        </w:rPr>
        <w:t>IX SKYRIUS</w:t>
      </w:r>
    </w:p>
    <w:p w14:paraId="128F5BD0" w14:textId="77777777" w:rsidR="00E9697F" w:rsidRPr="00804087" w:rsidRDefault="00E9697F" w:rsidP="00E9697F">
      <w:pPr>
        <w:pStyle w:val="Sraopastraipa"/>
        <w:tabs>
          <w:tab w:val="left" w:pos="567"/>
        </w:tabs>
        <w:ind w:left="0"/>
        <w:jc w:val="center"/>
        <w:rPr>
          <w:b/>
          <w:szCs w:val="24"/>
        </w:rPr>
      </w:pPr>
      <w:r w:rsidRPr="00804087">
        <w:rPr>
          <w:b/>
          <w:szCs w:val="24"/>
        </w:rPr>
        <w:t>PRANEŠIMAS APIE ASMENS DUOMENŲ SAUGUMO PAŽEIDIMĄ</w:t>
      </w:r>
    </w:p>
    <w:p w14:paraId="20C1EE1E" w14:textId="77777777" w:rsidR="00E9697F" w:rsidRPr="00804087" w:rsidRDefault="00E9697F" w:rsidP="00E9697F">
      <w:pPr>
        <w:pStyle w:val="Sraopastraipa"/>
        <w:tabs>
          <w:tab w:val="left" w:pos="567"/>
        </w:tabs>
        <w:ind w:left="0"/>
        <w:rPr>
          <w:szCs w:val="24"/>
        </w:rPr>
      </w:pPr>
    </w:p>
    <w:p w14:paraId="4AD8A72D" w14:textId="77777777" w:rsidR="00E9697F" w:rsidRPr="00804087" w:rsidRDefault="00E9697F" w:rsidP="001129AC">
      <w:pPr>
        <w:pStyle w:val="Sraopastraipa"/>
        <w:widowControl w:val="0"/>
        <w:numPr>
          <w:ilvl w:val="0"/>
          <w:numId w:val="22"/>
        </w:numPr>
        <w:tabs>
          <w:tab w:val="left" w:pos="993"/>
        </w:tabs>
        <w:kinsoku w:val="0"/>
        <w:spacing w:after="0" w:line="240" w:lineRule="auto"/>
        <w:ind w:left="0" w:firstLine="567"/>
        <w:rPr>
          <w:bCs/>
          <w:szCs w:val="24"/>
        </w:rPr>
      </w:pPr>
      <w:r w:rsidRPr="00804087">
        <w:rPr>
          <w:bCs/>
          <w:szCs w:val="24"/>
        </w:rPr>
        <w:t>Duomenų</w:t>
      </w:r>
      <w:r w:rsidRPr="00804087">
        <w:rPr>
          <w:szCs w:val="24"/>
          <w:shd w:val="clear" w:color="auto" w:fill="FFFFFF"/>
        </w:rPr>
        <w:t xml:space="preserve"> tvarkytojas, sužinojęs apie asmens duomenų saugumo pažeidimą, nedelsdamas apie tai praneša Duomenų valdytojui. </w:t>
      </w:r>
      <w:r w:rsidRPr="00804087">
        <w:rPr>
          <w:bCs/>
          <w:szCs w:val="24"/>
        </w:rPr>
        <w:t>Duomenų tvarkytojas praneša Duomenų valdytojui, jei įmanoma, per 24 valandas</w:t>
      </w:r>
      <w:r w:rsidRPr="00804087">
        <w:rPr>
          <w:bCs/>
          <w:i/>
          <w:iCs/>
          <w:szCs w:val="24"/>
        </w:rPr>
        <w:t xml:space="preserve"> </w:t>
      </w:r>
      <w:r w:rsidRPr="00804087">
        <w:rPr>
          <w:bCs/>
          <w:szCs w:val="24"/>
        </w:rPr>
        <w:t xml:space="preserve">nuo momento, kai Duomenų tvarkytojas sužinojo apie asmens duomenų saugumo pažeidimą, kad Duomenų valdytojas galėtų įvykdyti Duomenų valdytojo pareigą pranešti apie asmens duomenų saugumo pažeidimą kompetentingai priežiūros institucijai pagal </w:t>
      </w:r>
      <w:r w:rsidRPr="00804087">
        <w:rPr>
          <w:color w:val="000000"/>
          <w:szCs w:val="24"/>
        </w:rPr>
        <w:t xml:space="preserve">Reglamento (ES) 2016/679 </w:t>
      </w:r>
      <w:r w:rsidRPr="00804087">
        <w:rPr>
          <w:bCs/>
          <w:szCs w:val="24"/>
        </w:rPr>
        <w:t>33 straipsnį.</w:t>
      </w:r>
    </w:p>
    <w:p w14:paraId="74923E9D" w14:textId="77777777" w:rsidR="00E9697F" w:rsidRPr="00804087" w:rsidRDefault="00E9697F" w:rsidP="001129AC">
      <w:pPr>
        <w:pStyle w:val="Sraopastraipa"/>
        <w:widowControl w:val="0"/>
        <w:numPr>
          <w:ilvl w:val="0"/>
          <w:numId w:val="22"/>
        </w:numPr>
        <w:tabs>
          <w:tab w:val="left" w:pos="993"/>
        </w:tabs>
        <w:kinsoku w:val="0"/>
        <w:spacing w:after="0" w:line="240" w:lineRule="auto"/>
        <w:ind w:left="0" w:firstLine="567"/>
        <w:rPr>
          <w:bCs/>
          <w:szCs w:val="24"/>
        </w:rPr>
      </w:pPr>
      <w:r w:rsidRPr="00804087">
        <w:rPr>
          <w:bCs/>
          <w:szCs w:val="24"/>
        </w:rPr>
        <w:t xml:space="preserve">Susitarimo 23.1 punkte nurodyta Duomenų tvarkytojo pareiga padėti Duomenų valdytojui pranešti kompetentingai priežiūros institucijai apie asmens duomenų pažeidimą reiškia, kad Duomenų tvarkytojas privalo Duomenų valdytojui padėti gauti toliau išvardytą informaciją, kuri, remiantis </w:t>
      </w:r>
      <w:r w:rsidRPr="00804087">
        <w:rPr>
          <w:color w:val="000000"/>
          <w:szCs w:val="24"/>
        </w:rPr>
        <w:t xml:space="preserve">Reglamento (ES) 2016/679 </w:t>
      </w:r>
      <w:r w:rsidRPr="00804087">
        <w:rPr>
          <w:bCs/>
          <w:szCs w:val="24"/>
        </w:rPr>
        <w:t>33 straipsnio 3 dalimi, turi būti nurodyta Duomenų valdytojo pranešime kompetentingai priežiūros institucijai:</w:t>
      </w:r>
    </w:p>
    <w:p w14:paraId="29790200" w14:textId="77777777" w:rsidR="00E9697F" w:rsidRPr="00804087" w:rsidRDefault="00E9697F" w:rsidP="001129AC">
      <w:pPr>
        <w:pStyle w:val="Sraopastraipa"/>
        <w:widowControl w:val="0"/>
        <w:numPr>
          <w:ilvl w:val="1"/>
          <w:numId w:val="22"/>
        </w:numPr>
        <w:tabs>
          <w:tab w:val="left" w:pos="993"/>
        </w:tabs>
        <w:kinsoku w:val="0"/>
        <w:spacing w:after="0" w:line="240" w:lineRule="auto"/>
        <w:ind w:left="0" w:firstLine="567"/>
        <w:rPr>
          <w:bCs/>
          <w:szCs w:val="24"/>
        </w:rPr>
      </w:pPr>
      <w:r w:rsidRPr="00804087">
        <w:rPr>
          <w:bCs/>
          <w:szCs w:val="24"/>
        </w:rPr>
        <w:t>asmens duomenų saugumo pažeidimo pobūdis, įskaitant, jei įmanoma, atitinkamų duomenų subjektų kategorijas ir apytikslį jų skaičių bei atitinkamų asmens duomenų įrašų kategorijas ir apytikslį jų skaičių;</w:t>
      </w:r>
    </w:p>
    <w:p w14:paraId="224E824F" w14:textId="77777777" w:rsidR="00E9697F" w:rsidRPr="00804087" w:rsidRDefault="00E9697F" w:rsidP="001129AC">
      <w:pPr>
        <w:pStyle w:val="Sraopastraipa"/>
        <w:widowControl w:val="0"/>
        <w:numPr>
          <w:ilvl w:val="1"/>
          <w:numId w:val="22"/>
        </w:numPr>
        <w:tabs>
          <w:tab w:val="left" w:pos="993"/>
        </w:tabs>
        <w:kinsoku w:val="0"/>
        <w:spacing w:after="0" w:line="240" w:lineRule="auto"/>
        <w:ind w:left="0" w:firstLine="567"/>
        <w:rPr>
          <w:bCs/>
          <w:szCs w:val="24"/>
        </w:rPr>
      </w:pPr>
      <w:r w:rsidRPr="00804087">
        <w:rPr>
          <w:bCs/>
          <w:szCs w:val="24"/>
        </w:rPr>
        <w:t>tikėtinos asmens duomenų saugumo pažeidimo pasekmės;</w:t>
      </w:r>
    </w:p>
    <w:p w14:paraId="38E9CF0A" w14:textId="77777777" w:rsidR="00E9697F" w:rsidRPr="00804087" w:rsidRDefault="00E9697F" w:rsidP="001129AC">
      <w:pPr>
        <w:pStyle w:val="Sraopastraipa"/>
        <w:widowControl w:val="0"/>
        <w:numPr>
          <w:ilvl w:val="1"/>
          <w:numId w:val="22"/>
        </w:numPr>
        <w:tabs>
          <w:tab w:val="left" w:pos="993"/>
        </w:tabs>
        <w:kinsoku w:val="0"/>
        <w:spacing w:after="0" w:line="240" w:lineRule="auto"/>
        <w:ind w:left="0" w:firstLine="567"/>
        <w:rPr>
          <w:bCs/>
          <w:szCs w:val="24"/>
        </w:rPr>
      </w:pPr>
      <w:r w:rsidRPr="00804087">
        <w:rPr>
          <w:bCs/>
          <w:szCs w:val="24"/>
        </w:rPr>
        <w:t>priemonės, kurių ėmėsi ar siūlo imtis Duomenų valdytojas asmens duomenų pažeidimui pašalinti, įskaitant, jei reikia, priemones, skirtas sušvelninti galimą neigiamą pažeidimo poveikį;</w:t>
      </w:r>
    </w:p>
    <w:p w14:paraId="7CB89144" w14:textId="77777777" w:rsidR="00E9697F" w:rsidRPr="00804087" w:rsidRDefault="00E9697F" w:rsidP="001129AC">
      <w:pPr>
        <w:pStyle w:val="Sraopastraipa"/>
        <w:widowControl w:val="0"/>
        <w:numPr>
          <w:ilvl w:val="1"/>
          <w:numId w:val="22"/>
        </w:numPr>
        <w:tabs>
          <w:tab w:val="left" w:pos="993"/>
        </w:tabs>
        <w:kinsoku w:val="0"/>
        <w:spacing w:after="0" w:line="240" w:lineRule="auto"/>
        <w:ind w:left="0" w:firstLine="567"/>
        <w:rPr>
          <w:bCs/>
          <w:szCs w:val="24"/>
        </w:rPr>
      </w:pPr>
      <w:r w:rsidRPr="00804087">
        <w:rPr>
          <w:bCs/>
          <w:szCs w:val="24"/>
        </w:rPr>
        <w:t>bet</w:t>
      </w:r>
      <w:r w:rsidRPr="00804087">
        <w:rPr>
          <w:szCs w:val="24"/>
        </w:rPr>
        <w:t xml:space="preserve"> kokia kita reikšminga informacija, kuri yra ar gali būti reikalinga Duomenų valdytojui rengiant pranešimą arba atsakant į papildomus su asmens duomenų saugumo pažeidimu susijusius </w:t>
      </w:r>
      <w:r w:rsidRPr="00804087">
        <w:rPr>
          <w:bCs/>
          <w:szCs w:val="24"/>
        </w:rPr>
        <w:t xml:space="preserve">kompetentingos priežiūros institucijos </w:t>
      </w:r>
      <w:r w:rsidRPr="00804087">
        <w:rPr>
          <w:szCs w:val="24"/>
        </w:rPr>
        <w:t>raštus</w:t>
      </w:r>
      <w:r w:rsidRPr="00804087">
        <w:rPr>
          <w:bCs/>
          <w:szCs w:val="24"/>
        </w:rPr>
        <w:t>.</w:t>
      </w:r>
    </w:p>
    <w:p w14:paraId="4FA9C75A" w14:textId="77777777" w:rsidR="00E9697F" w:rsidRPr="00804087" w:rsidRDefault="00E9697F" w:rsidP="001129AC">
      <w:pPr>
        <w:pStyle w:val="Sraopastraipa"/>
        <w:widowControl w:val="0"/>
        <w:numPr>
          <w:ilvl w:val="0"/>
          <w:numId w:val="22"/>
        </w:numPr>
        <w:tabs>
          <w:tab w:val="left" w:pos="993"/>
        </w:tabs>
        <w:kinsoku w:val="0"/>
        <w:spacing w:after="0" w:line="240" w:lineRule="auto"/>
        <w:ind w:left="0" w:firstLine="567"/>
        <w:rPr>
          <w:bCs/>
          <w:szCs w:val="24"/>
        </w:rPr>
      </w:pPr>
      <w:r w:rsidRPr="00804087">
        <w:rPr>
          <w:bCs/>
          <w:szCs w:val="24"/>
        </w:rPr>
        <w:t>Šalys Susitarimo 3 priede apibrėžia visus elementus, kuriuos turi pateikti Duomenų tvarkytojas, padėdamas Duomenų valdytojui pranešti kompetentingai priežiūros institucijai apie asmens duomenų saugumo pažeidimą. Jei Duomenų tvarkytojas Duomenų valdytojui pateikia ne visą informaciją apie asmens duomenų saugumo pažeidimą arba vėliau paaiškėja papildoma informacija, Duomenų tvarkytojas privalo nedelsdamas, bet ne vėliau kaip per 24 valandas nuo naujos informacijos sužinojimo momento, pateikti papildomą pranešimą Duomenų valdytojui, nurodydamas visą trūkstamą informaciją.</w:t>
      </w:r>
    </w:p>
    <w:p w14:paraId="3F51A608" w14:textId="77777777" w:rsidR="00E9697F" w:rsidRPr="00804087" w:rsidRDefault="00E9697F" w:rsidP="001129AC">
      <w:pPr>
        <w:pStyle w:val="Sraopastraipa"/>
        <w:widowControl w:val="0"/>
        <w:numPr>
          <w:ilvl w:val="0"/>
          <w:numId w:val="22"/>
        </w:numPr>
        <w:tabs>
          <w:tab w:val="left" w:pos="993"/>
        </w:tabs>
        <w:kinsoku w:val="0"/>
        <w:spacing w:after="0" w:line="240" w:lineRule="auto"/>
        <w:ind w:left="0" w:firstLine="567"/>
        <w:rPr>
          <w:bCs/>
          <w:szCs w:val="24"/>
        </w:rPr>
      </w:pPr>
      <w:r w:rsidRPr="00804087">
        <w:rPr>
          <w:bCs/>
          <w:szCs w:val="24"/>
        </w:rPr>
        <w:t xml:space="preserve">Duomenų tvarkytojas Duomenų valdytojo prašymu papildomai prie Susitarimo 26 ir 27 punktuose nurodytos informacijos pateikia </w:t>
      </w:r>
      <w:r w:rsidRPr="00804087">
        <w:rPr>
          <w:iCs/>
          <w:szCs w:val="24"/>
        </w:rPr>
        <w:t>dokumentų, pavyzdžiui, pagrindžiančių atliktus veiksmus, taikytas priemones ar atliktus vidinius patikrinimus ir jų išvadų, kopijas</w:t>
      </w:r>
      <w:r w:rsidRPr="00804087">
        <w:rPr>
          <w:bCs/>
          <w:szCs w:val="24"/>
        </w:rPr>
        <w:t>.</w:t>
      </w:r>
    </w:p>
    <w:p w14:paraId="3A5B4EAF" w14:textId="77777777" w:rsidR="00E9697F" w:rsidRPr="00804087" w:rsidRDefault="00E9697F" w:rsidP="00E9697F">
      <w:pPr>
        <w:pStyle w:val="Sraopastraipa"/>
        <w:widowControl w:val="0"/>
        <w:tabs>
          <w:tab w:val="left" w:pos="993"/>
        </w:tabs>
        <w:kinsoku w:val="0"/>
        <w:ind w:left="567"/>
        <w:rPr>
          <w:szCs w:val="24"/>
        </w:rPr>
      </w:pPr>
    </w:p>
    <w:p w14:paraId="5BE657E1" w14:textId="77777777" w:rsidR="00E9697F" w:rsidRPr="00804087" w:rsidRDefault="00E9697F" w:rsidP="00E9697F">
      <w:pPr>
        <w:pStyle w:val="Sraopastraipa"/>
        <w:tabs>
          <w:tab w:val="left" w:pos="567"/>
        </w:tabs>
        <w:ind w:left="0"/>
        <w:jc w:val="center"/>
        <w:rPr>
          <w:b/>
          <w:szCs w:val="24"/>
        </w:rPr>
      </w:pPr>
      <w:r w:rsidRPr="00804087">
        <w:rPr>
          <w:b/>
          <w:szCs w:val="24"/>
        </w:rPr>
        <w:t>X SKYRIUS</w:t>
      </w:r>
    </w:p>
    <w:p w14:paraId="2EC63771" w14:textId="77777777" w:rsidR="00E9697F" w:rsidRPr="00804087" w:rsidRDefault="00E9697F" w:rsidP="00E9697F">
      <w:pPr>
        <w:pStyle w:val="Sraopastraipa"/>
        <w:tabs>
          <w:tab w:val="left" w:pos="567"/>
        </w:tabs>
        <w:ind w:left="0"/>
        <w:jc w:val="center"/>
        <w:rPr>
          <w:b/>
          <w:szCs w:val="24"/>
        </w:rPr>
      </w:pPr>
      <w:r w:rsidRPr="00804087">
        <w:rPr>
          <w:b/>
          <w:szCs w:val="24"/>
        </w:rPr>
        <w:t>DUOMENŲ TRYNIMAS IR GRĄŽINIMAS</w:t>
      </w:r>
    </w:p>
    <w:p w14:paraId="0549C8B0" w14:textId="77777777" w:rsidR="00E9697F" w:rsidRPr="00804087" w:rsidRDefault="00E9697F" w:rsidP="00E9697F">
      <w:pPr>
        <w:pStyle w:val="Sraopastraipa"/>
        <w:tabs>
          <w:tab w:val="left" w:pos="567"/>
        </w:tabs>
        <w:ind w:left="0"/>
        <w:jc w:val="center"/>
        <w:rPr>
          <w:b/>
          <w:szCs w:val="24"/>
        </w:rPr>
      </w:pPr>
    </w:p>
    <w:p w14:paraId="7AA4CB38" w14:textId="77777777" w:rsidR="00E9697F" w:rsidRPr="00804087" w:rsidRDefault="00E9697F" w:rsidP="001129AC">
      <w:pPr>
        <w:pStyle w:val="Sraopastraipa"/>
        <w:widowControl w:val="0"/>
        <w:numPr>
          <w:ilvl w:val="0"/>
          <w:numId w:val="22"/>
        </w:numPr>
        <w:tabs>
          <w:tab w:val="left" w:pos="1134"/>
        </w:tabs>
        <w:kinsoku w:val="0"/>
        <w:spacing w:after="0" w:line="240" w:lineRule="auto"/>
        <w:ind w:left="0" w:firstLine="567"/>
        <w:rPr>
          <w:bCs/>
          <w:szCs w:val="24"/>
        </w:rPr>
      </w:pPr>
      <w:r w:rsidRPr="00804087">
        <w:rPr>
          <w:bCs/>
          <w:szCs w:val="24"/>
        </w:rPr>
        <w:t xml:space="preserve">Pasibaigus </w:t>
      </w:r>
      <w:r w:rsidRPr="00804087">
        <w:rPr>
          <w:szCs w:val="24"/>
        </w:rPr>
        <w:t xml:space="preserve">HDR programinės įrangos priežiūros </w:t>
      </w:r>
      <w:r w:rsidRPr="00804087">
        <w:rPr>
          <w:bCs/>
          <w:szCs w:val="24"/>
        </w:rPr>
        <w:t xml:space="preserve">paslaugų teikimui, Duomenų tvarkytojas privalo ištrinti visus asmens duomenis, tvarkomus Duomenų valdytojo vardu, ir patvirtinti Duomenų valdytojui, kad tai padarė, ir (arba) </w:t>
      </w:r>
      <w:r w:rsidRPr="00804087">
        <w:rPr>
          <w:bCs/>
          <w:i/>
          <w:iCs/>
          <w:szCs w:val="24"/>
        </w:rPr>
        <w:t xml:space="preserve">/ </w:t>
      </w:r>
      <w:r w:rsidRPr="00804087">
        <w:rPr>
          <w:bCs/>
          <w:szCs w:val="24"/>
        </w:rPr>
        <w:t>grąžinti visus asmens duomenis Duomenų valdytojui ir ištrinti esamas kopijas, nebent asmens duomenis reikia saugoti pagal Europos Sąjungos ar Lietuvos Respublikos teisės aktus.</w:t>
      </w:r>
    </w:p>
    <w:p w14:paraId="1F1527E5" w14:textId="77777777" w:rsidR="00E9697F" w:rsidRPr="00804087" w:rsidRDefault="00E9697F" w:rsidP="00E9697F">
      <w:pPr>
        <w:pStyle w:val="Sraopastraipa"/>
        <w:widowControl w:val="0"/>
        <w:tabs>
          <w:tab w:val="left" w:pos="993"/>
        </w:tabs>
        <w:kinsoku w:val="0"/>
        <w:ind w:left="567"/>
        <w:rPr>
          <w:szCs w:val="24"/>
        </w:rPr>
      </w:pPr>
    </w:p>
    <w:p w14:paraId="09A83C1C" w14:textId="77777777" w:rsidR="00E9697F" w:rsidRPr="00804087" w:rsidRDefault="00E9697F" w:rsidP="00E9697F">
      <w:pPr>
        <w:pStyle w:val="Sraopastraipa"/>
        <w:tabs>
          <w:tab w:val="left" w:pos="567"/>
        </w:tabs>
        <w:ind w:left="0"/>
        <w:jc w:val="center"/>
        <w:rPr>
          <w:b/>
          <w:szCs w:val="24"/>
        </w:rPr>
      </w:pPr>
      <w:r w:rsidRPr="00804087">
        <w:rPr>
          <w:b/>
          <w:szCs w:val="24"/>
        </w:rPr>
        <w:t>XI SKYRIUS</w:t>
      </w:r>
    </w:p>
    <w:p w14:paraId="1616AF54" w14:textId="77777777" w:rsidR="00E9697F" w:rsidRPr="00804087" w:rsidRDefault="00E9697F" w:rsidP="00E9697F">
      <w:pPr>
        <w:pStyle w:val="Sraopastraipa"/>
        <w:tabs>
          <w:tab w:val="left" w:pos="567"/>
        </w:tabs>
        <w:ind w:left="0"/>
        <w:jc w:val="center"/>
        <w:rPr>
          <w:b/>
          <w:szCs w:val="24"/>
        </w:rPr>
      </w:pPr>
      <w:r w:rsidRPr="00804087">
        <w:rPr>
          <w:b/>
          <w:szCs w:val="24"/>
        </w:rPr>
        <w:t>AUDITAS IR TIKRINIMAS</w:t>
      </w:r>
    </w:p>
    <w:p w14:paraId="7F50E2FB" w14:textId="77777777" w:rsidR="00E9697F" w:rsidRPr="00804087" w:rsidRDefault="00E9697F" w:rsidP="00E9697F">
      <w:pPr>
        <w:pStyle w:val="Sraopastraipa"/>
        <w:tabs>
          <w:tab w:val="left" w:pos="567"/>
        </w:tabs>
        <w:ind w:left="0"/>
        <w:rPr>
          <w:szCs w:val="24"/>
        </w:rPr>
      </w:pPr>
    </w:p>
    <w:p w14:paraId="5D20C399" w14:textId="7487768A" w:rsidR="00E9697F" w:rsidRPr="00804087" w:rsidRDefault="00E9697F" w:rsidP="001129AC">
      <w:pPr>
        <w:pStyle w:val="Sraopastraipa"/>
        <w:widowControl w:val="0"/>
        <w:numPr>
          <w:ilvl w:val="0"/>
          <w:numId w:val="22"/>
        </w:numPr>
        <w:tabs>
          <w:tab w:val="left" w:pos="1134"/>
        </w:tabs>
        <w:kinsoku w:val="0"/>
        <w:spacing w:after="0" w:line="240" w:lineRule="auto"/>
        <w:ind w:left="0" w:firstLine="567"/>
        <w:rPr>
          <w:szCs w:val="24"/>
        </w:rPr>
      </w:pPr>
      <w:r w:rsidRPr="00804087">
        <w:rPr>
          <w:szCs w:val="24"/>
        </w:rPr>
        <w:t xml:space="preserve">Duomenų tvarkytojas Duomenų valdytojui suteikia visą informaciją, reikalingą įrodyti, kad laikomasi </w:t>
      </w:r>
      <w:r w:rsidRPr="00804087">
        <w:rPr>
          <w:color w:val="000000"/>
          <w:szCs w:val="24"/>
        </w:rPr>
        <w:t xml:space="preserve">Reglamento (ES) 2016/679 </w:t>
      </w:r>
      <w:r w:rsidRPr="00804087">
        <w:rPr>
          <w:szCs w:val="24"/>
        </w:rPr>
        <w:t>28 straipsnyje ir Susitarime nustatytų pareigų, sudaro sąlygas ir padeda atlikti Duomenų valdytojui ar kitam Duomenų valdytojo įgaliotam auditoriui auditą, įskaitant patikrinimus</w:t>
      </w:r>
      <w:r w:rsidR="000374AC" w:rsidRPr="00804087">
        <w:rPr>
          <w:szCs w:val="24"/>
        </w:rPr>
        <w:t xml:space="preserve"> vietoje</w:t>
      </w:r>
      <w:r w:rsidRPr="00804087">
        <w:rPr>
          <w:szCs w:val="24"/>
        </w:rPr>
        <w:t>.</w:t>
      </w:r>
    </w:p>
    <w:p w14:paraId="4CFCADB5" w14:textId="77777777" w:rsidR="00E9697F" w:rsidRPr="00804087" w:rsidRDefault="00E9697F" w:rsidP="001129AC">
      <w:pPr>
        <w:pStyle w:val="Sraopastraipa"/>
        <w:widowControl w:val="0"/>
        <w:numPr>
          <w:ilvl w:val="0"/>
          <w:numId w:val="22"/>
        </w:numPr>
        <w:tabs>
          <w:tab w:val="left" w:pos="1134"/>
        </w:tabs>
        <w:kinsoku w:val="0"/>
        <w:spacing w:after="0" w:line="240" w:lineRule="auto"/>
        <w:ind w:left="0" w:firstLine="567"/>
        <w:rPr>
          <w:szCs w:val="24"/>
        </w:rPr>
      </w:pPr>
      <w:r w:rsidRPr="00804087">
        <w:rPr>
          <w:szCs w:val="24"/>
        </w:rPr>
        <w:t>Duomenų valdytojo atliekamam Duomenų tvarkytojo ir pagalbinių duomenų tvarkytojų auditui, įskaitant patikrinimus, taikomos Susitarimo 3 priedo 7 ir 8 punktuose nurodytos procedūros.</w:t>
      </w:r>
    </w:p>
    <w:p w14:paraId="14A0CC87" w14:textId="77777777" w:rsidR="00E9697F" w:rsidRPr="00804087" w:rsidRDefault="00E9697F" w:rsidP="001129AC">
      <w:pPr>
        <w:pStyle w:val="Sraopastraipa"/>
        <w:widowControl w:val="0"/>
        <w:numPr>
          <w:ilvl w:val="0"/>
          <w:numId w:val="22"/>
        </w:numPr>
        <w:tabs>
          <w:tab w:val="left" w:pos="1134"/>
        </w:tabs>
        <w:kinsoku w:val="0"/>
        <w:spacing w:after="0" w:line="240" w:lineRule="auto"/>
        <w:ind w:left="0" w:firstLine="567"/>
        <w:rPr>
          <w:szCs w:val="24"/>
        </w:rPr>
      </w:pPr>
      <w:r w:rsidRPr="00804087">
        <w:rPr>
          <w:szCs w:val="24"/>
        </w:rPr>
        <w:t>Duomenų tvarkytojas turi suteikti priežiūros institucijoms, kurios pagal galiojančius teisės aktus turi prieigą prie Duomenų valdytojo ir Duomenų tvarkytojo įrenginių, arba atstovams, veikiantiems tokių priežiūros institucijų vardu, pateikus tinkamus įgaliojimus patvirtinančius dokumentus, prieigą prie Duomenų tvarkytojo fizinių priemonių ar atlikti kitus priežiūros institucijų nurodytus veiksmus auditui ar kitam patikrinimui atlikti.</w:t>
      </w:r>
    </w:p>
    <w:p w14:paraId="77D30D5D" w14:textId="77777777" w:rsidR="00E9697F" w:rsidRPr="00804087" w:rsidRDefault="00E9697F" w:rsidP="00E9697F">
      <w:pPr>
        <w:pStyle w:val="Sraopastraipa"/>
        <w:widowControl w:val="0"/>
        <w:tabs>
          <w:tab w:val="left" w:pos="993"/>
        </w:tabs>
        <w:kinsoku w:val="0"/>
        <w:ind w:left="567"/>
        <w:rPr>
          <w:szCs w:val="24"/>
        </w:rPr>
      </w:pPr>
    </w:p>
    <w:p w14:paraId="76B49D12" w14:textId="77777777" w:rsidR="00E9697F" w:rsidRPr="00804087" w:rsidRDefault="00E9697F" w:rsidP="00E9697F">
      <w:pPr>
        <w:pStyle w:val="Sraopastraipa"/>
        <w:widowControl w:val="0"/>
        <w:tabs>
          <w:tab w:val="left" w:pos="567"/>
        </w:tabs>
        <w:kinsoku w:val="0"/>
        <w:ind w:left="0"/>
        <w:jc w:val="center"/>
        <w:rPr>
          <w:b/>
          <w:szCs w:val="24"/>
        </w:rPr>
      </w:pPr>
      <w:r w:rsidRPr="00804087">
        <w:rPr>
          <w:b/>
          <w:szCs w:val="24"/>
        </w:rPr>
        <w:t>XII SKYRIUS</w:t>
      </w:r>
    </w:p>
    <w:p w14:paraId="09FAB826" w14:textId="77777777" w:rsidR="00E9697F" w:rsidRPr="00804087" w:rsidRDefault="00E9697F" w:rsidP="00E9697F">
      <w:pPr>
        <w:pStyle w:val="Sraopastraipa"/>
        <w:widowControl w:val="0"/>
        <w:tabs>
          <w:tab w:val="left" w:pos="567"/>
        </w:tabs>
        <w:kinsoku w:val="0"/>
        <w:ind w:left="0"/>
        <w:jc w:val="center"/>
        <w:rPr>
          <w:b/>
          <w:szCs w:val="24"/>
        </w:rPr>
      </w:pPr>
      <w:r w:rsidRPr="00804087">
        <w:rPr>
          <w:b/>
          <w:szCs w:val="24"/>
        </w:rPr>
        <w:t>ŠALIŲ SUSITARIMAS DĖL KITŲ SĄLYGŲ</w:t>
      </w:r>
    </w:p>
    <w:p w14:paraId="72773FFA" w14:textId="77777777" w:rsidR="00E9697F" w:rsidRPr="00804087" w:rsidRDefault="00E9697F" w:rsidP="00E9697F">
      <w:pPr>
        <w:pStyle w:val="Sraopastraipa"/>
        <w:widowControl w:val="0"/>
        <w:tabs>
          <w:tab w:val="left" w:pos="567"/>
        </w:tabs>
        <w:kinsoku w:val="0"/>
        <w:ind w:left="0"/>
        <w:jc w:val="center"/>
        <w:rPr>
          <w:b/>
          <w:szCs w:val="24"/>
        </w:rPr>
      </w:pPr>
    </w:p>
    <w:p w14:paraId="63DE402C" w14:textId="77777777" w:rsidR="00E9697F" w:rsidRPr="00804087" w:rsidRDefault="00E9697F" w:rsidP="001129AC">
      <w:pPr>
        <w:pStyle w:val="Sraopastraipa"/>
        <w:widowControl w:val="0"/>
        <w:numPr>
          <w:ilvl w:val="0"/>
          <w:numId w:val="22"/>
        </w:numPr>
        <w:tabs>
          <w:tab w:val="left" w:pos="993"/>
        </w:tabs>
        <w:kinsoku w:val="0"/>
        <w:spacing w:after="0" w:line="240" w:lineRule="auto"/>
        <w:ind w:left="0" w:firstLine="567"/>
        <w:rPr>
          <w:bCs/>
          <w:szCs w:val="24"/>
        </w:rPr>
      </w:pPr>
      <w:r w:rsidRPr="00804087">
        <w:rPr>
          <w:szCs w:val="24"/>
        </w:rPr>
        <w:t>Šalys</w:t>
      </w:r>
      <w:r w:rsidRPr="00804087">
        <w:rPr>
          <w:bCs/>
          <w:szCs w:val="24"/>
        </w:rPr>
        <w:t xml:space="preserve"> gali susitarti dėl kitų sąlygų, susijusių su asmens duomenų tvarkymo paslaugos teikimu, nurodydamos, pvz., atsakomybę, jei jos tiesiogiai ar netiesiogiai neprieštarauja Sutarčiai ar nepažeidžia pagrindinių duomenų subjekto teisių ar laisvių ir apsaugos, kurią suteikia Reglamentas (ES) 2016/679.</w:t>
      </w:r>
    </w:p>
    <w:p w14:paraId="6050B69E" w14:textId="77777777" w:rsidR="00E9697F" w:rsidRPr="00804087" w:rsidRDefault="00E9697F" w:rsidP="00E9697F">
      <w:pPr>
        <w:pStyle w:val="Sraopastraipa"/>
        <w:widowControl w:val="0"/>
        <w:tabs>
          <w:tab w:val="left" w:pos="993"/>
        </w:tabs>
        <w:kinsoku w:val="0"/>
        <w:ind w:left="567"/>
        <w:rPr>
          <w:szCs w:val="24"/>
        </w:rPr>
      </w:pPr>
    </w:p>
    <w:p w14:paraId="137AB50D" w14:textId="77777777" w:rsidR="00E9697F" w:rsidRPr="00804087" w:rsidRDefault="00E9697F" w:rsidP="00E9697F">
      <w:pPr>
        <w:pStyle w:val="Sraopastraipa"/>
        <w:tabs>
          <w:tab w:val="left" w:pos="567"/>
        </w:tabs>
        <w:ind w:left="0"/>
        <w:jc w:val="center"/>
        <w:rPr>
          <w:b/>
          <w:szCs w:val="24"/>
        </w:rPr>
      </w:pPr>
      <w:r w:rsidRPr="00804087">
        <w:rPr>
          <w:b/>
          <w:szCs w:val="24"/>
        </w:rPr>
        <w:t>XIII SKYRIUS</w:t>
      </w:r>
    </w:p>
    <w:p w14:paraId="65806B8B" w14:textId="77777777" w:rsidR="00E9697F" w:rsidRPr="00804087" w:rsidRDefault="00E9697F" w:rsidP="00E9697F">
      <w:pPr>
        <w:pStyle w:val="Sraopastraipa"/>
        <w:tabs>
          <w:tab w:val="left" w:pos="567"/>
        </w:tabs>
        <w:ind w:left="0"/>
        <w:jc w:val="center"/>
        <w:rPr>
          <w:b/>
          <w:szCs w:val="24"/>
        </w:rPr>
      </w:pPr>
      <w:r w:rsidRPr="00804087">
        <w:rPr>
          <w:b/>
          <w:szCs w:val="24"/>
        </w:rPr>
        <w:t>BAIGIAMOSIOS NUOSTATOS</w:t>
      </w:r>
    </w:p>
    <w:p w14:paraId="0AAA99B4" w14:textId="77777777" w:rsidR="00E9697F" w:rsidRPr="00804087" w:rsidRDefault="00E9697F" w:rsidP="00E9697F">
      <w:pPr>
        <w:pStyle w:val="Sraopastraipa"/>
        <w:tabs>
          <w:tab w:val="left" w:pos="567"/>
        </w:tabs>
        <w:ind w:left="0"/>
        <w:jc w:val="center"/>
        <w:rPr>
          <w:szCs w:val="24"/>
        </w:rPr>
      </w:pPr>
    </w:p>
    <w:p w14:paraId="4DD73893" w14:textId="77777777" w:rsidR="00E9697F" w:rsidRPr="00804087" w:rsidRDefault="00E9697F" w:rsidP="001129AC">
      <w:pPr>
        <w:pStyle w:val="Sraopastraipa"/>
        <w:widowControl w:val="0"/>
        <w:numPr>
          <w:ilvl w:val="0"/>
          <w:numId w:val="22"/>
        </w:numPr>
        <w:tabs>
          <w:tab w:val="left" w:pos="1134"/>
        </w:tabs>
        <w:kinsoku w:val="0"/>
        <w:spacing w:after="0" w:line="240" w:lineRule="auto"/>
        <w:ind w:left="0" w:firstLine="567"/>
        <w:rPr>
          <w:szCs w:val="24"/>
        </w:rPr>
      </w:pPr>
      <w:r w:rsidRPr="00804087">
        <w:rPr>
          <w:szCs w:val="24"/>
        </w:rPr>
        <w:t>Susitarimo sąlygos įsigalioja nuo Susitarimo pasirašymo dienos. Jeigu Susitarimas Šalių pasirašomas ne tą pačią dieną, laikoma, kad šis Susitarimas įsigalioja tą dieną, kai jį pasirašo paskutinė Šalis.</w:t>
      </w:r>
    </w:p>
    <w:p w14:paraId="54A2435B" w14:textId="77777777" w:rsidR="00E9697F" w:rsidRPr="00804087" w:rsidRDefault="00E9697F" w:rsidP="001129AC">
      <w:pPr>
        <w:pStyle w:val="Sraopastraipa"/>
        <w:widowControl w:val="0"/>
        <w:numPr>
          <w:ilvl w:val="0"/>
          <w:numId w:val="22"/>
        </w:numPr>
        <w:tabs>
          <w:tab w:val="left" w:pos="1134"/>
        </w:tabs>
        <w:kinsoku w:val="0"/>
        <w:spacing w:after="0" w:line="240" w:lineRule="auto"/>
        <w:ind w:left="0" w:firstLine="567"/>
        <w:rPr>
          <w:szCs w:val="24"/>
        </w:rPr>
      </w:pPr>
      <w:r w:rsidRPr="00804087">
        <w:rPr>
          <w:szCs w:val="24"/>
        </w:rPr>
        <w:t xml:space="preserve">Abi Šalys turi teisę reikalauti, kad Susitarimo sąlygos būtų persvarstytos iš naujo, įsigaliojus naujiems teisės aktams, susijusiems su Susitarimo vykdymu. </w:t>
      </w:r>
    </w:p>
    <w:p w14:paraId="6FFEDFBC" w14:textId="77777777" w:rsidR="00E9697F" w:rsidRPr="00804087" w:rsidRDefault="00E9697F" w:rsidP="001129AC">
      <w:pPr>
        <w:pStyle w:val="Sraopastraipa"/>
        <w:widowControl w:val="0"/>
        <w:numPr>
          <w:ilvl w:val="0"/>
          <w:numId w:val="22"/>
        </w:numPr>
        <w:tabs>
          <w:tab w:val="left" w:pos="1134"/>
        </w:tabs>
        <w:kinsoku w:val="0"/>
        <w:spacing w:after="0" w:line="240" w:lineRule="auto"/>
        <w:ind w:left="0" w:firstLine="567"/>
        <w:rPr>
          <w:szCs w:val="24"/>
        </w:rPr>
      </w:pPr>
      <w:r w:rsidRPr="00804087">
        <w:rPr>
          <w:szCs w:val="24"/>
        </w:rPr>
        <w:t xml:space="preserve">Susitarimas galioja visą HDR programinės įrangos priežiūros </w:t>
      </w:r>
      <w:r w:rsidRPr="00804087">
        <w:rPr>
          <w:bCs/>
          <w:szCs w:val="24"/>
        </w:rPr>
        <w:t>paslaugų teikim</w:t>
      </w:r>
      <w:r w:rsidRPr="00804087">
        <w:rPr>
          <w:szCs w:val="24"/>
        </w:rPr>
        <w:t xml:space="preserve">o laiką. Šių paslaugų teikimo laikotarpiu Susitarimas negali būti nutrauktas, jei Šalys nėra susitarusios dėl kitų Susitarimo sąlygų, reglamentuojančių HDR programinės įrangos priežiūros </w:t>
      </w:r>
      <w:r w:rsidRPr="00804087">
        <w:rPr>
          <w:bCs/>
          <w:szCs w:val="24"/>
        </w:rPr>
        <w:t xml:space="preserve">paslaugų </w:t>
      </w:r>
      <w:r w:rsidRPr="00804087">
        <w:rPr>
          <w:szCs w:val="24"/>
        </w:rPr>
        <w:t>teikimą.</w:t>
      </w:r>
    </w:p>
    <w:p w14:paraId="1FDA1BCC" w14:textId="77777777" w:rsidR="00E9697F" w:rsidRPr="00804087" w:rsidRDefault="00E9697F" w:rsidP="001129AC">
      <w:pPr>
        <w:pStyle w:val="Sraopastraipa"/>
        <w:widowControl w:val="0"/>
        <w:numPr>
          <w:ilvl w:val="0"/>
          <w:numId w:val="22"/>
        </w:numPr>
        <w:tabs>
          <w:tab w:val="left" w:pos="1134"/>
        </w:tabs>
        <w:kinsoku w:val="0"/>
        <w:spacing w:after="0" w:line="240" w:lineRule="auto"/>
        <w:ind w:left="0" w:firstLine="567"/>
        <w:rPr>
          <w:bCs/>
          <w:szCs w:val="24"/>
        </w:rPr>
      </w:pPr>
      <w:r w:rsidRPr="00804087">
        <w:rPr>
          <w:rFonts w:eastAsia="Calibri"/>
          <w:szCs w:val="24"/>
        </w:rPr>
        <w:t>Susitarimas galioja iki tol, kol pasibaigia Sutarties galiojimo terminas ar Sutartis yra nutraukiama.</w:t>
      </w:r>
    </w:p>
    <w:p w14:paraId="0D691530" w14:textId="77777777" w:rsidR="00E9697F" w:rsidRPr="00804087" w:rsidRDefault="00E9697F" w:rsidP="001129AC">
      <w:pPr>
        <w:pStyle w:val="Sraopastraipa"/>
        <w:widowControl w:val="0"/>
        <w:numPr>
          <w:ilvl w:val="0"/>
          <w:numId w:val="22"/>
        </w:numPr>
        <w:tabs>
          <w:tab w:val="left" w:pos="1134"/>
        </w:tabs>
        <w:kinsoku w:val="0"/>
        <w:spacing w:after="0" w:line="240" w:lineRule="auto"/>
        <w:ind w:left="0" w:firstLine="567"/>
        <w:rPr>
          <w:bCs/>
          <w:szCs w:val="24"/>
        </w:rPr>
      </w:pPr>
      <w:r w:rsidRPr="00804087">
        <w:rPr>
          <w:rFonts w:eastAsia="Calibri"/>
          <w:szCs w:val="24"/>
        </w:rPr>
        <w:t>Duomenų tvarkytojo konfidencialumo įsipareigojimai lieka galioti ir pasibaigus šiam Susitarimui ir (arba) Sutarčiai.</w:t>
      </w:r>
    </w:p>
    <w:p w14:paraId="135E8F22" w14:textId="77777777" w:rsidR="00E9697F" w:rsidRPr="00804087" w:rsidRDefault="00E9697F" w:rsidP="001129AC">
      <w:pPr>
        <w:pStyle w:val="Sraopastraipa"/>
        <w:widowControl w:val="0"/>
        <w:numPr>
          <w:ilvl w:val="0"/>
          <w:numId w:val="22"/>
        </w:numPr>
        <w:tabs>
          <w:tab w:val="left" w:pos="1134"/>
        </w:tabs>
        <w:kinsoku w:val="0"/>
        <w:spacing w:after="0" w:line="240" w:lineRule="auto"/>
        <w:ind w:left="0" w:firstLine="567"/>
        <w:rPr>
          <w:bCs/>
          <w:szCs w:val="24"/>
        </w:rPr>
      </w:pPr>
      <w:r w:rsidRPr="00804087">
        <w:rPr>
          <w:szCs w:val="24"/>
        </w:rPr>
        <w:t xml:space="preserve">Nedarant poveikio jokioms </w:t>
      </w:r>
      <w:r w:rsidRPr="00804087">
        <w:rPr>
          <w:color w:val="000000"/>
          <w:szCs w:val="24"/>
        </w:rPr>
        <w:t xml:space="preserve">Reglamento </w:t>
      </w:r>
      <w:r w:rsidRPr="00804087">
        <w:rPr>
          <w:bCs/>
          <w:color w:val="000000"/>
          <w:szCs w:val="24"/>
        </w:rPr>
        <w:t xml:space="preserve">(ES) 2016/679 </w:t>
      </w:r>
      <w:r w:rsidRPr="00804087">
        <w:rPr>
          <w:szCs w:val="24"/>
        </w:rPr>
        <w:t>nuostatoms, Duomenų tvarkytojui pažeidus pareigas pagal šį Susitarimą, Duomenų valdytojas gali nurodyti Duomenų tvarkytojui laikinai sustabdyti asmens duomenų tvarkymą, kol bus pašalinti pažeidimai arba Susitarimas bus nutrauktas. Duomenų tvarkytojas nedelsdamas informuoja Duomenų valdytoją, jei dėl kokios nors priežasties jis negali laikytis Susitarimo .</w:t>
      </w:r>
    </w:p>
    <w:p w14:paraId="2DA5C3C6" w14:textId="77777777" w:rsidR="00E9697F" w:rsidRPr="00804087" w:rsidRDefault="00E9697F" w:rsidP="001129AC">
      <w:pPr>
        <w:pStyle w:val="Sraopastraipa"/>
        <w:widowControl w:val="0"/>
        <w:numPr>
          <w:ilvl w:val="0"/>
          <w:numId w:val="22"/>
        </w:numPr>
        <w:tabs>
          <w:tab w:val="left" w:pos="1134"/>
        </w:tabs>
        <w:kinsoku w:val="0"/>
        <w:spacing w:after="0" w:line="240" w:lineRule="auto"/>
        <w:ind w:left="0" w:firstLine="567"/>
        <w:rPr>
          <w:bCs/>
          <w:szCs w:val="24"/>
        </w:rPr>
      </w:pPr>
      <w:r w:rsidRPr="00804087">
        <w:rPr>
          <w:szCs w:val="24"/>
        </w:rPr>
        <w:t>Duomenų valdytojas turi teisę nutraukti Susitarimą, jeigu:</w:t>
      </w:r>
    </w:p>
    <w:p w14:paraId="4B545427" w14:textId="77777777" w:rsidR="00E9697F" w:rsidRPr="00804087" w:rsidRDefault="00E9697F" w:rsidP="001129AC">
      <w:pPr>
        <w:pStyle w:val="Sraopastraipa"/>
        <w:widowControl w:val="0"/>
        <w:numPr>
          <w:ilvl w:val="1"/>
          <w:numId w:val="22"/>
        </w:numPr>
        <w:tabs>
          <w:tab w:val="left" w:pos="1134"/>
        </w:tabs>
        <w:kinsoku w:val="0"/>
        <w:spacing w:after="0" w:line="240" w:lineRule="auto"/>
        <w:ind w:left="0" w:firstLine="567"/>
        <w:rPr>
          <w:bCs/>
          <w:szCs w:val="24"/>
        </w:rPr>
      </w:pPr>
      <w:r w:rsidRPr="00804087">
        <w:rPr>
          <w:szCs w:val="24"/>
        </w:rPr>
        <w:t xml:space="preserve">Duomenų tvarkytojas iš esmės arba nuolat pažeidžia Susitarimą arba savo įsipareigojimus pagal </w:t>
      </w:r>
      <w:r w:rsidRPr="00804087">
        <w:rPr>
          <w:color w:val="000000"/>
          <w:szCs w:val="24"/>
        </w:rPr>
        <w:t xml:space="preserve">Reglamentą </w:t>
      </w:r>
      <w:r w:rsidRPr="00804087">
        <w:rPr>
          <w:bCs/>
          <w:color w:val="000000"/>
          <w:szCs w:val="24"/>
        </w:rPr>
        <w:t>(ES) 2016/679</w:t>
      </w:r>
      <w:r w:rsidRPr="00804087">
        <w:rPr>
          <w:szCs w:val="24"/>
        </w:rPr>
        <w:t>;</w:t>
      </w:r>
    </w:p>
    <w:p w14:paraId="7D2D321B" w14:textId="77777777" w:rsidR="00E9697F" w:rsidRPr="00804087" w:rsidRDefault="00E9697F" w:rsidP="001129AC">
      <w:pPr>
        <w:pStyle w:val="Sraopastraipa"/>
        <w:widowControl w:val="0"/>
        <w:numPr>
          <w:ilvl w:val="1"/>
          <w:numId w:val="22"/>
        </w:numPr>
        <w:tabs>
          <w:tab w:val="left" w:pos="1134"/>
        </w:tabs>
        <w:kinsoku w:val="0"/>
        <w:spacing w:after="0" w:line="240" w:lineRule="auto"/>
        <w:ind w:left="0" w:firstLine="567"/>
        <w:rPr>
          <w:szCs w:val="24"/>
        </w:rPr>
      </w:pPr>
      <w:r w:rsidRPr="00804087">
        <w:rPr>
          <w:bCs/>
          <w:szCs w:val="24"/>
        </w:rPr>
        <w:t>Duomenų</w:t>
      </w:r>
      <w:r w:rsidRPr="00804087">
        <w:rPr>
          <w:szCs w:val="24"/>
        </w:rPr>
        <w:t xml:space="preserve"> tvarkytojas nesilaiko privalomo teismo arba kompetentingos priežiūros institucijos sprendimo dėl savo įsipareigojimų pagal Susitarimą arba </w:t>
      </w:r>
      <w:r w:rsidRPr="00804087">
        <w:rPr>
          <w:color w:val="000000"/>
          <w:szCs w:val="24"/>
        </w:rPr>
        <w:t xml:space="preserve">Reglamentą </w:t>
      </w:r>
      <w:r w:rsidRPr="00804087">
        <w:rPr>
          <w:bCs/>
          <w:color w:val="000000"/>
          <w:szCs w:val="24"/>
        </w:rPr>
        <w:t>(ES) 2016/679</w:t>
      </w:r>
      <w:r w:rsidRPr="00804087">
        <w:rPr>
          <w:bCs/>
          <w:szCs w:val="24"/>
        </w:rPr>
        <w:t>;</w:t>
      </w:r>
    </w:p>
    <w:p w14:paraId="49E84320" w14:textId="77777777" w:rsidR="00E9697F" w:rsidRPr="00804087" w:rsidRDefault="00E9697F" w:rsidP="001129AC">
      <w:pPr>
        <w:pStyle w:val="Sraopastraipa"/>
        <w:widowControl w:val="0"/>
        <w:numPr>
          <w:ilvl w:val="1"/>
          <w:numId w:val="22"/>
        </w:numPr>
        <w:tabs>
          <w:tab w:val="left" w:pos="1134"/>
        </w:tabs>
        <w:kinsoku w:val="0"/>
        <w:spacing w:after="0" w:line="240" w:lineRule="auto"/>
        <w:ind w:left="0" w:firstLine="567"/>
        <w:rPr>
          <w:szCs w:val="24"/>
        </w:rPr>
      </w:pPr>
      <w:r w:rsidRPr="00804087">
        <w:rPr>
          <w:szCs w:val="24"/>
        </w:rPr>
        <w:t>Šalys susitaria nutraukti Susitarimą;</w:t>
      </w:r>
    </w:p>
    <w:p w14:paraId="6E63EC47" w14:textId="77777777" w:rsidR="00E9697F" w:rsidRPr="00804087" w:rsidRDefault="00E9697F" w:rsidP="001129AC">
      <w:pPr>
        <w:pStyle w:val="Sraopastraipa"/>
        <w:widowControl w:val="0"/>
        <w:numPr>
          <w:ilvl w:val="1"/>
          <w:numId w:val="22"/>
        </w:numPr>
        <w:tabs>
          <w:tab w:val="left" w:pos="1134"/>
        </w:tabs>
        <w:kinsoku w:val="0"/>
        <w:spacing w:after="0" w:line="240" w:lineRule="auto"/>
        <w:ind w:left="0" w:firstLine="567"/>
        <w:rPr>
          <w:szCs w:val="24"/>
        </w:rPr>
      </w:pPr>
      <w:r w:rsidRPr="00804087">
        <w:rPr>
          <w:szCs w:val="24"/>
        </w:rPr>
        <w:t>viena iš Šalių netenka teisės tvarkyti asmens duomenis;</w:t>
      </w:r>
    </w:p>
    <w:p w14:paraId="0A6C4ED7" w14:textId="77777777" w:rsidR="00E9697F" w:rsidRPr="00804087" w:rsidRDefault="00E9697F" w:rsidP="001129AC">
      <w:pPr>
        <w:pStyle w:val="Sraopastraipa"/>
        <w:widowControl w:val="0"/>
        <w:numPr>
          <w:ilvl w:val="0"/>
          <w:numId w:val="22"/>
        </w:numPr>
        <w:tabs>
          <w:tab w:val="left" w:pos="1134"/>
        </w:tabs>
        <w:kinsoku w:val="0"/>
        <w:spacing w:after="0" w:line="240" w:lineRule="auto"/>
        <w:ind w:left="0" w:firstLine="567"/>
        <w:rPr>
          <w:szCs w:val="24"/>
        </w:rPr>
      </w:pPr>
      <w:r w:rsidRPr="00804087">
        <w:rPr>
          <w:szCs w:val="24"/>
        </w:rPr>
        <w:t>Susitarimas turi pirmenybę prieš bet kokias panašias nuostatas kituose Šalių susitarimuose.</w:t>
      </w:r>
    </w:p>
    <w:p w14:paraId="78194912" w14:textId="77777777" w:rsidR="00E9697F" w:rsidRPr="00804087" w:rsidRDefault="00E9697F" w:rsidP="001129AC">
      <w:pPr>
        <w:pStyle w:val="Sraopastraipa"/>
        <w:widowControl w:val="0"/>
        <w:numPr>
          <w:ilvl w:val="0"/>
          <w:numId w:val="22"/>
        </w:numPr>
        <w:tabs>
          <w:tab w:val="left" w:pos="1134"/>
        </w:tabs>
        <w:kinsoku w:val="0"/>
        <w:spacing w:after="0" w:line="240" w:lineRule="auto"/>
        <w:ind w:left="0" w:firstLine="567"/>
        <w:rPr>
          <w:szCs w:val="24"/>
        </w:rPr>
      </w:pPr>
      <w:r w:rsidRPr="00804087">
        <w:rPr>
          <w:szCs w:val="24"/>
        </w:rPr>
        <w:t>Kiekviena Šalis paskiria asmenį, atsakingą už Susitarimo vykdymą.</w:t>
      </w:r>
    </w:p>
    <w:p w14:paraId="7D1535DD" w14:textId="77777777" w:rsidR="00E9697F" w:rsidRPr="00804087" w:rsidRDefault="00E9697F" w:rsidP="00E9697F">
      <w:pPr>
        <w:pStyle w:val="Sraopastraipa"/>
        <w:widowControl w:val="0"/>
        <w:tabs>
          <w:tab w:val="left" w:pos="993"/>
        </w:tabs>
        <w:kinsoku w:val="0"/>
        <w:ind w:left="567"/>
        <w:rPr>
          <w:szCs w:val="24"/>
        </w:rPr>
      </w:pPr>
    </w:p>
    <w:p w14:paraId="31C06914" w14:textId="77777777" w:rsidR="00E9697F" w:rsidRPr="00804087" w:rsidRDefault="00E9697F" w:rsidP="00E9697F">
      <w:pPr>
        <w:tabs>
          <w:tab w:val="left" w:pos="567"/>
          <w:tab w:val="left" w:pos="1418"/>
        </w:tabs>
        <w:jc w:val="center"/>
        <w:rPr>
          <w:b/>
          <w:szCs w:val="24"/>
        </w:rPr>
      </w:pPr>
      <w:r w:rsidRPr="00804087">
        <w:rPr>
          <w:b/>
          <w:szCs w:val="24"/>
        </w:rPr>
        <w:t>XIV SKYRIUS</w:t>
      </w:r>
    </w:p>
    <w:p w14:paraId="3D8BFF9B" w14:textId="77777777" w:rsidR="00E9697F" w:rsidRPr="00804087" w:rsidRDefault="00E9697F" w:rsidP="00E9697F">
      <w:pPr>
        <w:tabs>
          <w:tab w:val="left" w:pos="567"/>
          <w:tab w:val="left" w:pos="1418"/>
        </w:tabs>
        <w:jc w:val="center"/>
        <w:rPr>
          <w:b/>
          <w:szCs w:val="24"/>
        </w:rPr>
      </w:pPr>
      <w:r w:rsidRPr="00804087">
        <w:rPr>
          <w:b/>
          <w:szCs w:val="24"/>
        </w:rPr>
        <w:lastRenderedPageBreak/>
        <w:t>ŠALIŲ REKVIZITAI, PARAŠAI</w:t>
      </w:r>
    </w:p>
    <w:p w14:paraId="3ED9A0E5" w14:textId="77777777" w:rsidR="00E9697F" w:rsidRPr="00804087" w:rsidRDefault="00E9697F" w:rsidP="00E9697F">
      <w:pPr>
        <w:tabs>
          <w:tab w:val="left" w:pos="426"/>
          <w:tab w:val="left" w:pos="567"/>
        </w:tabs>
        <w:rPr>
          <w:i/>
          <w:szCs w:val="24"/>
        </w:rPr>
      </w:pPr>
    </w:p>
    <w:p w14:paraId="3DFE44E3" w14:textId="7C79275E" w:rsidR="00E9697F" w:rsidRPr="00804087" w:rsidRDefault="00E9697F" w:rsidP="00C27431">
      <w:pPr>
        <w:tabs>
          <w:tab w:val="left" w:pos="567"/>
          <w:tab w:val="left" w:pos="2835"/>
          <w:tab w:val="left" w:pos="6096"/>
        </w:tabs>
        <w:spacing w:after="0"/>
        <w:rPr>
          <w:b/>
          <w:iCs/>
          <w:szCs w:val="24"/>
        </w:rPr>
      </w:pPr>
      <w:r w:rsidRPr="00804087">
        <w:rPr>
          <w:b/>
          <w:iCs/>
          <w:szCs w:val="24"/>
        </w:rPr>
        <w:t>DUOMENŲ VALDYTOJAS</w:t>
      </w:r>
      <w:r w:rsidRPr="00804087">
        <w:rPr>
          <w:iCs/>
          <w:szCs w:val="24"/>
        </w:rPr>
        <w:tab/>
      </w:r>
      <w:r w:rsidR="00C27431">
        <w:rPr>
          <w:iCs/>
          <w:szCs w:val="24"/>
        </w:rPr>
        <w:tab/>
      </w:r>
      <w:r w:rsidRPr="00804087">
        <w:rPr>
          <w:b/>
          <w:iCs/>
          <w:szCs w:val="24"/>
        </w:rPr>
        <w:t>DUOMENŲ TVARKYTOJAS</w:t>
      </w:r>
    </w:p>
    <w:p w14:paraId="5EA58E2E" w14:textId="77777777" w:rsidR="00E9697F" w:rsidRPr="00804087" w:rsidRDefault="00E9697F" w:rsidP="00C27431">
      <w:pPr>
        <w:tabs>
          <w:tab w:val="left" w:pos="426"/>
          <w:tab w:val="left" w:pos="567"/>
        </w:tabs>
        <w:spacing w:after="0"/>
        <w:rPr>
          <w:i/>
          <w:szCs w:val="24"/>
        </w:rPr>
      </w:pPr>
    </w:p>
    <w:p w14:paraId="104C7320" w14:textId="77777777" w:rsidR="00E9697F" w:rsidRPr="00804087" w:rsidRDefault="00E9697F" w:rsidP="00C27431">
      <w:pPr>
        <w:widowControl w:val="0"/>
        <w:spacing w:after="0"/>
        <w:jc w:val="left"/>
        <w:rPr>
          <w:szCs w:val="24"/>
          <w:lang w:eastAsia="lt-LT"/>
        </w:rPr>
      </w:pPr>
      <w:r w:rsidRPr="00804087">
        <w:rPr>
          <w:szCs w:val="24"/>
          <w:lang w:eastAsia="lt-LT"/>
        </w:rPr>
        <w:t xml:space="preserve">Informatikos ir ryšių departamentas prie </w:t>
      </w:r>
    </w:p>
    <w:p w14:paraId="5FE94221" w14:textId="77777777" w:rsidR="00E9697F" w:rsidRPr="00804087" w:rsidRDefault="00E9697F" w:rsidP="00C27431">
      <w:pPr>
        <w:widowControl w:val="0"/>
        <w:spacing w:after="0"/>
        <w:jc w:val="left"/>
        <w:rPr>
          <w:szCs w:val="24"/>
          <w:lang w:eastAsia="lt-LT"/>
        </w:rPr>
      </w:pPr>
      <w:r w:rsidRPr="00804087">
        <w:rPr>
          <w:szCs w:val="24"/>
          <w:lang w:eastAsia="lt-LT"/>
        </w:rPr>
        <w:t xml:space="preserve">Lietuvos Respublikos vidaus reikalų </w:t>
      </w:r>
    </w:p>
    <w:p w14:paraId="129ACBF9" w14:textId="77777777" w:rsidR="00E9697F" w:rsidRPr="00804087" w:rsidRDefault="00E9697F" w:rsidP="00C27431">
      <w:pPr>
        <w:widowControl w:val="0"/>
        <w:spacing w:after="0"/>
        <w:jc w:val="left"/>
        <w:rPr>
          <w:szCs w:val="24"/>
          <w:lang w:eastAsia="lt-LT"/>
        </w:rPr>
      </w:pPr>
      <w:r w:rsidRPr="00804087">
        <w:rPr>
          <w:szCs w:val="24"/>
          <w:lang w:eastAsia="lt-LT"/>
        </w:rPr>
        <w:t>ministerijos</w:t>
      </w:r>
    </w:p>
    <w:p w14:paraId="578FDD15" w14:textId="77777777" w:rsidR="00E9697F" w:rsidRPr="00804087" w:rsidRDefault="00E9697F" w:rsidP="00C27431">
      <w:pPr>
        <w:widowControl w:val="0"/>
        <w:tabs>
          <w:tab w:val="left" w:pos="993"/>
        </w:tabs>
        <w:kinsoku w:val="0"/>
        <w:spacing w:after="0"/>
        <w:rPr>
          <w:szCs w:val="24"/>
        </w:rPr>
      </w:pPr>
    </w:p>
    <w:p w14:paraId="45214F5D" w14:textId="77777777" w:rsidR="00E9697F" w:rsidRPr="00804087" w:rsidRDefault="00E9697F" w:rsidP="00C27431">
      <w:pPr>
        <w:pStyle w:val="Sraopastraipa"/>
        <w:widowControl w:val="0"/>
        <w:tabs>
          <w:tab w:val="left" w:pos="993"/>
        </w:tabs>
        <w:kinsoku w:val="0"/>
        <w:spacing w:after="0"/>
        <w:ind w:left="0"/>
        <w:rPr>
          <w:szCs w:val="24"/>
        </w:rPr>
      </w:pPr>
      <w:r w:rsidRPr="00804087">
        <w:rPr>
          <w:szCs w:val="24"/>
        </w:rPr>
        <w:t>Duomenys kaupiami ir saugomi</w:t>
      </w:r>
    </w:p>
    <w:p w14:paraId="29EE695F" w14:textId="77777777" w:rsidR="00E9697F" w:rsidRPr="00804087" w:rsidRDefault="00E9697F" w:rsidP="00C27431">
      <w:pPr>
        <w:pStyle w:val="Sraopastraipa"/>
        <w:widowControl w:val="0"/>
        <w:tabs>
          <w:tab w:val="left" w:pos="993"/>
        </w:tabs>
        <w:kinsoku w:val="0"/>
        <w:spacing w:after="0"/>
        <w:ind w:left="0"/>
        <w:rPr>
          <w:szCs w:val="24"/>
        </w:rPr>
      </w:pPr>
      <w:r w:rsidRPr="00804087">
        <w:rPr>
          <w:szCs w:val="24"/>
        </w:rPr>
        <w:t xml:space="preserve">Juridinių asmenų registre, </w:t>
      </w:r>
    </w:p>
    <w:p w14:paraId="3A4D1909" w14:textId="77777777" w:rsidR="00E9697F" w:rsidRPr="00804087" w:rsidRDefault="00E9697F" w:rsidP="00C27431">
      <w:pPr>
        <w:pStyle w:val="Sraopastraipa"/>
        <w:widowControl w:val="0"/>
        <w:tabs>
          <w:tab w:val="left" w:pos="993"/>
        </w:tabs>
        <w:kinsoku w:val="0"/>
        <w:spacing w:after="0"/>
        <w:ind w:left="0"/>
        <w:rPr>
          <w:szCs w:val="24"/>
        </w:rPr>
      </w:pPr>
      <w:r w:rsidRPr="00804087">
        <w:rPr>
          <w:szCs w:val="24"/>
        </w:rPr>
        <w:t>kodas 188774822</w:t>
      </w:r>
    </w:p>
    <w:p w14:paraId="3AC63899" w14:textId="77777777" w:rsidR="00E9697F" w:rsidRPr="00804087" w:rsidRDefault="00E9697F" w:rsidP="00C27431">
      <w:pPr>
        <w:pStyle w:val="Sraopastraipa"/>
        <w:widowControl w:val="0"/>
        <w:tabs>
          <w:tab w:val="left" w:pos="993"/>
        </w:tabs>
        <w:kinsoku w:val="0"/>
        <w:spacing w:after="0"/>
        <w:ind w:left="0"/>
        <w:rPr>
          <w:szCs w:val="24"/>
        </w:rPr>
      </w:pPr>
      <w:r w:rsidRPr="00804087">
        <w:rPr>
          <w:szCs w:val="24"/>
        </w:rPr>
        <w:t>Šventaragio g. 2, LT-01510, Vilnius</w:t>
      </w:r>
    </w:p>
    <w:p w14:paraId="6176269D" w14:textId="77777777" w:rsidR="00E9697F" w:rsidRPr="00804087" w:rsidRDefault="00E9697F" w:rsidP="00C27431">
      <w:pPr>
        <w:pStyle w:val="Sraopastraipa"/>
        <w:widowControl w:val="0"/>
        <w:tabs>
          <w:tab w:val="left" w:pos="993"/>
        </w:tabs>
        <w:kinsoku w:val="0"/>
        <w:spacing w:after="0"/>
        <w:ind w:left="0"/>
        <w:rPr>
          <w:szCs w:val="24"/>
        </w:rPr>
      </w:pPr>
      <w:r w:rsidRPr="00804087">
        <w:rPr>
          <w:szCs w:val="24"/>
        </w:rPr>
        <w:t>Biudžetinė įstaiga</w:t>
      </w:r>
    </w:p>
    <w:p w14:paraId="0CB4377F" w14:textId="77777777" w:rsidR="00E9697F" w:rsidRPr="00804087" w:rsidRDefault="00E9697F" w:rsidP="00C27431">
      <w:pPr>
        <w:pStyle w:val="Sraopastraipa"/>
        <w:widowControl w:val="0"/>
        <w:tabs>
          <w:tab w:val="left" w:pos="993"/>
        </w:tabs>
        <w:kinsoku w:val="0"/>
        <w:spacing w:after="0"/>
        <w:ind w:left="0"/>
        <w:rPr>
          <w:szCs w:val="24"/>
        </w:rPr>
      </w:pPr>
      <w:r w:rsidRPr="00804087">
        <w:rPr>
          <w:szCs w:val="24"/>
        </w:rPr>
        <w:t>tel. +370  5 271 7177, el. p. ird@vrm.lt</w:t>
      </w:r>
    </w:p>
    <w:p w14:paraId="78C1AA2C" w14:textId="77777777" w:rsidR="00E9697F" w:rsidRPr="00804087" w:rsidRDefault="00E9697F" w:rsidP="00C27431">
      <w:pPr>
        <w:pStyle w:val="Sraopastraipa"/>
        <w:widowControl w:val="0"/>
        <w:tabs>
          <w:tab w:val="left" w:pos="993"/>
        </w:tabs>
        <w:kinsoku w:val="0"/>
        <w:spacing w:after="0"/>
        <w:ind w:left="0"/>
        <w:rPr>
          <w:szCs w:val="24"/>
        </w:rPr>
      </w:pPr>
    </w:p>
    <w:p w14:paraId="38AA4C2D" w14:textId="77777777" w:rsidR="00E9697F" w:rsidRPr="00804087" w:rsidRDefault="00E9697F" w:rsidP="00C27431">
      <w:pPr>
        <w:pStyle w:val="Sraopastraipa"/>
        <w:widowControl w:val="0"/>
        <w:tabs>
          <w:tab w:val="left" w:pos="993"/>
        </w:tabs>
        <w:kinsoku w:val="0"/>
        <w:spacing w:after="0"/>
        <w:ind w:left="0"/>
        <w:rPr>
          <w:szCs w:val="24"/>
        </w:rPr>
      </w:pPr>
    </w:p>
    <w:p w14:paraId="78392D4A" w14:textId="77777777" w:rsidR="00E9697F" w:rsidRPr="00804087" w:rsidRDefault="00E9697F" w:rsidP="00C27431">
      <w:pPr>
        <w:pStyle w:val="Sraopastraipa"/>
        <w:widowControl w:val="0"/>
        <w:tabs>
          <w:tab w:val="left" w:pos="993"/>
        </w:tabs>
        <w:kinsoku w:val="0"/>
        <w:spacing w:after="0"/>
        <w:ind w:left="0"/>
        <w:rPr>
          <w:szCs w:val="24"/>
        </w:rPr>
      </w:pPr>
      <w:r w:rsidRPr="00804087">
        <w:rPr>
          <w:szCs w:val="24"/>
        </w:rPr>
        <w:t xml:space="preserve">Direktorius </w:t>
      </w:r>
    </w:p>
    <w:p w14:paraId="448B7302" w14:textId="77777777" w:rsidR="00E9697F" w:rsidRPr="00804087" w:rsidRDefault="00E9697F" w:rsidP="00C27431">
      <w:pPr>
        <w:pStyle w:val="Sraopastraipa"/>
        <w:widowControl w:val="0"/>
        <w:tabs>
          <w:tab w:val="left" w:pos="993"/>
        </w:tabs>
        <w:kinsoku w:val="0"/>
        <w:spacing w:after="0"/>
        <w:ind w:left="0"/>
        <w:rPr>
          <w:szCs w:val="24"/>
        </w:rPr>
      </w:pPr>
    </w:p>
    <w:p w14:paraId="34C7E8C5" w14:textId="77777777" w:rsidR="00E9697F" w:rsidRPr="00804087" w:rsidRDefault="00E9697F" w:rsidP="00C27431">
      <w:pPr>
        <w:pStyle w:val="Sraopastraipa"/>
        <w:widowControl w:val="0"/>
        <w:tabs>
          <w:tab w:val="left" w:pos="993"/>
        </w:tabs>
        <w:kinsoku w:val="0"/>
        <w:spacing w:after="0"/>
        <w:ind w:left="0"/>
        <w:rPr>
          <w:szCs w:val="24"/>
        </w:rPr>
      </w:pPr>
      <w:r w:rsidRPr="00804087">
        <w:rPr>
          <w:szCs w:val="24"/>
        </w:rPr>
        <w:t>(Vardas, Pavardė)</w:t>
      </w:r>
    </w:p>
    <w:p w14:paraId="7439AD9F" w14:textId="77777777" w:rsidR="00E9697F" w:rsidRPr="00804087" w:rsidRDefault="00E9697F" w:rsidP="00E9697F">
      <w:pPr>
        <w:pStyle w:val="Sraopastraipa"/>
        <w:widowControl w:val="0"/>
        <w:tabs>
          <w:tab w:val="left" w:pos="993"/>
        </w:tabs>
        <w:kinsoku w:val="0"/>
        <w:ind w:left="0"/>
        <w:rPr>
          <w:szCs w:val="24"/>
        </w:rPr>
      </w:pPr>
    </w:p>
    <w:bookmarkEnd w:id="1"/>
    <w:p w14:paraId="63C6A7B8" w14:textId="77777777" w:rsidR="00E9697F" w:rsidRPr="00804087" w:rsidRDefault="00E9697F" w:rsidP="00E9697F">
      <w:pPr>
        <w:jc w:val="left"/>
        <w:rPr>
          <w:rFonts w:ascii="Arial" w:eastAsiaTheme="majorEastAsia" w:hAnsi="Arial"/>
          <w:bCs/>
          <w:sz w:val="20"/>
          <w:szCs w:val="24"/>
          <w:lang w:eastAsia="lt-LT"/>
        </w:rPr>
      </w:pPr>
      <w:r w:rsidRPr="00804087">
        <w:rPr>
          <w:szCs w:val="24"/>
        </w:rPr>
        <w:br w:type="page"/>
      </w:r>
    </w:p>
    <w:p w14:paraId="4A87F383" w14:textId="77777777" w:rsidR="00C27431" w:rsidRDefault="00E9697F" w:rsidP="00C27431">
      <w:pPr>
        <w:spacing w:after="0"/>
        <w:ind w:left="6095"/>
        <w:rPr>
          <w:szCs w:val="24"/>
        </w:rPr>
      </w:pPr>
      <w:bookmarkStart w:id="2" w:name="_Hlk47354818"/>
      <w:r w:rsidRPr="00804087">
        <w:rPr>
          <w:szCs w:val="24"/>
        </w:rPr>
        <w:lastRenderedPageBreak/>
        <w:t xml:space="preserve">Asmens duomenų tvarkymo susitarimo </w:t>
      </w:r>
    </w:p>
    <w:p w14:paraId="128FA156" w14:textId="3F340A9D" w:rsidR="00E9697F" w:rsidRPr="00804087" w:rsidRDefault="00E9697F" w:rsidP="00C27431">
      <w:pPr>
        <w:spacing w:after="0"/>
        <w:ind w:left="6095"/>
        <w:rPr>
          <w:szCs w:val="24"/>
        </w:rPr>
      </w:pPr>
      <w:r w:rsidRPr="00804087">
        <w:rPr>
          <w:szCs w:val="24"/>
        </w:rPr>
        <w:t>1 priedas</w:t>
      </w:r>
    </w:p>
    <w:p w14:paraId="2B2D101F" w14:textId="77777777" w:rsidR="00E9697F" w:rsidRPr="00804087" w:rsidRDefault="00E9697F" w:rsidP="00E9697F">
      <w:pPr>
        <w:suppressAutoHyphens/>
        <w:spacing w:line="244" w:lineRule="auto"/>
        <w:ind w:left="5670" w:hanging="5670"/>
        <w:jc w:val="center"/>
        <w:rPr>
          <w:rFonts w:eastAsia="Calibri"/>
          <w:bCs/>
          <w:lang w:eastAsia="lt-LT"/>
        </w:rPr>
      </w:pPr>
    </w:p>
    <w:bookmarkEnd w:id="2"/>
    <w:p w14:paraId="7AD051B8" w14:textId="77777777" w:rsidR="00E9697F" w:rsidRPr="00804087" w:rsidRDefault="00E9697F" w:rsidP="00E9697F">
      <w:pPr>
        <w:suppressAutoHyphens/>
        <w:spacing w:line="244" w:lineRule="auto"/>
        <w:ind w:left="5670" w:hanging="5670"/>
        <w:jc w:val="left"/>
        <w:rPr>
          <w:rFonts w:eastAsia="Calibri"/>
          <w:szCs w:val="24"/>
          <w:lang w:eastAsia="lt-LT"/>
        </w:rPr>
      </w:pPr>
    </w:p>
    <w:p w14:paraId="24DC0598" w14:textId="77777777" w:rsidR="00E9697F" w:rsidRPr="00804087" w:rsidRDefault="00E9697F" w:rsidP="00E9697F">
      <w:pPr>
        <w:jc w:val="center"/>
        <w:rPr>
          <w:b/>
          <w:bCs/>
          <w:szCs w:val="24"/>
        </w:rPr>
      </w:pPr>
      <w:r w:rsidRPr="00804087">
        <w:rPr>
          <w:b/>
          <w:bCs/>
          <w:szCs w:val="24"/>
        </w:rPr>
        <w:t xml:space="preserve">INFORMACIJA APIE ASMENS DUOMENŲ TVARKYMĄ </w:t>
      </w:r>
    </w:p>
    <w:p w14:paraId="27CF548A" w14:textId="77777777" w:rsidR="00E9697F" w:rsidRPr="00804087" w:rsidRDefault="00E9697F" w:rsidP="00E9697F">
      <w:pPr>
        <w:ind w:left="5245"/>
        <w:rPr>
          <w:szCs w:val="24"/>
        </w:rPr>
      </w:pPr>
    </w:p>
    <w:p w14:paraId="57EAEE13" w14:textId="77777777" w:rsidR="00E9697F" w:rsidRPr="00804087" w:rsidRDefault="00E9697F" w:rsidP="00E9697F">
      <w:pPr>
        <w:ind w:left="5245"/>
        <w:rPr>
          <w:szCs w:val="24"/>
        </w:rPr>
      </w:pPr>
    </w:p>
    <w:p w14:paraId="6ABC34BA" w14:textId="77777777" w:rsidR="00E9697F" w:rsidRPr="00804087" w:rsidRDefault="00E9697F" w:rsidP="00E9697F">
      <w:pPr>
        <w:keepNext/>
        <w:keepLines/>
        <w:widowControl w:val="0"/>
        <w:rPr>
          <w:b/>
          <w:szCs w:val="32"/>
          <w:lang w:eastAsia="en-GB"/>
        </w:rPr>
      </w:pPr>
      <w:r w:rsidRPr="00804087">
        <w:rPr>
          <w:b/>
          <w:szCs w:val="32"/>
          <w:lang w:eastAsia="en-GB"/>
        </w:rPr>
        <w:t>1.Informacija apie asmens duomenų tvarkymą:</w:t>
      </w:r>
    </w:p>
    <w:p w14:paraId="513FBE01" w14:textId="77777777" w:rsidR="00E9697F" w:rsidRPr="00804087" w:rsidRDefault="00E9697F" w:rsidP="00E9697F"/>
    <w:p w14:paraId="1568FE90" w14:textId="77777777" w:rsidR="00E9697F" w:rsidRPr="00804087" w:rsidRDefault="00E9697F" w:rsidP="00E9697F">
      <w:r w:rsidRPr="00804087">
        <w:rPr>
          <w:b/>
        </w:rPr>
        <w:t xml:space="preserve">Duomenų tvarkytojo atliekamo asmens duomenų tvarkymo tikslas </w:t>
      </w:r>
      <w:r w:rsidRPr="00804087">
        <w:t>yra tinkamas S</w:t>
      </w:r>
      <w:r w:rsidRPr="00804087">
        <w:rPr>
          <w:bCs/>
        </w:rPr>
        <w:t xml:space="preserve">utartyje numatytų </w:t>
      </w:r>
      <w:r w:rsidRPr="00804087">
        <w:rPr>
          <w:szCs w:val="24"/>
        </w:rPr>
        <w:t xml:space="preserve">HDR programinės įrangos priežiūros </w:t>
      </w:r>
      <w:r w:rsidRPr="00804087">
        <w:rPr>
          <w:bCs/>
        </w:rPr>
        <w:t>paslaugų teikimas.</w:t>
      </w:r>
    </w:p>
    <w:p w14:paraId="77FA97C0" w14:textId="77777777" w:rsidR="00E9697F" w:rsidRPr="00804087" w:rsidRDefault="00E9697F" w:rsidP="00E9697F"/>
    <w:p w14:paraId="639C9EDA" w14:textId="77777777" w:rsidR="00E9697F" w:rsidRPr="00804087" w:rsidRDefault="00E9697F" w:rsidP="00E9697F">
      <w:pPr>
        <w:rPr>
          <w:b/>
        </w:rPr>
      </w:pPr>
      <w:r w:rsidRPr="00804087">
        <w:rPr>
          <w:b/>
        </w:rPr>
        <w:t>2. Duomenų subjektų kategorijos, tvarkomi asmens duomenys ir veiksmai, kurių atlikimui reikalinga tvarkyti duomenis:</w:t>
      </w:r>
    </w:p>
    <w:p w14:paraId="0A870603" w14:textId="77777777" w:rsidR="00E9697F" w:rsidRPr="00804087" w:rsidRDefault="00E9697F" w:rsidP="00E9697F"/>
    <w:tbl>
      <w:tblPr>
        <w:tblStyle w:val="TableGrid6"/>
        <w:tblW w:w="5159" w:type="pct"/>
        <w:tblLook w:val="04A0" w:firstRow="1" w:lastRow="0" w:firstColumn="1" w:lastColumn="0" w:noHBand="0" w:noVBand="1"/>
      </w:tblPr>
      <w:tblGrid>
        <w:gridCol w:w="2364"/>
        <w:gridCol w:w="5193"/>
        <w:gridCol w:w="2378"/>
      </w:tblGrid>
      <w:tr w:rsidR="00E9697F" w:rsidRPr="00804087" w14:paraId="10DC8CC2" w14:textId="77777777" w:rsidTr="007D0FF3">
        <w:tc>
          <w:tcPr>
            <w:tcW w:w="2304" w:type="dxa"/>
          </w:tcPr>
          <w:p w14:paraId="78FE5B62" w14:textId="77777777" w:rsidR="00E9697F" w:rsidRPr="00804087" w:rsidRDefault="00E9697F" w:rsidP="007D0FF3">
            <w:pPr>
              <w:jc w:val="center"/>
              <w:rPr>
                <w:b/>
                <w:sz w:val="20"/>
              </w:rPr>
            </w:pPr>
            <w:r w:rsidRPr="00804087">
              <w:rPr>
                <w:b/>
                <w:sz w:val="20"/>
              </w:rPr>
              <w:t>Duomenų subjektų kategorijos</w:t>
            </w:r>
          </w:p>
        </w:tc>
        <w:tc>
          <w:tcPr>
            <w:tcW w:w="5061" w:type="dxa"/>
          </w:tcPr>
          <w:p w14:paraId="5104A494" w14:textId="77777777" w:rsidR="00E9697F" w:rsidRPr="00804087" w:rsidRDefault="00E9697F" w:rsidP="007D0FF3">
            <w:pPr>
              <w:jc w:val="center"/>
              <w:rPr>
                <w:b/>
                <w:sz w:val="20"/>
              </w:rPr>
            </w:pPr>
            <w:r w:rsidRPr="00804087">
              <w:rPr>
                <w:b/>
                <w:sz w:val="20"/>
              </w:rPr>
              <w:t>Tvarkomų asmens duomenų rūšys</w:t>
            </w:r>
          </w:p>
        </w:tc>
        <w:tc>
          <w:tcPr>
            <w:tcW w:w="2317" w:type="dxa"/>
          </w:tcPr>
          <w:p w14:paraId="3A2AA3D9" w14:textId="77777777" w:rsidR="00E9697F" w:rsidRPr="00804087" w:rsidRDefault="00E9697F" w:rsidP="007D0FF3">
            <w:pPr>
              <w:jc w:val="center"/>
              <w:rPr>
                <w:b/>
                <w:sz w:val="20"/>
              </w:rPr>
            </w:pPr>
            <w:r w:rsidRPr="00804087">
              <w:rPr>
                <w:b/>
                <w:sz w:val="20"/>
              </w:rPr>
              <w:t>Veiksmai, kurių atlikimui reikalinga tvarkyti duomenis</w:t>
            </w:r>
          </w:p>
        </w:tc>
      </w:tr>
      <w:tr w:rsidR="00E9697F" w:rsidRPr="00804087" w14:paraId="7F909D74" w14:textId="77777777" w:rsidTr="007D0FF3">
        <w:tc>
          <w:tcPr>
            <w:tcW w:w="2304" w:type="dxa"/>
          </w:tcPr>
          <w:p w14:paraId="7810A88B" w14:textId="77777777" w:rsidR="00E9697F" w:rsidRPr="00804087" w:rsidRDefault="00E9697F" w:rsidP="007D0FF3">
            <w:pPr>
              <w:rPr>
                <w:sz w:val="20"/>
              </w:rPr>
            </w:pPr>
            <w:r w:rsidRPr="00804087">
              <w:rPr>
                <w:sz w:val="20"/>
              </w:rPr>
              <w:t>Asmenys, kurių duomenys tvarkomi HDR</w:t>
            </w:r>
          </w:p>
        </w:tc>
        <w:tc>
          <w:tcPr>
            <w:tcW w:w="5061" w:type="dxa"/>
          </w:tcPr>
          <w:p w14:paraId="321ED3EF" w14:textId="77777777" w:rsidR="00E9697F" w:rsidRPr="00804087" w:rsidRDefault="00E9697F" w:rsidP="007D0FF3">
            <w:pPr>
              <w:ind w:firstLine="36"/>
              <w:rPr>
                <w:b/>
                <w:bCs/>
                <w:color w:val="000000"/>
                <w:sz w:val="20"/>
                <w:lang w:eastAsia="lt-LT"/>
              </w:rPr>
            </w:pPr>
            <w:r w:rsidRPr="00804087">
              <w:rPr>
                <w:b/>
                <w:bCs/>
                <w:color w:val="000000"/>
                <w:sz w:val="20"/>
                <w:lang w:eastAsia="lt-LT"/>
              </w:rPr>
              <w:t>Asmenų, kuriems taikomos prevencinio poveikio priemonės pagal Lietuvos Respublikos organizuoto nusikalstamumo užkardymo įstatymą, duomenys:</w:t>
            </w:r>
          </w:p>
          <w:p w14:paraId="63B53FFA" w14:textId="77777777" w:rsidR="00E9697F" w:rsidRPr="00804087" w:rsidRDefault="00E9697F" w:rsidP="007D0FF3">
            <w:pPr>
              <w:tabs>
                <w:tab w:val="left" w:pos="9072"/>
                <w:tab w:val="left" w:pos="9214"/>
              </w:tabs>
              <w:ind w:right="172"/>
              <w:rPr>
                <w:sz w:val="20"/>
                <w:lang w:eastAsia="lt-LT"/>
              </w:rPr>
            </w:pPr>
            <w:r w:rsidRPr="00804087">
              <w:rPr>
                <w:color w:val="000000"/>
                <w:sz w:val="20"/>
                <w:lang w:eastAsia="lt-LT"/>
              </w:rPr>
              <w:t>objekto identifikavimo kodas, kuriamas programiniu būdu;</w:t>
            </w:r>
          </w:p>
          <w:p w14:paraId="3B6456F3" w14:textId="77777777" w:rsidR="00E9697F" w:rsidRPr="00804087" w:rsidRDefault="00E9697F" w:rsidP="007D0FF3">
            <w:pPr>
              <w:tabs>
                <w:tab w:val="left" w:pos="9072"/>
                <w:tab w:val="left" w:pos="9214"/>
              </w:tabs>
              <w:ind w:right="172"/>
              <w:rPr>
                <w:sz w:val="20"/>
                <w:lang w:eastAsia="lt-LT"/>
              </w:rPr>
            </w:pPr>
            <w:r w:rsidRPr="00804087">
              <w:rPr>
                <w:color w:val="000000"/>
                <w:sz w:val="20"/>
                <w:lang w:eastAsia="lt-LT"/>
              </w:rPr>
              <w:t>registro objekto įregistravimo, išregistravimo datos, duomenų įrašymo ir keitimo datos;</w:t>
            </w:r>
          </w:p>
          <w:p w14:paraId="13688F28" w14:textId="77777777" w:rsidR="00E9697F" w:rsidRPr="00804087" w:rsidRDefault="00E9697F" w:rsidP="007D0FF3">
            <w:pPr>
              <w:tabs>
                <w:tab w:val="left" w:pos="9072"/>
                <w:tab w:val="left" w:pos="9214"/>
              </w:tabs>
              <w:ind w:right="172"/>
              <w:rPr>
                <w:sz w:val="20"/>
                <w:lang w:eastAsia="lt-LT"/>
              </w:rPr>
            </w:pPr>
            <w:r w:rsidRPr="00804087">
              <w:rPr>
                <w:color w:val="000000"/>
                <w:sz w:val="20"/>
                <w:lang w:eastAsia="lt-LT"/>
              </w:rPr>
              <w:t>daktiloskopinės kortelės nuoroda Daktiloskopinių duomenų registre;</w:t>
            </w:r>
          </w:p>
          <w:p w14:paraId="2D48B412" w14:textId="77777777" w:rsidR="00E9697F" w:rsidRPr="00804087" w:rsidRDefault="00E9697F" w:rsidP="007D0FF3">
            <w:pPr>
              <w:tabs>
                <w:tab w:val="left" w:pos="9072"/>
                <w:tab w:val="left" w:pos="9214"/>
              </w:tabs>
              <w:ind w:right="172"/>
              <w:rPr>
                <w:sz w:val="20"/>
                <w:lang w:eastAsia="lt-LT"/>
              </w:rPr>
            </w:pPr>
            <w:r w:rsidRPr="00804087">
              <w:rPr>
                <w:color w:val="000000"/>
                <w:sz w:val="20"/>
                <w:lang w:eastAsia="lt-LT"/>
              </w:rPr>
              <w:t>registro duomenis įrašiusio darbuotojo (pareigūno) vardas, pavardė, pareigos, telefono ryšio numeris, elektroninis paštas, įstaigos, kurioje dirba darbuotojas (tarnauja pareigūnas), pavadinimas;</w:t>
            </w:r>
          </w:p>
          <w:p w14:paraId="5930D567" w14:textId="77777777" w:rsidR="00E9697F" w:rsidRPr="00804087" w:rsidRDefault="00E9697F" w:rsidP="007D0FF3">
            <w:pPr>
              <w:tabs>
                <w:tab w:val="left" w:pos="8222"/>
                <w:tab w:val="left" w:pos="9072"/>
              </w:tabs>
              <w:ind w:firstLine="31"/>
              <w:rPr>
                <w:color w:val="000000"/>
                <w:sz w:val="20"/>
                <w:lang w:eastAsia="lt-LT"/>
              </w:rPr>
            </w:pPr>
            <w:r w:rsidRPr="00804087">
              <w:rPr>
                <w:color w:val="000000"/>
                <w:sz w:val="20"/>
                <w:lang w:eastAsia="lt-LT"/>
              </w:rPr>
              <w:t>asmens kodas, (jei jis suteiktas Lietuvos Respublikos gyventojų registro įstatymo nustatyta tvarka;</w:t>
            </w:r>
          </w:p>
          <w:p w14:paraId="4177B978" w14:textId="77777777" w:rsidR="00E9697F" w:rsidRPr="00804087" w:rsidRDefault="00E9697F" w:rsidP="007D0FF3">
            <w:pPr>
              <w:tabs>
                <w:tab w:val="left" w:pos="8222"/>
                <w:tab w:val="left" w:pos="9072"/>
              </w:tabs>
              <w:ind w:firstLine="31"/>
              <w:rPr>
                <w:sz w:val="20"/>
                <w:lang w:eastAsia="lt-LT"/>
              </w:rPr>
            </w:pPr>
            <w:r w:rsidRPr="00804087">
              <w:rPr>
                <w:color w:val="000000"/>
                <w:sz w:val="20"/>
                <w:lang w:eastAsia="lt-LT"/>
              </w:rPr>
              <w:t>vardas;</w:t>
            </w:r>
          </w:p>
          <w:p w14:paraId="2912FD66" w14:textId="77777777" w:rsidR="00E9697F" w:rsidRPr="00804087" w:rsidRDefault="00E9697F" w:rsidP="007D0FF3">
            <w:pPr>
              <w:tabs>
                <w:tab w:val="left" w:pos="9214"/>
              </w:tabs>
              <w:ind w:firstLine="31"/>
              <w:rPr>
                <w:sz w:val="20"/>
                <w:lang w:eastAsia="lt-LT"/>
              </w:rPr>
            </w:pPr>
            <w:r w:rsidRPr="00804087">
              <w:rPr>
                <w:color w:val="000000"/>
                <w:sz w:val="20"/>
                <w:lang w:eastAsia="lt-LT"/>
              </w:rPr>
              <w:t>pavardė (pavardės);</w:t>
            </w:r>
          </w:p>
          <w:p w14:paraId="588FEC7F" w14:textId="77777777" w:rsidR="00E9697F" w:rsidRPr="00804087" w:rsidRDefault="00E9697F" w:rsidP="007D0FF3">
            <w:pPr>
              <w:tabs>
                <w:tab w:val="left" w:pos="9214"/>
              </w:tabs>
              <w:ind w:firstLine="31"/>
              <w:rPr>
                <w:sz w:val="20"/>
                <w:lang w:eastAsia="lt-LT"/>
              </w:rPr>
            </w:pPr>
            <w:r w:rsidRPr="00804087">
              <w:rPr>
                <w:color w:val="000000"/>
                <w:sz w:val="20"/>
                <w:lang w:eastAsia="lt-LT"/>
              </w:rPr>
              <w:t>pilietybė;</w:t>
            </w:r>
          </w:p>
          <w:p w14:paraId="2470B80E" w14:textId="77777777" w:rsidR="00E9697F" w:rsidRPr="00804087" w:rsidRDefault="00E9697F" w:rsidP="007D0FF3">
            <w:pPr>
              <w:tabs>
                <w:tab w:val="left" w:pos="9214"/>
              </w:tabs>
              <w:ind w:firstLine="31"/>
              <w:rPr>
                <w:sz w:val="20"/>
                <w:lang w:eastAsia="lt-LT"/>
              </w:rPr>
            </w:pPr>
            <w:r w:rsidRPr="00804087">
              <w:rPr>
                <w:color w:val="000000"/>
                <w:sz w:val="20"/>
                <w:lang w:eastAsia="lt-LT"/>
              </w:rPr>
              <w:t>asmens tapatybę patvirtinančio dokumento rūšis, šį dokumentą išdavusios valstybės kodas ir pavadinimas, šio dokumento serija ir numeris, šį dokumentą išdavusios įstaigos kodas ir pavadinimas, jo išdavimo data, data, iki kurios galioja šis dokumentas, šio dokumento galiojimo / negaliojimo būsena;</w:t>
            </w:r>
          </w:p>
          <w:p w14:paraId="1351A47D" w14:textId="77777777" w:rsidR="00E9697F" w:rsidRPr="00804087" w:rsidRDefault="00E9697F" w:rsidP="007D0FF3">
            <w:pPr>
              <w:tabs>
                <w:tab w:val="left" w:pos="9214"/>
              </w:tabs>
              <w:ind w:firstLine="31"/>
              <w:rPr>
                <w:sz w:val="20"/>
                <w:lang w:eastAsia="lt-LT"/>
              </w:rPr>
            </w:pPr>
            <w:r w:rsidRPr="00804087">
              <w:rPr>
                <w:color w:val="000000"/>
                <w:sz w:val="20"/>
                <w:lang w:eastAsia="lt-LT"/>
              </w:rPr>
              <w:t>lytis;</w:t>
            </w:r>
          </w:p>
          <w:p w14:paraId="3E201A1D" w14:textId="77777777" w:rsidR="00E9697F" w:rsidRPr="00804087" w:rsidRDefault="00E9697F" w:rsidP="007D0FF3">
            <w:pPr>
              <w:ind w:firstLine="31"/>
              <w:rPr>
                <w:sz w:val="20"/>
                <w:lang w:eastAsia="lt-LT"/>
              </w:rPr>
            </w:pPr>
            <w:r w:rsidRPr="00804087">
              <w:rPr>
                <w:color w:val="000000"/>
                <w:sz w:val="20"/>
                <w:lang w:eastAsia="lt-LT"/>
              </w:rPr>
              <w:t>gimimo data;</w:t>
            </w:r>
          </w:p>
          <w:p w14:paraId="7096A80B" w14:textId="77777777" w:rsidR="00E9697F" w:rsidRPr="00804087" w:rsidRDefault="00E9697F" w:rsidP="007D0FF3">
            <w:pPr>
              <w:ind w:firstLine="31"/>
              <w:rPr>
                <w:sz w:val="20"/>
                <w:lang w:eastAsia="lt-LT"/>
              </w:rPr>
            </w:pPr>
            <w:r w:rsidRPr="00804087">
              <w:rPr>
                <w:color w:val="000000"/>
                <w:sz w:val="20"/>
                <w:lang w:eastAsia="lt-LT"/>
              </w:rPr>
              <w:t>gimimo vieta;</w:t>
            </w:r>
          </w:p>
          <w:p w14:paraId="5EB9A235" w14:textId="77777777" w:rsidR="00E9697F" w:rsidRPr="00804087" w:rsidRDefault="00E9697F" w:rsidP="007D0FF3">
            <w:pPr>
              <w:ind w:firstLine="31"/>
              <w:rPr>
                <w:sz w:val="20"/>
                <w:lang w:eastAsia="lt-LT"/>
              </w:rPr>
            </w:pPr>
            <w:r w:rsidRPr="00804087">
              <w:rPr>
                <w:color w:val="000000"/>
                <w:sz w:val="20"/>
                <w:lang w:eastAsia="lt-LT"/>
              </w:rPr>
              <w:t>mirties data;</w:t>
            </w:r>
          </w:p>
          <w:p w14:paraId="1290C0F8" w14:textId="77777777" w:rsidR="00E9697F" w:rsidRPr="00804087" w:rsidRDefault="00E9697F" w:rsidP="007D0FF3">
            <w:pPr>
              <w:ind w:firstLine="31"/>
              <w:rPr>
                <w:sz w:val="20"/>
                <w:lang w:eastAsia="lt-LT"/>
              </w:rPr>
            </w:pPr>
            <w:r w:rsidRPr="00804087">
              <w:rPr>
                <w:color w:val="000000"/>
                <w:sz w:val="20"/>
                <w:lang w:eastAsia="lt-LT"/>
              </w:rPr>
              <w:t xml:space="preserve">gyvenamoji vieta </w:t>
            </w:r>
            <w:r w:rsidRPr="00804087">
              <w:rPr>
                <w:bCs/>
                <w:color w:val="000000"/>
                <w:sz w:val="20"/>
                <w:lang w:eastAsia="lt-LT"/>
              </w:rPr>
              <w:t>(adresas),</w:t>
            </w:r>
            <w:r w:rsidRPr="00804087">
              <w:rPr>
                <w:color w:val="000000"/>
                <w:sz w:val="20"/>
                <w:lang w:eastAsia="lt-LT"/>
              </w:rPr>
              <w:t xml:space="preserve"> o jeigu neturi gyvenamosios vietos ir yra įtrauktas į gyvenamosios vietos neturinčių asmenų apskaitą, – savivaldybė, kurioje gyvena;</w:t>
            </w:r>
          </w:p>
          <w:p w14:paraId="5647AB48" w14:textId="77777777" w:rsidR="00E9697F" w:rsidRPr="00804087" w:rsidRDefault="00E9697F" w:rsidP="007D0FF3">
            <w:pPr>
              <w:ind w:firstLine="31"/>
              <w:rPr>
                <w:sz w:val="20"/>
                <w:lang w:eastAsia="lt-LT"/>
              </w:rPr>
            </w:pPr>
            <w:r w:rsidRPr="00804087">
              <w:rPr>
                <w:color w:val="000000"/>
                <w:sz w:val="20"/>
                <w:lang w:eastAsia="lt-LT"/>
              </w:rPr>
              <w:t>skaitmeninis veido atvaizdas:</w:t>
            </w:r>
          </w:p>
          <w:p w14:paraId="1682C40C" w14:textId="77777777" w:rsidR="00E9697F" w:rsidRPr="00804087" w:rsidRDefault="00E9697F" w:rsidP="007D0FF3">
            <w:pPr>
              <w:ind w:firstLine="31"/>
              <w:rPr>
                <w:sz w:val="20"/>
                <w:lang w:eastAsia="lt-LT"/>
              </w:rPr>
            </w:pPr>
            <w:r w:rsidRPr="00804087">
              <w:rPr>
                <w:color w:val="000000"/>
                <w:sz w:val="20"/>
                <w:lang w:eastAsia="lt-LT"/>
              </w:rPr>
              <w:t>veido skaitmeninio atvaizdo padarymo data;</w:t>
            </w:r>
          </w:p>
          <w:p w14:paraId="31A7C080" w14:textId="77777777" w:rsidR="00E9697F" w:rsidRPr="00804087" w:rsidRDefault="00E9697F" w:rsidP="007D0FF3">
            <w:pPr>
              <w:ind w:firstLine="31"/>
              <w:rPr>
                <w:color w:val="000000"/>
                <w:sz w:val="20"/>
                <w:lang w:eastAsia="lt-LT"/>
              </w:rPr>
            </w:pPr>
            <w:r w:rsidRPr="00804087">
              <w:rPr>
                <w:color w:val="000000"/>
                <w:sz w:val="20"/>
                <w:lang w:eastAsia="lt-LT"/>
              </w:rPr>
              <w:t>veido skaitmeninio atvaizdo padarymo pagrindas;</w:t>
            </w:r>
          </w:p>
          <w:p w14:paraId="0B90B490" w14:textId="77777777" w:rsidR="00E9697F" w:rsidRPr="00804087" w:rsidRDefault="00E9697F" w:rsidP="007D0FF3">
            <w:pPr>
              <w:ind w:right="94"/>
              <w:rPr>
                <w:sz w:val="20"/>
                <w:lang w:eastAsia="lt-LT"/>
              </w:rPr>
            </w:pPr>
            <w:r w:rsidRPr="00804087">
              <w:rPr>
                <w:color w:val="000000"/>
                <w:sz w:val="20"/>
                <w:lang w:eastAsia="lt-LT"/>
              </w:rPr>
              <w:lastRenderedPageBreak/>
              <w:t>pirma identifikavimo žymė (pagrindinis asmens požymis) Šengeno informacinėje sistemoje;</w:t>
            </w:r>
          </w:p>
          <w:p w14:paraId="496BA56B" w14:textId="77777777" w:rsidR="00E9697F" w:rsidRPr="00804087" w:rsidRDefault="00E9697F" w:rsidP="007D0FF3">
            <w:pPr>
              <w:ind w:right="94"/>
              <w:rPr>
                <w:sz w:val="20"/>
                <w:lang w:eastAsia="lt-LT"/>
              </w:rPr>
            </w:pPr>
            <w:r w:rsidRPr="00804087">
              <w:rPr>
                <w:color w:val="000000"/>
                <w:sz w:val="20"/>
                <w:lang w:eastAsia="lt-LT"/>
              </w:rPr>
              <w:t>antra identifikavimo žymė (pagrindinis asmens požymis) Šengeno informacinėje sistemoje;</w:t>
            </w:r>
          </w:p>
          <w:p w14:paraId="41B5E10C" w14:textId="77777777" w:rsidR="00E9697F" w:rsidRPr="00804087" w:rsidRDefault="00E9697F" w:rsidP="007D0FF3">
            <w:pPr>
              <w:ind w:right="94"/>
              <w:rPr>
                <w:sz w:val="20"/>
                <w:lang w:eastAsia="lt-LT"/>
              </w:rPr>
            </w:pPr>
            <w:r w:rsidRPr="00804087">
              <w:rPr>
                <w:color w:val="000000"/>
                <w:sz w:val="20"/>
                <w:lang w:eastAsia="lt-LT"/>
              </w:rPr>
              <w:t>ūgis/lavono ilgis;</w:t>
            </w:r>
          </w:p>
          <w:p w14:paraId="798767C4" w14:textId="77777777" w:rsidR="00E9697F" w:rsidRPr="00804087" w:rsidRDefault="00E9697F" w:rsidP="007D0FF3">
            <w:pPr>
              <w:ind w:right="94"/>
              <w:rPr>
                <w:sz w:val="20"/>
                <w:lang w:eastAsia="lt-LT"/>
              </w:rPr>
            </w:pPr>
            <w:r w:rsidRPr="00804087">
              <w:rPr>
                <w:color w:val="000000"/>
                <w:sz w:val="20"/>
                <w:lang w:eastAsia="lt-LT"/>
              </w:rPr>
              <w:t>kūno sudėjimas;</w:t>
            </w:r>
          </w:p>
          <w:p w14:paraId="5AA4C54F" w14:textId="77777777" w:rsidR="00E9697F" w:rsidRPr="00804087" w:rsidRDefault="00E9697F" w:rsidP="007D0FF3">
            <w:pPr>
              <w:ind w:right="94"/>
              <w:rPr>
                <w:sz w:val="20"/>
                <w:lang w:eastAsia="lt-LT"/>
              </w:rPr>
            </w:pPr>
            <w:r w:rsidRPr="00804087">
              <w:rPr>
                <w:color w:val="000000"/>
                <w:sz w:val="20"/>
                <w:lang w:eastAsia="lt-LT"/>
              </w:rPr>
              <w:t>plaukai (spalva, šukuosena);</w:t>
            </w:r>
          </w:p>
          <w:p w14:paraId="7E325252" w14:textId="77777777" w:rsidR="00E9697F" w:rsidRPr="00804087" w:rsidRDefault="00E9697F" w:rsidP="007D0FF3">
            <w:pPr>
              <w:ind w:right="94"/>
              <w:rPr>
                <w:sz w:val="20"/>
                <w:lang w:eastAsia="lt-LT"/>
              </w:rPr>
            </w:pPr>
            <w:r w:rsidRPr="00804087">
              <w:rPr>
                <w:color w:val="000000"/>
                <w:sz w:val="20"/>
                <w:lang w:eastAsia="lt-LT"/>
              </w:rPr>
              <w:t>veidas (veido forma, veido spalva, veido plaukai);</w:t>
            </w:r>
          </w:p>
          <w:p w14:paraId="6B8CFFD5" w14:textId="77777777" w:rsidR="00E9697F" w:rsidRPr="00804087" w:rsidRDefault="00E9697F" w:rsidP="007D0FF3">
            <w:pPr>
              <w:ind w:right="94"/>
              <w:rPr>
                <w:sz w:val="20"/>
                <w:lang w:eastAsia="lt-LT"/>
              </w:rPr>
            </w:pPr>
            <w:r w:rsidRPr="00804087">
              <w:rPr>
                <w:color w:val="000000"/>
                <w:sz w:val="20"/>
                <w:lang w:eastAsia="lt-LT"/>
              </w:rPr>
              <w:t>akys (tipas, spalva);</w:t>
            </w:r>
          </w:p>
          <w:p w14:paraId="1B3F8BE3" w14:textId="77777777" w:rsidR="00E9697F" w:rsidRPr="00804087" w:rsidRDefault="00E9697F" w:rsidP="007D0FF3">
            <w:pPr>
              <w:ind w:right="94"/>
              <w:rPr>
                <w:sz w:val="20"/>
                <w:lang w:eastAsia="lt-LT"/>
              </w:rPr>
            </w:pPr>
            <w:r w:rsidRPr="00804087">
              <w:rPr>
                <w:color w:val="000000"/>
                <w:sz w:val="20"/>
                <w:lang w:eastAsia="lt-LT"/>
              </w:rPr>
              <w:t>nosis (dydis, forma);</w:t>
            </w:r>
          </w:p>
          <w:p w14:paraId="6FE64087" w14:textId="77777777" w:rsidR="00E9697F" w:rsidRPr="00804087" w:rsidRDefault="00E9697F" w:rsidP="007D0FF3">
            <w:pPr>
              <w:ind w:right="94"/>
              <w:rPr>
                <w:sz w:val="20"/>
                <w:lang w:eastAsia="lt-LT"/>
              </w:rPr>
            </w:pPr>
            <w:r w:rsidRPr="00804087">
              <w:rPr>
                <w:color w:val="000000"/>
                <w:sz w:val="20"/>
                <w:lang w:eastAsia="lt-LT"/>
              </w:rPr>
              <w:t>smakras (dydis, forma);</w:t>
            </w:r>
          </w:p>
          <w:p w14:paraId="6F467CAB" w14:textId="77777777" w:rsidR="00E9697F" w:rsidRPr="00804087" w:rsidRDefault="00E9697F" w:rsidP="007D0FF3">
            <w:pPr>
              <w:ind w:right="94"/>
              <w:rPr>
                <w:sz w:val="20"/>
                <w:lang w:eastAsia="lt-LT"/>
              </w:rPr>
            </w:pPr>
            <w:r w:rsidRPr="00804087">
              <w:rPr>
                <w:color w:val="000000"/>
                <w:sz w:val="20"/>
                <w:lang w:eastAsia="lt-LT"/>
              </w:rPr>
              <w:t>ausys (dydis, forma);</w:t>
            </w:r>
          </w:p>
          <w:p w14:paraId="7E298F3F" w14:textId="77777777" w:rsidR="00E9697F" w:rsidRPr="00804087" w:rsidRDefault="00E9697F" w:rsidP="007D0FF3">
            <w:pPr>
              <w:ind w:right="94"/>
              <w:rPr>
                <w:sz w:val="20"/>
                <w:lang w:eastAsia="lt-LT"/>
              </w:rPr>
            </w:pPr>
            <w:r w:rsidRPr="00804087">
              <w:rPr>
                <w:color w:val="000000"/>
                <w:sz w:val="20"/>
                <w:lang w:eastAsia="lt-LT"/>
              </w:rPr>
              <w:t>eisenos aprašymas;</w:t>
            </w:r>
          </w:p>
          <w:p w14:paraId="1B697015" w14:textId="77777777" w:rsidR="00E9697F" w:rsidRPr="00804087" w:rsidRDefault="00E9697F" w:rsidP="007D0FF3">
            <w:pPr>
              <w:rPr>
                <w:sz w:val="20"/>
                <w:lang w:eastAsia="lt-LT"/>
              </w:rPr>
            </w:pPr>
            <w:r w:rsidRPr="00804087">
              <w:rPr>
                <w:color w:val="000000"/>
                <w:sz w:val="20"/>
                <w:lang w:eastAsia="lt-LT"/>
              </w:rPr>
              <w:t>odos spalva;</w:t>
            </w:r>
          </w:p>
          <w:p w14:paraId="36FD8369" w14:textId="77777777" w:rsidR="00E9697F" w:rsidRPr="00804087" w:rsidRDefault="00E9697F" w:rsidP="007D0FF3">
            <w:pPr>
              <w:rPr>
                <w:sz w:val="20"/>
                <w:lang w:eastAsia="lt-LT"/>
              </w:rPr>
            </w:pPr>
            <w:r w:rsidRPr="00804087">
              <w:rPr>
                <w:color w:val="000000"/>
                <w:sz w:val="20"/>
                <w:lang w:eastAsia="lt-LT"/>
              </w:rPr>
              <w:t>dantys (dantų požymiai, dantų būklė, dantų būklės schema);</w:t>
            </w:r>
          </w:p>
          <w:p w14:paraId="36A72C4F" w14:textId="77777777" w:rsidR="00E9697F" w:rsidRPr="00804087" w:rsidRDefault="00E9697F" w:rsidP="007D0FF3">
            <w:pPr>
              <w:ind w:hanging="14"/>
              <w:rPr>
                <w:sz w:val="20"/>
                <w:lang w:eastAsia="lt-LT"/>
              </w:rPr>
            </w:pPr>
            <w:r w:rsidRPr="00804087">
              <w:rPr>
                <w:color w:val="000000"/>
                <w:sz w:val="20"/>
                <w:lang w:eastAsia="lt-LT"/>
              </w:rPr>
              <w:t>identifikavimo kodas Prevencinių poveikio priemonių taikymo registre;</w:t>
            </w:r>
          </w:p>
          <w:p w14:paraId="465BB262" w14:textId="77777777" w:rsidR="00E9697F" w:rsidRPr="00804087" w:rsidRDefault="00E9697F" w:rsidP="007D0FF3">
            <w:pPr>
              <w:ind w:hanging="14"/>
              <w:rPr>
                <w:sz w:val="20"/>
                <w:lang w:eastAsia="lt-LT"/>
              </w:rPr>
            </w:pPr>
            <w:r w:rsidRPr="00804087">
              <w:rPr>
                <w:color w:val="000000"/>
                <w:sz w:val="20"/>
                <w:lang w:eastAsia="lt-LT"/>
              </w:rPr>
              <w:t>asmeniui taikoma prevencinė poveikio priemonė;</w:t>
            </w:r>
          </w:p>
          <w:p w14:paraId="46D731B8" w14:textId="77777777" w:rsidR="00E9697F" w:rsidRPr="00804087" w:rsidRDefault="00E9697F" w:rsidP="007D0FF3">
            <w:pPr>
              <w:ind w:hanging="14"/>
              <w:rPr>
                <w:sz w:val="20"/>
                <w:lang w:eastAsia="lt-LT"/>
              </w:rPr>
            </w:pPr>
            <w:r w:rsidRPr="00804087">
              <w:rPr>
                <w:color w:val="000000"/>
                <w:sz w:val="20"/>
                <w:lang w:eastAsia="lt-LT"/>
              </w:rPr>
              <w:t>prevencinės poveikio priemonės taikymo data;</w:t>
            </w:r>
          </w:p>
          <w:p w14:paraId="489B2AB2" w14:textId="77777777" w:rsidR="00E9697F" w:rsidRPr="00804087" w:rsidRDefault="00E9697F" w:rsidP="007D0FF3">
            <w:pPr>
              <w:ind w:hanging="14"/>
              <w:rPr>
                <w:sz w:val="20"/>
                <w:lang w:eastAsia="lt-LT"/>
              </w:rPr>
            </w:pPr>
            <w:r w:rsidRPr="00804087">
              <w:rPr>
                <w:color w:val="000000"/>
                <w:sz w:val="20"/>
                <w:lang w:eastAsia="lt-LT"/>
              </w:rPr>
              <w:t>prevencinės poveikio priemonės nutraukimo data;</w:t>
            </w:r>
          </w:p>
          <w:p w14:paraId="03C1DA1D" w14:textId="77777777" w:rsidR="00E9697F" w:rsidRPr="00804087" w:rsidRDefault="00E9697F" w:rsidP="007D0FF3">
            <w:pPr>
              <w:ind w:hanging="14"/>
              <w:rPr>
                <w:sz w:val="20"/>
                <w:lang w:eastAsia="lt-LT"/>
              </w:rPr>
            </w:pPr>
            <w:r w:rsidRPr="00804087">
              <w:rPr>
                <w:color w:val="000000"/>
                <w:sz w:val="20"/>
                <w:lang w:eastAsia="lt-LT"/>
              </w:rPr>
              <w:t>prevencinės poveikio priemonės, konkretaus, tikslinio ar atsargaus patikrinimo taikymo pagrindas;</w:t>
            </w:r>
          </w:p>
          <w:p w14:paraId="3ED95025" w14:textId="77777777" w:rsidR="00E9697F" w:rsidRPr="00804087" w:rsidRDefault="00E9697F" w:rsidP="007D0FF3">
            <w:pPr>
              <w:ind w:hanging="14"/>
              <w:rPr>
                <w:sz w:val="20"/>
                <w:lang w:eastAsia="lt-LT"/>
              </w:rPr>
            </w:pPr>
            <w:r w:rsidRPr="00804087">
              <w:rPr>
                <w:color w:val="000000"/>
                <w:sz w:val="20"/>
                <w:lang w:eastAsia="lt-LT"/>
              </w:rPr>
              <w:t>kategorija (konkretus, tikslinio ar atsargus patikrinimas);</w:t>
            </w:r>
          </w:p>
          <w:p w14:paraId="31E46B77" w14:textId="77777777" w:rsidR="00E9697F" w:rsidRPr="00804087" w:rsidRDefault="00E9697F" w:rsidP="007D0FF3">
            <w:pPr>
              <w:ind w:hanging="14"/>
              <w:rPr>
                <w:sz w:val="20"/>
                <w:lang w:eastAsia="lt-LT"/>
              </w:rPr>
            </w:pPr>
            <w:r w:rsidRPr="00804087">
              <w:rPr>
                <w:color w:val="000000"/>
                <w:sz w:val="20"/>
                <w:lang w:eastAsia="lt-LT"/>
              </w:rPr>
              <w:t>konkretaus, tikslinio ar atsargaus patikrinimo nutraukimo data ir pagrindas.</w:t>
            </w:r>
          </w:p>
          <w:p w14:paraId="22FB8DC6" w14:textId="77777777" w:rsidR="00E9697F" w:rsidRPr="00804087" w:rsidRDefault="00E9697F" w:rsidP="007D0FF3">
            <w:pPr>
              <w:ind w:firstLine="36"/>
              <w:rPr>
                <w:b/>
                <w:bCs/>
                <w:color w:val="000000"/>
                <w:sz w:val="20"/>
                <w:lang w:eastAsia="lt-LT"/>
              </w:rPr>
            </w:pPr>
            <w:r w:rsidRPr="00804087">
              <w:rPr>
                <w:b/>
                <w:bCs/>
                <w:color w:val="000000"/>
                <w:sz w:val="20"/>
                <w:lang w:eastAsia="lt-LT"/>
              </w:rPr>
              <w:t>Asmenų, kuriems taikomas konkretus, atsargus ar tikslinis patikrinimas pagal Šengeno konvenciją duomenys:</w:t>
            </w:r>
          </w:p>
          <w:p w14:paraId="277A9ABB" w14:textId="77777777" w:rsidR="00E9697F" w:rsidRPr="00804087" w:rsidRDefault="00E9697F" w:rsidP="007D0FF3">
            <w:pPr>
              <w:tabs>
                <w:tab w:val="left" w:pos="9072"/>
                <w:tab w:val="left" w:pos="9214"/>
              </w:tabs>
              <w:ind w:right="94" w:firstLine="36"/>
              <w:rPr>
                <w:sz w:val="20"/>
                <w:lang w:eastAsia="lt-LT"/>
              </w:rPr>
            </w:pPr>
            <w:r w:rsidRPr="00804087">
              <w:rPr>
                <w:color w:val="000000"/>
                <w:sz w:val="20"/>
                <w:lang w:eastAsia="lt-LT"/>
              </w:rPr>
              <w:t>registro objekto identifikavimo kodas, kuriamas programiniu būdu;</w:t>
            </w:r>
          </w:p>
          <w:p w14:paraId="258EBB72" w14:textId="77777777" w:rsidR="00E9697F" w:rsidRPr="00804087" w:rsidRDefault="00E9697F" w:rsidP="007D0FF3">
            <w:pPr>
              <w:tabs>
                <w:tab w:val="left" w:pos="9072"/>
                <w:tab w:val="left" w:pos="9214"/>
              </w:tabs>
              <w:ind w:right="94" w:firstLine="36"/>
              <w:rPr>
                <w:sz w:val="20"/>
                <w:lang w:eastAsia="lt-LT"/>
              </w:rPr>
            </w:pPr>
            <w:r w:rsidRPr="00804087">
              <w:rPr>
                <w:color w:val="000000"/>
                <w:sz w:val="20"/>
                <w:lang w:eastAsia="lt-LT"/>
              </w:rPr>
              <w:t>registro objekto įregistravimo, išregistravimo datos, duomenų įrašymo ir keitimo datos;</w:t>
            </w:r>
          </w:p>
          <w:p w14:paraId="6FB9D123" w14:textId="77777777" w:rsidR="00E9697F" w:rsidRPr="00804087" w:rsidRDefault="00E9697F" w:rsidP="007D0FF3">
            <w:pPr>
              <w:tabs>
                <w:tab w:val="left" w:pos="9072"/>
                <w:tab w:val="left" w:pos="9214"/>
              </w:tabs>
              <w:ind w:right="94" w:firstLine="36"/>
              <w:rPr>
                <w:sz w:val="20"/>
                <w:lang w:eastAsia="lt-LT"/>
              </w:rPr>
            </w:pPr>
            <w:r w:rsidRPr="00804087">
              <w:rPr>
                <w:color w:val="000000"/>
                <w:sz w:val="20"/>
                <w:lang w:eastAsia="lt-LT"/>
              </w:rPr>
              <w:t>daktiloskopinės kortelės nuoroda Daktiloskopinių duomenų registre;</w:t>
            </w:r>
          </w:p>
          <w:p w14:paraId="46992BEB" w14:textId="77777777" w:rsidR="00E9697F" w:rsidRPr="00804087" w:rsidRDefault="00E9697F" w:rsidP="007D0FF3">
            <w:pPr>
              <w:tabs>
                <w:tab w:val="left" w:pos="9072"/>
                <w:tab w:val="left" w:pos="9214"/>
              </w:tabs>
              <w:ind w:right="94" w:firstLine="36"/>
              <w:rPr>
                <w:sz w:val="20"/>
                <w:lang w:eastAsia="lt-LT"/>
              </w:rPr>
            </w:pPr>
            <w:r w:rsidRPr="00804087">
              <w:rPr>
                <w:color w:val="000000"/>
                <w:sz w:val="20"/>
                <w:lang w:eastAsia="lt-LT"/>
              </w:rPr>
              <w:t>registro duomenis įrašiusio darbuotojo (pareigūno) vardas, pavardė, pareigos, telefono ryšio numeris, elektroninis paštas, įstaigos, kurioje dirba darbuotojas (tarnauja pareigūnas), pavadinimas.</w:t>
            </w:r>
          </w:p>
          <w:p w14:paraId="7D36A81D" w14:textId="77777777" w:rsidR="00E9697F" w:rsidRPr="00804087" w:rsidRDefault="00E9697F" w:rsidP="007D0FF3">
            <w:pPr>
              <w:tabs>
                <w:tab w:val="left" w:pos="8222"/>
                <w:tab w:val="left" w:pos="9072"/>
              </w:tabs>
              <w:ind w:right="94" w:firstLine="36"/>
              <w:rPr>
                <w:sz w:val="20"/>
                <w:lang w:eastAsia="lt-LT"/>
              </w:rPr>
            </w:pPr>
            <w:r w:rsidRPr="00804087">
              <w:rPr>
                <w:color w:val="000000"/>
                <w:sz w:val="20"/>
                <w:lang w:eastAsia="lt-LT"/>
              </w:rPr>
              <w:t>asmens kodas, (jei jis suteiktas Lietuvos Respublikos gyventojų registro įstatymo nustatyta tvarka;</w:t>
            </w:r>
          </w:p>
          <w:p w14:paraId="34DC6742" w14:textId="77777777" w:rsidR="00E9697F" w:rsidRPr="00804087" w:rsidRDefault="00E9697F" w:rsidP="007D0FF3">
            <w:pPr>
              <w:tabs>
                <w:tab w:val="left" w:pos="9214"/>
              </w:tabs>
              <w:ind w:right="94" w:firstLine="36"/>
              <w:rPr>
                <w:sz w:val="20"/>
                <w:lang w:eastAsia="lt-LT"/>
              </w:rPr>
            </w:pPr>
            <w:bookmarkStart w:id="3" w:name="part_6a40ca63c42f4dc29bba53660a7c466a"/>
            <w:bookmarkEnd w:id="3"/>
            <w:r w:rsidRPr="00804087">
              <w:rPr>
                <w:color w:val="000000"/>
                <w:sz w:val="20"/>
                <w:lang w:eastAsia="lt-LT"/>
              </w:rPr>
              <w:t>pavardė (pavardės);</w:t>
            </w:r>
          </w:p>
          <w:p w14:paraId="0672193C" w14:textId="77777777" w:rsidR="00E9697F" w:rsidRPr="00804087" w:rsidRDefault="00E9697F" w:rsidP="007D0FF3">
            <w:pPr>
              <w:tabs>
                <w:tab w:val="left" w:pos="9214"/>
              </w:tabs>
              <w:ind w:right="94" w:firstLine="36"/>
              <w:rPr>
                <w:sz w:val="20"/>
                <w:lang w:eastAsia="lt-LT"/>
              </w:rPr>
            </w:pPr>
            <w:bookmarkStart w:id="4" w:name="part_6103a1e5a7f04276bedd668c742dd873"/>
            <w:bookmarkEnd w:id="4"/>
            <w:r w:rsidRPr="00804087">
              <w:rPr>
                <w:color w:val="000000"/>
                <w:sz w:val="20"/>
                <w:lang w:eastAsia="lt-LT"/>
              </w:rPr>
              <w:t>pilietybė;</w:t>
            </w:r>
          </w:p>
          <w:p w14:paraId="623EC67F" w14:textId="77777777" w:rsidR="00E9697F" w:rsidRPr="00804087" w:rsidRDefault="00E9697F" w:rsidP="007D0FF3">
            <w:pPr>
              <w:tabs>
                <w:tab w:val="left" w:pos="9214"/>
              </w:tabs>
              <w:ind w:right="94" w:firstLine="36"/>
              <w:rPr>
                <w:sz w:val="20"/>
                <w:lang w:eastAsia="lt-LT"/>
              </w:rPr>
            </w:pPr>
            <w:bookmarkStart w:id="5" w:name="part_217b7cd32b854abdb9ae935d13efecd7"/>
            <w:bookmarkEnd w:id="5"/>
            <w:r w:rsidRPr="00804087">
              <w:rPr>
                <w:color w:val="000000"/>
                <w:sz w:val="20"/>
                <w:lang w:eastAsia="lt-LT"/>
              </w:rPr>
              <w:t>asmens tapatybę patvirtinančio dokumento rūšis, šį dokumentą išdavusios valstybės kodas ir pavadinimas, šio dokumento serija ir numeris, šį dokumentą išdavusios įstaigos kodas ir pavadinimas, jo išdavimo data, data, iki kurios galioja šis dokumentas, šio dokumento galiojimo / negaliojimo būsena;</w:t>
            </w:r>
          </w:p>
          <w:p w14:paraId="1D51DCB7" w14:textId="77777777" w:rsidR="00E9697F" w:rsidRPr="00804087" w:rsidRDefault="00E9697F" w:rsidP="007D0FF3">
            <w:pPr>
              <w:tabs>
                <w:tab w:val="left" w:pos="9214"/>
              </w:tabs>
              <w:ind w:right="94" w:firstLine="36"/>
              <w:rPr>
                <w:sz w:val="20"/>
                <w:lang w:eastAsia="lt-LT"/>
              </w:rPr>
            </w:pPr>
            <w:bookmarkStart w:id="6" w:name="part_7c56998717034753bdfa6c3818708ed9"/>
            <w:bookmarkEnd w:id="6"/>
            <w:r w:rsidRPr="00804087">
              <w:rPr>
                <w:color w:val="000000"/>
                <w:sz w:val="20"/>
                <w:lang w:eastAsia="lt-LT"/>
              </w:rPr>
              <w:t>lytis;</w:t>
            </w:r>
          </w:p>
          <w:p w14:paraId="688D2581" w14:textId="77777777" w:rsidR="00E9697F" w:rsidRPr="00804087" w:rsidRDefault="00E9697F" w:rsidP="007D0FF3">
            <w:pPr>
              <w:ind w:right="94" w:firstLine="36"/>
              <w:rPr>
                <w:sz w:val="20"/>
                <w:lang w:eastAsia="lt-LT"/>
              </w:rPr>
            </w:pPr>
            <w:bookmarkStart w:id="7" w:name="part_5f060665433c49308ab6281bb6cc5ded"/>
            <w:bookmarkEnd w:id="7"/>
            <w:r w:rsidRPr="00804087">
              <w:rPr>
                <w:color w:val="000000"/>
                <w:sz w:val="20"/>
                <w:lang w:eastAsia="lt-LT"/>
              </w:rPr>
              <w:t>gimimo data;</w:t>
            </w:r>
          </w:p>
          <w:p w14:paraId="09E4BB94" w14:textId="77777777" w:rsidR="00E9697F" w:rsidRPr="00804087" w:rsidRDefault="00E9697F" w:rsidP="007D0FF3">
            <w:pPr>
              <w:ind w:right="974" w:firstLine="36"/>
              <w:rPr>
                <w:sz w:val="20"/>
                <w:lang w:eastAsia="lt-LT"/>
              </w:rPr>
            </w:pPr>
            <w:bookmarkStart w:id="8" w:name="part_79b42886574b4e3ea81b49ebfdd8b9dc"/>
            <w:bookmarkEnd w:id="8"/>
            <w:r w:rsidRPr="00804087">
              <w:rPr>
                <w:color w:val="000000"/>
                <w:sz w:val="20"/>
                <w:lang w:eastAsia="lt-LT"/>
              </w:rPr>
              <w:t>gimimo vieta;</w:t>
            </w:r>
          </w:p>
          <w:p w14:paraId="26FCDDF5" w14:textId="77777777" w:rsidR="00E9697F" w:rsidRPr="00804087" w:rsidRDefault="00E9697F" w:rsidP="007D0FF3">
            <w:pPr>
              <w:ind w:right="30" w:firstLine="36"/>
              <w:rPr>
                <w:color w:val="000000"/>
                <w:sz w:val="20"/>
                <w:lang w:eastAsia="lt-LT"/>
              </w:rPr>
            </w:pPr>
            <w:bookmarkStart w:id="9" w:name="part_09f7b9ed4e44469391c79f0b0d5ba404"/>
            <w:bookmarkEnd w:id="9"/>
            <w:r w:rsidRPr="00804087">
              <w:rPr>
                <w:color w:val="000000"/>
                <w:sz w:val="20"/>
                <w:lang w:eastAsia="lt-LT"/>
              </w:rPr>
              <w:t>mirties data;</w:t>
            </w:r>
          </w:p>
          <w:p w14:paraId="4DDBB487" w14:textId="77777777" w:rsidR="00E9697F" w:rsidRPr="00804087" w:rsidRDefault="00E9697F" w:rsidP="007D0FF3">
            <w:pPr>
              <w:ind w:right="30" w:firstLine="36"/>
              <w:rPr>
                <w:sz w:val="20"/>
                <w:lang w:eastAsia="lt-LT"/>
              </w:rPr>
            </w:pPr>
            <w:r w:rsidRPr="00804087">
              <w:rPr>
                <w:color w:val="000000"/>
                <w:sz w:val="20"/>
                <w:lang w:eastAsia="lt-LT"/>
              </w:rPr>
              <w:t xml:space="preserve">gyvenamoji vieta </w:t>
            </w:r>
            <w:r w:rsidRPr="00804087">
              <w:rPr>
                <w:bCs/>
                <w:color w:val="000000"/>
                <w:sz w:val="20"/>
                <w:lang w:eastAsia="lt-LT"/>
              </w:rPr>
              <w:t>(adresas),</w:t>
            </w:r>
            <w:r w:rsidRPr="00804087">
              <w:rPr>
                <w:color w:val="000000"/>
                <w:sz w:val="20"/>
                <w:lang w:eastAsia="lt-LT"/>
              </w:rPr>
              <w:t xml:space="preserve"> o jeigu neturi gyvenamosios vietos ir yra įtrauktas į gyvenamosios vietos neturinčių asmenų apskaitą, – savivaldybė, kurioje gyvena;</w:t>
            </w:r>
          </w:p>
          <w:p w14:paraId="00A9858D" w14:textId="77777777" w:rsidR="00E9697F" w:rsidRPr="00804087" w:rsidRDefault="00E9697F" w:rsidP="007D0FF3">
            <w:pPr>
              <w:ind w:right="30" w:firstLine="36"/>
              <w:rPr>
                <w:sz w:val="20"/>
                <w:lang w:eastAsia="lt-LT"/>
              </w:rPr>
            </w:pPr>
            <w:bookmarkStart w:id="10" w:name="part_d8b48994644f45c08883cfec07c9b422"/>
            <w:bookmarkEnd w:id="10"/>
            <w:r w:rsidRPr="00804087">
              <w:rPr>
                <w:color w:val="000000"/>
                <w:sz w:val="20"/>
                <w:lang w:eastAsia="lt-LT"/>
              </w:rPr>
              <w:t>skaitmeninis veido atvaizdas:</w:t>
            </w:r>
          </w:p>
          <w:p w14:paraId="027511EC" w14:textId="77777777" w:rsidR="00E9697F" w:rsidRPr="00804087" w:rsidRDefault="00E9697F" w:rsidP="007D0FF3">
            <w:pPr>
              <w:ind w:right="30" w:firstLine="36"/>
              <w:rPr>
                <w:sz w:val="20"/>
                <w:lang w:eastAsia="lt-LT"/>
              </w:rPr>
            </w:pPr>
            <w:bookmarkStart w:id="11" w:name="part_733d34e65eb54bd0a32e5f023ea528cd"/>
            <w:bookmarkEnd w:id="11"/>
            <w:r w:rsidRPr="00804087">
              <w:rPr>
                <w:color w:val="000000"/>
                <w:sz w:val="20"/>
                <w:lang w:eastAsia="lt-LT"/>
              </w:rPr>
              <w:t>veido skaitmeninio atvaizdo padarymo data;</w:t>
            </w:r>
          </w:p>
          <w:p w14:paraId="603D37D7" w14:textId="77777777" w:rsidR="00E9697F" w:rsidRPr="00804087" w:rsidRDefault="00E9697F" w:rsidP="007D0FF3">
            <w:pPr>
              <w:ind w:right="94" w:firstLine="36"/>
              <w:rPr>
                <w:sz w:val="20"/>
                <w:lang w:eastAsia="lt-LT"/>
              </w:rPr>
            </w:pPr>
            <w:bookmarkStart w:id="12" w:name="part_0b45afbdc7024ca69f94251b6efc790c"/>
            <w:bookmarkEnd w:id="12"/>
            <w:r w:rsidRPr="00804087">
              <w:rPr>
                <w:color w:val="000000"/>
                <w:sz w:val="20"/>
                <w:lang w:eastAsia="lt-LT"/>
              </w:rPr>
              <w:t>veido skaitmeninio atvaizdo padarymo pagrindas;</w:t>
            </w:r>
          </w:p>
          <w:p w14:paraId="279425C8" w14:textId="77777777" w:rsidR="00E9697F" w:rsidRPr="00804087" w:rsidRDefault="00E9697F" w:rsidP="007D0FF3">
            <w:pPr>
              <w:ind w:right="94" w:firstLine="36"/>
              <w:rPr>
                <w:sz w:val="20"/>
                <w:lang w:eastAsia="lt-LT"/>
              </w:rPr>
            </w:pPr>
            <w:r w:rsidRPr="00804087">
              <w:rPr>
                <w:color w:val="000000"/>
                <w:sz w:val="20"/>
                <w:lang w:eastAsia="lt-LT"/>
              </w:rPr>
              <w:t>pirma identifikavimo žymė (pagrindinis asmens požymis) Šengeno informacinėje sistemoje;</w:t>
            </w:r>
          </w:p>
          <w:p w14:paraId="797A3FBF" w14:textId="77777777" w:rsidR="00E9697F" w:rsidRPr="00804087" w:rsidRDefault="00E9697F" w:rsidP="007D0FF3">
            <w:pPr>
              <w:ind w:right="94" w:firstLine="36"/>
              <w:rPr>
                <w:sz w:val="20"/>
                <w:lang w:eastAsia="lt-LT"/>
              </w:rPr>
            </w:pPr>
            <w:bookmarkStart w:id="13" w:name="part_269a7a217ce74beda13eb694a2f043c2"/>
            <w:bookmarkEnd w:id="13"/>
            <w:r w:rsidRPr="00804087">
              <w:rPr>
                <w:color w:val="000000"/>
                <w:sz w:val="20"/>
                <w:lang w:eastAsia="lt-LT"/>
              </w:rPr>
              <w:t>antra identifikavimo žymė (pagrindinis asmens požymis) Šengeno informacinėje sistemoje;</w:t>
            </w:r>
          </w:p>
          <w:p w14:paraId="61EC7746" w14:textId="77777777" w:rsidR="00E9697F" w:rsidRPr="00804087" w:rsidRDefault="00E9697F" w:rsidP="007D0FF3">
            <w:pPr>
              <w:ind w:right="94" w:firstLine="36"/>
              <w:rPr>
                <w:sz w:val="20"/>
                <w:lang w:eastAsia="lt-LT"/>
              </w:rPr>
            </w:pPr>
            <w:r w:rsidRPr="00804087">
              <w:rPr>
                <w:color w:val="000000"/>
                <w:sz w:val="20"/>
                <w:lang w:eastAsia="lt-LT"/>
              </w:rPr>
              <w:t>ūgis/lavono ilgis;</w:t>
            </w:r>
            <w:bookmarkStart w:id="14" w:name="part_6a0b052cc09d4f75891eaa9554a33d3e"/>
            <w:bookmarkEnd w:id="14"/>
          </w:p>
          <w:p w14:paraId="47A8A00E" w14:textId="77777777" w:rsidR="00E9697F" w:rsidRPr="00804087" w:rsidRDefault="00E9697F" w:rsidP="007D0FF3">
            <w:pPr>
              <w:ind w:right="94" w:firstLine="36"/>
              <w:rPr>
                <w:sz w:val="20"/>
                <w:lang w:eastAsia="lt-LT"/>
              </w:rPr>
            </w:pPr>
            <w:r w:rsidRPr="00804087">
              <w:rPr>
                <w:color w:val="000000"/>
                <w:sz w:val="20"/>
                <w:lang w:eastAsia="lt-LT"/>
              </w:rPr>
              <w:lastRenderedPageBreak/>
              <w:t>kūno sudėjimas;</w:t>
            </w:r>
          </w:p>
          <w:p w14:paraId="2B111AF2" w14:textId="77777777" w:rsidR="00E9697F" w:rsidRPr="00804087" w:rsidRDefault="00E9697F" w:rsidP="007D0FF3">
            <w:pPr>
              <w:ind w:right="94" w:firstLine="36"/>
              <w:rPr>
                <w:sz w:val="20"/>
                <w:lang w:eastAsia="lt-LT"/>
              </w:rPr>
            </w:pPr>
            <w:r w:rsidRPr="00804087">
              <w:rPr>
                <w:color w:val="000000"/>
                <w:sz w:val="20"/>
                <w:lang w:eastAsia="lt-LT"/>
              </w:rPr>
              <w:t>plaukai (spalva, šukuosena);</w:t>
            </w:r>
          </w:p>
          <w:p w14:paraId="4A4371EE" w14:textId="77777777" w:rsidR="00E9697F" w:rsidRPr="00804087" w:rsidRDefault="00E9697F" w:rsidP="007D0FF3">
            <w:pPr>
              <w:ind w:right="94" w:firstLine="36"/>
              <w:rPr>
                <w:sz w:val="20"/>
                <w:lang w:eastAsia="lt-LT"/>
              </w:rPr>
            </w:pPr>
            <w:bookmarkStart w:id="15" w:name="part_92559e1fde4f47d1b04005db971a1fef"/>
            <w:bookmarkEnd w:id="15"/>
            <w:r w:rsidRPr="00804087">
              <w:rPr>
                <w:color w:val="000000"/>
                <w:sz w:val="20"/>
                <w:lang w:eastAsia="lt-LT"/>
              </w:rPr>
              <w:t>veidas (veido forma, veido spalva, veido plaukai);</w:t>
            </w:r>
          </w:p>
          <w:p w14:paraId="1876A442" w14:textId="77777777" w:rsidR="00E9697F" w:rsidRPr="00804087" w:rsidRDefault="00E9697F" w:rsidP="007D0FF3">
            <w:pPr>
              <w:ind w:right="566" w:firstLine="36"/>
              <w:rPr>
                <w:sz w:val="20"/>
                <w:lang w:eastAsia="lt-LT"/>
              </w:rPr>
            </w:pPr>
            <w:r w:rsidRPr="00804087">
              <w:rPr>
                <w:color w:val="000000"/>
                <w:sz w:val="20"/>
                <w:lang w:eastAsia="lt-LT"/>
              </w:rPr>
              <w:t>akys (tipas, spalva);</w:t>
            </w:r>
          </w:p>
          <w:p w14:paraId="1A8847ED" w14:textId="77777777" w:rsidR="00E9697F" w:rsidRPr="00804087" w:rsidRDefault="00E9697F" w:rsidP="007D0FF3">
            <w:pPr>
              <w:ind w:firstLine="36"/>
              <w:rPr>
                <w:sz w:val="20"/>
                <w:lang w:eastAsia="lt-LT"/>
              </w:rPr>
            </w:pPr>
            <w:bookmarkStart w:id="16" w:name="part_8f176c321fe44258b2307d43e494a643"/>
            <w:bookmarkEnd w:id="16"/>
            <w:r w:rsidRPr="00804087">
              <w:rPr>
                <w:color w:val="000000"/>
                <w:sz w:val="20"/>
                <w:lang w:eastAsia="lt-LT"/>
              </w:rPr>
              <w:t>nosis (dydis, forma);</w:t>
            </w:r>
          </w:p>
          <w:p w14:paraId="793C21AA" w14:textId="77777777" w:rsidR="00E9697F" w:rsidRPr="00804087" w:rsidRDefault="00E9697F" w:rsidP="007D0FF3">
            <w:pPr>
              <w:ind w:right="1332" w:firstLine="36"/>
              <w:rPr>
                <w:sz w:val="20"/>
                <w:lang w:eastAsia="lt-LT"/>
              </w:rPr>
            </w:pPr>
            <w:r w:rsidRPr="00804087">
              <w:rPr>
                <w:color w:val="000000"/>
                <w:sz w:val="20"/>
                <w:lang w:eastAsia="lt-LT"/>
              </w:rPr>
              <w:t>smakras (dydis, forma);</w:t>
            </w:r>
          </w:p>
          <w:p w14:paraId="12E47D68" w14:textId="77777777" w:rsidR="00E9697F" w:rsidRPr="00804087" w:rsidRDefault="00E9697F" w:rsidP="007D0FF3">
            <w:pPr>
              <w:ind w:right="1332" w:firstLine="36"/>
              <w:rPr>
                <w:sz w:val="20"/>
                <w:lang w:eastAsia="lt-LT"/>
              </w:rPr>
            </w:pPr>
            <w:bookmarkStart w:id="17" w:name="part_e7e240543f8e42f9a41506f030efcdb4"/>
            <w:bookmarkEnd w:id="17"/>
            <w:r w:rsidRPr="00804087">
              <w:rPr>
                <w:color w:val="000000"/>
                <w:sz w:val="20"/>
                <w:lang w:eastAsia="lt-LT"/>
              </w:rPr>
              <w:t>ausys (dydis, forma);</w:t>
            </w:r>
          </w:p>
          <w:p w14:paraId="62ABC1FD" w14:textId="77777777" w:rsidR="00E9697F" w:rsidRPr="00804087" w:rsidRDefault="00E9697F" w:rsidP="007D0FF3">
            <w:pPr>
              <w:ind w:right="1332" w:firstLine="36"/>
              <w:rPr>
                <w:sz w:val="20"/>
                <w:lang w:eastAsia="lt-LT"/>
              </w:rPr>
            </w:pPr>
            <w:bookmarkStart w:id="18" w:name="part_3e176151364f40c3a176dd4f4212f46f"/>
            <w:bookmarkEnd w:id="18"/>
            <w:r w:rsidRPr="00804087">
              <w:rPr>
                <w:color w:val="000000"/>
                <w:sz w:val="20"/>
                <w:lang w:eastAsia="lt-LT"/>
              </w:rPr>
              <w:t>eisenos aprašymas;</w:t>
            </w:r>
          </w:p>
          <w:p w14:paraId="723E047D" w14:textId="77777777" w:rsidR="00E9697F" w:rsidRPr="00804087" w:rsidRDefault="00E9697F" w:rsidP="007D0FF3">
            <w:pPr>
              <w:ind w:right="1332" w:firstLine="36"/>
              <w:rPr>
                <w:sz w:val="20"/>
                <w:lang w:eastAsia="lt-LT"/>
              </w:rPr>
            </w:pPr>
            <w:bookmarkStart w:id="19" w:name="part_6a9a5001dd034d4ca586ebb5bead03b9"/>
            <w:bookmarkEnd w:id="19"/>
            <w:r w:rsidRPr="00804087">
              <w:rPr>
                <w:color w:val="000000"/>
                <w:sz w:val="20"/>
                <w:lang w:eastAsia="lt-LT"/>
              </w:rPr>
              <w:t>odos spalva;</w:t>
            </w:r>
          </w:p>
          <w:p w14:paraId="503F19BC" w14:textId="77777777" w:rsidR="00E9697F" w:rsidRPr="00804087" w:rsidRDefault="00E9697F" w:rsidP="007D0FF3">
            <w:pPr>
              <w:ind w:right="974" w:firstLine="36"/>
              <w:rPr>
                <w:sz w:val="20"/>
                <w:lang w:eastAsia="lt-LT"/>
              </w:rPr>
            </w:pPr>
            <w:r w:rsidRPr="00804087">
              <w:rPr>
                <w:color w:val="000000"/>
                <w:sz w:val="20"/>
                <w:lang w:eastAsia="lt-LT"/>
              </w:rPr>
              <w:t>dantys (dantų požymiai, dantų būklė, dantų būklės schema);</w:t>
            </w:r>
          </w:p>
          <w:p w14:paraId="1FCB118C" w14:textId="77777777" w:rsidR="00E9697F" w:rsidRPr="00804087" w:rsidRDefault="00E9697F" w:rsidP="007D0FF3">
            <w:pPr>
              <w:ind w:firstLine="36"/>
              <w:rPr>
                <w:sz w:val="20"/>
                <w:lang w:eastAsia="lt-LT"/>
              </w:rPr>
            </w:pPr>
            <w:r w:rsidRPr="00804087">
              <w:rPr>
                <w:color w:val="000000"/>
                <w:sz w:val="20"/>
                <w:lang w:eastAsia="lt-LT"/>
              </w:rPr>
              <w:t>identifikavimo kodas Prevencinių poveikio priemonių taikymo registre;</w:t>
            </w:r>
          </w:p>
          <w:p w14:paraId="4C6CEFF1" w14:textId="77777777" w:rsidR="00E9697F" w:rsidRPr="00804087" w:rsidRDefault="00E9697F" w:rsidP="007D0FF3">
            <w:pPr>
              <w:ind w:firstLine="36"/>
              <w:rPr>
                <w:sz w:val="20"/>
                <w:lang w:eastAsia="lt-LT"/>
              </w:rPr>
            </w:pPr>
            <w:bookmarkStart w:id="20" w:name="part_ad39c44ebfc040c7b60134d08f6cb2d2"/>
            <w:bookmarkEnd w:id="20"/>
            <w:r w:rsidRPr="00804087">
              <w:rPr>
                <w:color w:val="000000"/>
                <w:sz w:val="20"/>
                <w:lang w:eastAsia="lt-LT"/>
              </w:rPr>
              <w:t>asmeniui taikoma prevencinė poveikio priemonė;</w:t>
            </w:r>
          </w:p>
          <w:p w14:paraId="0A3DC05A" w14:textId="77777777" w:rsidR="00E9697F" w:rsidRPr="00804087" w:rsidRDefault="00E9697F" w:rsidP="007D0FF3">
            <w:pPr>
              <w:ind w:firstLine="36"/>
              <w:rPr>
                <w:sz w:val="20"/>
                <w:lang w:eastAsia="lt-LT"/>
              </w:rPr>
            </w:pPr>
            <w:bookmarkStart w:id="21" w:name="part_b03b31c8570b4adbaeeeb85ce713b2b7"/>
            <w:bookmarkEnd w:id="21"/>
            <w:r w:rsidRPr="00804087">
              <w:rPr>
                <w:color w:val="000000"/>
                <w:sz w:val="20"/>
                <w:lang w:eastAsia="lt-LT"/>
              </w:rPr>
              <w:t>prevencinės poveikio priemonės taikymo data;</w:t>
            </w:r>
          </w:p>
          <w:p w14:paraId="7E090153" w14:textId="77777777" w:rsidR="00E9697F" w:rsidRPr="00804087" w:rsidRDefault="00E9697F" w:rsidP="007D0FF3">
            <w:pPr>
              <w:ind w:firstLine="36"/>
              <w:rPr>
                <w:sz w:val="20"/>
                <w:lang w:eastAsia="lt-LT"/>
              </w:rPr>
            </w:pPr>
            <w:bookmarkStart w:id="22" w:name="part_93acb3eb46554dd0874b4ad076ca834d"/>
            <w:bookmarkEnd w:id="22"/>
            <w:r w:rsidRPr="00804087">
              <w:rPr>
                <w:color w:val="000000"/>
                <w:sz w:val="20"/>
                <w:lang w:eastAsia="lt-LT"/>
              </w:rPr>
              <w:t>prevencinės poveikio priemonės nutraukimo data;</w:t>
            </w:r>
          </w:p>
          <w:p w14:paraId="3A84DC0B" w14:textId="77777777" w:rsidR="00E9697F" w:rsidRPr="00804087" w:rsidRDefault="00E9697F" w:rsidP="007D0FF3">
            <w:pPr>
              <w:ind w:firstLine="36"/>
              <w:rPr>
                <w:sz w:val="20"/>
                <w:lang w:eastAsia="lt-LT"/>
              </w:rPr>
            </w:pPr>
            <w:bookmarkStart w:id="23" w:name="part_41ef25d444544f09b10dd4f71319c0e3"/>
            <w:bookmarkEnd w:id="23"/>
            <w:r w:rsidRPr="00804087">
              <w:rPr>
                <w:color w:val="000000"/>
                <w:sz w:val="20"/>
                <w:lang w:eastAsia="lt-LT"/>
              </w:rPr>
              <w:t>prevencinės poveikio priemonės, konkretaus, tikslinio ar atsargaus patikrinimo taikymo pagrindas;</w:t>
            </w:r>
          </w:p>
          <w:p w14:paraId="15FA5476" w14:textId="77777777" w:rsidR="00E9697F" w:rsidRPr="00804087" w:rsidRDefault="00E9697F" w:rsidP="007D0FF3">
            <w:pPr>
              <w:ind w:firstLine="36"/>
              <w:rPr>
                <w:sz w:val="20"/>
                <w:lang w:eastAsia="lt-LT"/>
              </w:rPr>
            </w:pPr>
            <w:bookmarkStart w:id="24" w:name="part_aeec0774057948e1b4db7d3b0caa6dfe"/>
            <w:bookmarkEnd w:id="24"/>
            <w:r w:rsidRPr="00804087">
              <w:rPr>
                <w:color w:val="000000"/>
                <w:sz w:val="20"/>
                <w:lang w:eastAsia="lt-LT"/>
              </w:rPr>
              <w:t>kategorija (konkretus, tikslinio ar atsargus patikrinimas);</w:t>
            </w:r>
          </w:p>
          <w:p w14:paraId="3F86EAC4" w14:textId="77777777" w:rsidR="00E9697F" w:rsidRPr="00804087" w:rsidRDefault="00E9697F" w:rsidP="007D0FF3">
            <w:pPr>
              <w:ind w:firstLine="36"/>
              <w:rPr>
                <w:color w:val="000000"/>
                <w:sz w:val="20"/>
                <w:lang w:eastAsia="lt-LT"/>
              </w:rPr>
            </w:pPr>
            <w:bookmarkStart w:id="25" w:name="part_f7f372b21c9141088b0c40892a4b41b2"/>
            <w:bookmarkEnd w:id="25"/>
            <w:r w:rsidRPr="00804087">
              <w:rPr>
                <w:color w:val="000000"/>
                <w:sz w:val="20"/>
                <w:lang w:eastAsia="lt-LT"/>
              </w:rPr>
              <w:t>konkretaus, tikslinio ar atsargaus patikrinimo nutraukimo data ir pagrindas.</w:t>
            </w:r>
          </w:p>
          <w:p w14:paraId="35E92803" w14:textId="77777777" w:rsidR="00E9697F" w:rsidRPr="00804087" w:rsidRDefault="00E9697F" w:rsidP="007D0FF3">
            <w:pPr>
              <w:ind w:firstLine="36"/>
              <w:rPr>
                <w:color w:val="000000"/>
                <w:sz w:val="20"/>
                <w:lang w:eastAsia="lt-LT"/>
              </w:rPr>
            </w:pPr>
            <w:r w:rsidRPr="00804087">
              <w:rPr>
                <w:b/>
                <w:bCs/>
                <w:color w:val="000000"/>
                <w:sz w:val="20"/>
                <w:lang w:eastAsia="lt-LT"/>
              </w:rPr>
              <w:t>Asmenų</w:t>
            </w:r>
            <w:r w:rsidRPr="00804087">
              <w:rPr>
                <w:color w:val="000000"/>
                <w:sz w:val="20"/>
                <w:lang w:eastAsia="lt-LT"/>
              </w:rPr>
              <w:t xml:space="preserve">, </w:t>
            </w:r>
            <w:r w:rsidRPr="00804087">
              <w:rPr>
                <w:b/>
                <w:bCs/>
                <w:color w:val="000000"/>
                <w:sz w:val="20"/>
                <w:lang w:eastAsia="lt-LT"/>
              </w:rPr>
              <w:t>įstatymų ar kitų teisės aktų nustatyta tvarka įrašytų į policijos įskaitas duomenys:</w:t>
            </w:r>
          </w:p>
          <w:p w14:paraId="4CB0C784" w14:textId="77777777" w:rsidR="00E9697F" w:rsidRPr="00804087" w:rsidRDefault="00E9697F" w:rsidP="007D0FF3">
            <w:pPr>
              <w:tabs>
                <w:tab w:val="left" w:pos="9072"/>
                <w:tab w:val="left" w:pos="9214"/>
              </w:tabs>
              <w:ind w:right="94" w:firstLine="31"/>
              <w:rPr>
                <w:sz w:val="20"/>
                <w:lang w:eastAsia="lt-LT"/>
              </w:rPr>
            </w:pPr>
            <w:r w:rsidRPr="00804087">
              <w:rPr>
                <w:color w:val="000000"/>
                <w:sz w:val="20"/>
                <w:lang w:eastAsia="lt-LT"/>
              </w:rPr>
              <w:t>registro objekto identifikavimo kodas, kuriamas programiniu būdu;</w:t>
            </w:r>
          </w:p>
          <w:p w14:paraId="34E2F748" w14:textId="77777777" w:rsidR="00E9697F" w:rsidRPr="00804087" w:rsidRDefault="00E9697F" w:rsidP="007D0FF3">
            <w:pPr>
              <w:tabs>
                <w:tab w:val="left" w:pos="9072"/>
                <w:tab w:val="left" w:pos="9214"/>
              </w:tabs>
              <w:ind w:right="94" w:firstLine="31"/>
              <w:rPr>
                <w:sz w:val="20"/>
                <w:lang w:eastAsia="lt-LT"/>
              </w:rPr>
            </w:pPr>
            <w:r w:rsidRPr="00804087">
              <w:rPr>
                <w:color w:val="000000"/>
                <w:sz w:val="20"/>
                <w:lang w:eastAsia="lt-LT"/>
              </w:rPr>
              <w:t>registro objekto įregistravimo, išregistravimo datos, duomenų įrašymo ir keitimo datos;</w:t>
            </w:r>
          </w:p>
          <w:p w14:paraId="02356751" w14:textId="77777777" w:rsidR="00E9697F" w:rsidRPr="00804087" w:rsidRDefault="00E9697F" w:rsidP="007D0FF3">
            <w:pPr>
              <w:tabs>
                <w:tab w:val="left" w:pos="9072"/>
                <w:tab w:val="left" w:pos="9214"/>
              </w:tabs>
              <w:ind w:right="94" w:firstLine="31"/>
              <w:rPr>
                <w:sz w:val="20"/>
                <w:lang w:eastAsia="lt-LT"/>
              </w:rPr>
            </w:pPr>
            <w:r w:rsidRPr="00804087">
              <w:rPr>
                <w:color w:val="000000"/>
                <w:sz w:val="20"/>
                <w:lang w:eastAsia="lt-LT"/>
              </w:rPr>
              <w:t>daktiloskopinės kortelės nuoroda Daktiloskopinių duomenų registre;</w:t>
            </w:r>
          </w:p>
          <w:p w14:paraId="55C93FF4" w14:textId="77777777" w:rsidR="00E9697F" w:rsidRPr="00804087" w:rsidRDefault="00E9697F" w:rsidP="007D0FF3">
            <w:pPr>
              <w:tabs>
                <w:tab w:val="left" w:pos="9072"/>
                <w:tab w:val="left" w:pos="9214"/>
              </w:tabs>
              <w:ind w:right="94" w:firstLine="31"/>
              <w:rPr>
                <w:sz w:val="20"/>
                <w:lang w:eastAsia="lt-LT"/>
              </w:rPr>
            </w:pPr>
            <w:r w:rsidRPr="00804087">
              <w:rPr>
                <w:color w:val="000000"/>
                <w:sz w:val="20"/>
                <w:lang w:eastAsia="lt-LT"/>
              </w:rPr>
              <w:t>DNR analitės (genotipo) nuoroda DNR duomenų registre;</w:t>
            </w:r>
          </w:p>
          <w:p w14:paraId="24A74FF5" w14:textId="77777777" w:rsidR="00E9697F" w:rsidRPr="00804087" w:rsidRDefault="00E9697F" w:rsidP="007D0FF3">
            <w:pPr>
              <w:tabs>
                <w:tab w:val="left" w:pos="9072"/>
                <w:tab w:val="left" w:pos="9214"/>
              </w:tabs>
              <w:ind w:right="94" w:firstLine="31"/>
              <w:rPr>
                <w:sz w:val="20"/>
                <w:lang w:eastAsia="lt-LT"/>
              </w:rPr>
            </w:pPr>
            <w:r w:rsidRPr="00804087">
              <w:rPr>
                <w:color w:val="000000"/>
                <w:sz w:val="20"/>
                <w:lang w:eastAsia="lt-LT"/>
              </w:rPr>
              <w:t>registro duomenis įrašiusio darbuotojo (pareigūno) vardas, pavardė, pareigos, telefono ryšio numeris, elektroninis paštas, įstaigos, kurioje dirba darbuotojas (tarnauja pareigūnas), pavadinimas.</w:t>
            </w:r>
          </w:p>
          <w:p w14:paraId="41B32C17" w14:textId="77777777" w:rsidR="00E9697F" w:rsidRPr="00804087" w:rsidRDefault="00E9697F" w:rsidP="007D0FF3">
            <w:pPr>
              <w:tabs>
                <w:tab w:val="left" w:pos="8222"/>
                <w:tab w:val="left" w:pos="9072"/>
              </w:tabs>
              <w:ind w:firstLine="31"/>
              <w:rPr>
                <w:color w:val="000000"/>
                <w:sz w:val="20"/>
                <w:lang w:eastAsia="lt-LT"/>
              </w:rPr>
            </w:pPr>
            <w:r w:rsidRPr="00804087">
              <w:rPr>
                <w:color w:val="000000"/>
                <w:sz w:val="20"/>
                <w:lang w:eastAsia="lt-LT"/>
              </w:rPr>
              <w:t>asmens kodas, (jei jis suteiktas Lietuvos Respublikos gyventojų registro įstatymo nustatyta tvarka;</w:t>
            </w:r>
          </w:p>
          <w:p w14:paraId="11AF5024" w14:textId="77777777" w:rsidR="00E9697F" w:rsidRPr="00804087" w:rsidRDefault="00E9697F" w:rsidP="007D0FF3">
            <w:pPr>
              <w:tabs>
                <w:tab w:val="left" w:pos="8222"/>
                <w:tab w:val="left" w:pos="9072"/>
              </w:tabs>
              <w:ind w:firstLine="31"/>
              <w:rPr>
                <w:sz w:val="20"/>
                <w:lang w:eastAsia="lt-LT"/>
              </w:rPr>
            </w:pPr>
            <w:r w:rsidRPr="00804087">
              <w:rPr>
                <w:color w:val="000000"/>
                <w:sz w:val="20"/>
                <w:lang w:eastAsia="lt-LT"/>
              </w:rPr>
              <w:t>vardas;</w:t>
            </w:r>
          </w:p>
          <w:p w14:paraId="0DA22A21" w14:textId="77777777" w:rsidR="00E9697F" w:rsidRPr="00804087" w:rsidRDefault="00E9697F" w:rsidP="007D0FF3">
            <w:pPr>
              <w:tabs>
                <w:tab w:val="left" w:pos="9214"/>
              </w:tabs>
              <w:ind w:firstLine="31"/>
              <w:rPr>
                <w:sz w:val="20"/>
                <w:lang w:eastAsia="lt-LT"/>
              </w:rPr>
            </w:pPr>
            <w:r w:rsidRPr="00804087">
              <w:rPr>
                <w:color w:val="000000"/>
                <w:sz w:val="20"/>
                <w:lang w:eastAsia="lt-LT"/>
              </w:rPr>
              <w:t>pavardė (pavardės);</w:t>
            </w:r>
          </w:p>
          <w:p w14:paraId="2136FE8B" w14:textId="77777777" w:rsidR="00E9697F" w:rsidRPr="00804087" w:rsidRDefault="00E9697F" w:rsidP="007D0FF3">
            <w:pPr>
              <w:tabs>
                <w:tab w:val="left" w:pos="9214"/>
              </w:tabs>
              <w:ind w:firstLine="31"/>
              <w:rPr>
                <w:sz w:val="20"/>
                <w:lang w:eastAsia="lt-LT"/>
              </w:rPr>
            </w:pPr>
            <w:r w:rsidRPr="00804087">
              <w:rPr>
                <w:color w:val="000000"/>
                <w:sz w:val="20"/>
                <w:lang w:eastAsia="lt-LT"/>
              </w:rPr>
              <w:t>pilietybė;</w:t>
            </w:r>
          </w:p>
          <w:p w14:paraId="55CFEA12" w14:textId="77777777" w:rsidR="00E9697F" w:rsidRPr="00804087" w:rsidRDefault="00E9697F" w:rsidP="007D0FF3">
            <w:pPr>
              <w:tabs>
                <w:tab w:val="left" w:pos="9214"/>
              </w:tabs>
              <w:ind w:firstLine="31"/>
              <w:rPr>
                <w:sz w:val="20"/>
                <w:lang w:eastAsia="lt-LT"/>
              </w:rPr>
            </w:pPr>
            <w:r w:rsidRPr="00804087">
              <w:rPr>
                <w:color w:val="000000"/>
                <w:sz w:val="20"/>
                <w:lang w:eastAsia="lt-LT"/>
              </w:rPr>
              <w:t>asmens tapatybę patvirtinančio dokumento rūšis, šį dokumentą išdavusios valstybės kodas ir pavadinimas, šio dokumento serija ir numeris, šį dokumentą išdavusios įstaigos kodas ir pavadinimas, jo išdavimo data, data, iki kurios galioja šis dokumentas, šio dokumento galiojimo / negaliojimo būsena;</w:t>
            </w:r>
          </w:p>
          <w:p w14:paraId="24538AA2" w14:textId="77777777" w:rsidR="00E9697F" w:rsidRPr="00804087" w:rsidRDefault="00E9697F" w:rsidP="007D0FF3">
            <w:pPr>
              <w:tabs>
                <w:tab w:val="left" w:pos="9214"/>
              </w:tabs>
              <w:ind w:firstLine="31"/>
              <w:rPr>
                <w:sz w:val="20"/>
                <w:lang w:eastAsia="lt-LT"/>
              </w:rPr>
            </w:pPr>
            <w:r w:rsidRPr="00804087">
              <w:rPr>
                <w:color w:val="000000"/>
                <w:sz w:val="20"/>
                <w:lang w:eastAsia="lt-LT"/>
              </w:rPr>
              <w:t>lytis;</w:t>
            </w:r>
          </w:p>
          <w:p w14:paraId="33FA3761" w14:textId="77777777" w:rsidR="00E9697F" w:rsidRPr="00804087" w:rsidRDefault="00E9697F" w:rsidP="007D0FF3">
            <w:pPr>
              <w:ind w:firstLine="31"/>
              <w:rPr>
                <w:sz w:val="20"/>
                <w:lang w:eastAsia="lt-LT"/>
              </w:rPr>
            </w:pPr>
            <w:r w:rsidRPr="00804087">
              <w:rPr>
                <w:color w:val="000000"/>
                <w:sz w:val="20"/>
                <w:lang w:eastAsia="lt-LT"/>
              </w:rPr>
              <w:t>gimimo data;</w:t>
            </w:r>
          </w:p>
          <w:p w14:paraId="212B4581" w14:textId="77777777" w:rsidR="00E9697F" w:rsidRPr="00804087" w:rsidRDefault="00E9697F" w:rsidP="007D0FF3">
            <w:pPr>
              <w:ind w:firstLine="31"/>
              <w:rPr>
                <w:sz w:val="20"/>
                <w:lang w:eastAsia="lt-LT"/>
              </w:rPr>
            </w:pPr>
            <w:r w:rsidRPr="00804087">
              <w:rPr>
                <w:color w:val="000000"/>
                <w:sz w:val="20"/>
                <w:lang w:eastAsia="lt-LT"/>
              </w:rPr>
              <w:t>gimimo vieta;</w:t>
            </w:r>
          </w:p>
          <w:p w14:paraId="1416215C" w14:textId="77777777" w:rsidR="00E9697F" w:rsidRPr="00804087" w:rsidRDefault="00E9697F" w:rsidP="007D0FF3">
            <w:pPr>
              <w:ind w:firstLine="31"/>
              <w:rPr>
                <w:sz w:val="20"/>
                <w:lang w:eastAsia="lt-LT"/>
              </w:rPr>
            </w:pPr>
            <w:r w:rsidRPr="00804087">
              <w:rPr>
                <w:color w:val="000000"/>
                <w:sz w:val="20"/>
                <w:lang w:eastAsia="lt-LT"/>
              </w:rPr>
              <w:t>mirties data;</w:t>
            </w:r>
          </w:p>
          <w:p w14:paraId="300A8271" w14:textId="77777777" w:rsidR="00E9697F" w:rsidRPr="00804087" w:rsidRDefault="00E9697F" w:rsidP="007D0FF3">
            <w:pPr>
              <w:ind w:firstLine="31"/>
              <w:rPr>
                <w:sz w:val="20"/>
                <w:lang w:eastAsia="lt-LT"/>
              </w:rPr>
            </w:pPr>
            <w:r w:rsidRPr="00804087">
              <w:rPr>
                <w:color w:val="000000"/>
                <w:sz w:val="20"/>
                <w:lang w:eastAsia="lt-LT"/>
              </w:rPr>
              <w:t xml:space="preserve">gyvenamoji vieta </w:t>
            </w:r>
            <w:r w:rsidRPr="00804087">
              <w:rPr>
                <w:bCs/>
                <w:color w:val="000000"/>
                <w:sz w:val="20"/>
                <w:lang w:eastAsia="lt-LT"/>
              </w:rPr>
              <w:t>(adresas),</w:t>
            </w:r>
            <w:r w:rsidRPr="00804087">
              <w:rPr>
                <w:color w:val="000000"/>
                <w:sz w:val="20"/>
                <w:lang w:eastAsia="lt-LT"/>
              </w:rPr>
              <w:t xml:space="preserve"> o jeigu neturi gyvenamosios vietos ir yra įtrauktas į gyvenamosios vietos neturinčių asmenų apskaitą, – savivaldybė, kurioje gyvena;</w:t>
            </w:r>
          </w:p>
          <w:p w14:paraId="1E3AEF7C" w14:textId="77777777" w:rsidR="00E9697F" w:rsidRPr="00804087" w:rsidRDefault="00E9697F" w:rsidP="007D0FF3">
            <w:pPr>
              <w:ind w:firstLine="31"/>
              <w:rPr>
                <w:sz w:val="20"/>
                <w:lang w:eastAsia="lt-LT"/>
              </w:rPr>
            </w:pPr>
            <w:r w:rsidRPr="00804087">
              <w:rPr>
                <w:color w:val="000000"/>
                <w:sz w:val="20"/>
                <w:lang w:eastAsia="lt-LT"/>
              </w:rPr>
              <w:t>skaitmeninis veido atvaizdas:</w:t>
            </w:r>
          </w:p>
          <w:p w14:paraId="560237FF" w14:textId="77777777" w:rsidR="00E9697F" w:rsidRPr="00804087" w:rsidRDefault="00E9697F" w:rsidP="007D0FF3">
            <w:pPr>
              <w:ind w:firstLine="31"/>
              <w:rPr>
                <w:sz w:val="20"/>
                <w:lang w:eastAsia="lt-LT"/>
              </w:rPr>
            </w:pPr>
            <w:r w:rsidRPr="00804087">
              <w:rPr>
                <w:color w:val="000000"/>
                <w:sz w:val="20"/>
                <w:lang w:eastAsia="lt-LT"/>
              </w:rPr>
              <w:t>veido skaitmeninio atvaizdo padarymo data;</w:t>
            </w:r>
          </w:p>
          <w:p w14:paraId="2E2B0436" w14:textId="77777777" w:rsidR="00E9697F" w:rsidRPr="00804087" w:rsidRDefault="00E9697F" w:rsidP="007D0FF3">
            <w:pPr>
              <w:ind w:firstLine="31"/>
              <w:rPr>
                <w:color w:val="000000"/>
                <w:sz w:val="20"/>
                <w:lang w:eastAsia="lt-LT"/>
              </w:rPr>
            </w:pPr>
            <w:r w:rsidRPr="00804087">
              <w:rPr>
                <w:color w:val="000000"/>
                <w:sz w:val="20"/>
                <w:lang w:eastAsia="lt-LT"/>
              </w:rPr>
              <w:t>veido skaitmeninio atvaizdo padarymo pagrindas;</w:t>
            </w:r>
          </w:p>
          <w:p w14:paraId="434D4589" w14:textId="77777777" w:rsidR="00E9697F" w:rsidRPr="00804087" w:rsidRDefault="00E9697F" w:rsidP="007D0FF3">
            <w:pPr>
              <w:ind w:firstLine="31"/>
              <w:rPr>
                <w:sz w:val="20"/>
                <w:lang w:eastAsia="lt-LT"/>
              </w:rPr>
            </w:pPr>
            <w:r w:rsidRPr="00804087">
              <w:rPr>
                <w:color w:val="000000"/>
                <w:sz w:val="20"/>
                <w:lang w:eastAsia="lt-LT"/>
              </w:rPr>
              <w:t>pirma identifikavimo žymė (pagrindinis asmens požymis) Šengeno informacinėje sistemoje;</w:t>
            </w:r>
          </w:p>
          <w:p w14:paraId="06718246" w14:textId="77777777" w:rsidR="00E9697F" w:rsidRPr="00804087" w:rsidRDefault="00E9697F" w:rsidP="007D0FF3">
            <w:pPr>
              <w:ind w:firstLine="31"/>
              <w:rPr>
                <w:sz w:val="20"/>
                <w:lang w:eastAsia="lt-LT"/>
              </w:rPr>
            </w:pPr>
            <w:r w:rsidRPr="00804087">
              <w:rPr>
                <w:color w:val="000000"/>
                <w:sz w:val="20"/>
                <w:lang w:eastAsia="lt-LT"/>
              </w:rPr>
              <w:t>antra identifikavimo žymė (pagrindinis asmens požymis) Šengeno informacinėje sistemoje;</w:t>
            </w:r>
          </w:p>
          <w:p w14:paraId="4B9F6150" w14:textId="77777777" w:rsidR="00E9697F" w:rsidRPr="00804087" w:rsidRDefault="00E9697F" w:rsidP="007D0FF3">
            <w:pPr>
              <w:ind w:firstLine="31"/>
              <w:rPr>
                <w:sz w:val="20"/>
                <w:lang w:eastAsia="lt-LT"/>
              </w:rPr>
            </w:pPr>
            <w:bookmarkStart w:id="26" w:name="part_a3b1c84bb6814e8e94d5d5d1b79ed233"/>
            <w:bookmarkEnd w:id="26"/>
            <w:r w:rsidRPr="00804087">
              <w:rPr>
                <w:color w:val="000000"/>
                <w:sz w:val="20"/>
                <w:lang w:eastAsia="lt-LT"/>
              </w:rPr>
              <w:t>pagrindinės žymės:</w:t>
            </w:r>
          </w:p>
          <w:p w14:paraId="3C652882" w14:textId="77777777" w:rsidR="00E9697F" w:rsidRPr="00804087" w:rsidRDefault="00E9697F" w:rsidP="007D0FF3">
            <w:pPr>
              <w:ind w:firstLine="31"/>
              <w:rPr>
                <w:sz w:val="20"/>
                <w:lang w:eastAsia="lt-LT"/>
              </w:rPr>
            </w:pPr>
            <w:r w:rsidRPr="00804087">
              <w:rPr>
                <w:color w:val="000000"/>
                <w:sz w:val="20"/>
                <w:lang w:eastAsia="lt-LT"/>
              </w:rPr>
              <w:t>amžius pagal išvaizdą;</w:t>
            </w:r>
          </w:p>
          <w:p w14:paraId="0FCFD307" w14:textId="77777777" w:rsidR="00E9697F" w:rsidRPr="00804087" w:rsidRDefault="00E9697F" w:rsidP="007D0FF3">
            <w:pPr>
              <w:ind w:firstLine="31"/>
              <w:rPr>
                <w:sz w:val="20"/>
                <w:lang w:eastAsia="lt-LT"/>
              </w:rPr>
            </w:pPr>
            <w:r w:rsidRPr="00804087">
              <w:rPr>
                <w:color w:val="000000"/>
                <w:sz w:val="20"/>
                <w:lang w:eastAsia="lt-LT"/>
              </w:rPr>
              <w:t>ūgis/lavono ilgis;</w:t>
            </w:r>
          </w:p>
          <w:p w14:paraId="32DF782E" w14:textId="77777777" w:rsidR="00E9697F" w:rsidRPr="00804087" w:rsidRDefault="00E9697F" w:rsidP="007D0FF3">
            <w:pPr>
              <w:ind w:firstLine="31"/>
              <w:rPr>
                <w:sz w:val="20"/>
                <w:lang w:eastAsia="lt-LT"/>
              </w:rPr>
            </w:pPr>
            <w:r w:rsidRPr="00804087">
              <w:rPr>
                <w:color w:val="000000"/>
                <w:sz w:val="20"/>
                <w:lang w:eastAsia="lt-LT"/>
              </w:rPr>
              <w:t>kūno sudėjimas;</w:t>
            </w:r>
          </w:p>
          <w:p w14:paraId="42123EDF" w14:textId="77777777" w:rsidR="00E9697F" w:rsidRPr="00804087" w:rsidRDefault="00E9697F" w:rsidP="007D0FF3">
            <w:pPr>
              <w:ind w:firstLine="31"/>
              <w:rPr>
                <w:sz w:val="20"/>
                <w:lang w:eastAsia="lt-LT"/>
              </w:rPr>
            </w:pPr>
            <w:r w:rsidRPr="00804087">
              <w:rPr>
                <w:color w:val="000000"/>
                <w:sz w:val="20"/>
                <w:lang w:eastAsia="lt-LT"/>
              </w:rPr>
              <w:lastRenderedPageBreak/>
              <w:t>galva (dydis, forma);</w:t>
            </w:r>
          </w:p>
          <w:p w14:paraId="5102D9C3" w14:textId="77777777" w:rsidR="00E9697F" w:rsidRPr="00804087" w:rsidRDefault="00E9697F" w:rsidP="007D0FF3">
            <w:pPr>
              <w:ind w:firstLine="31"/>
              <w:rPr>
                <w:sz w:val="20"/>
                <w:lang w:eastAsia="lt-LT"/>
              </w:rPr>
            </w:pPr>
            <w:r w:rsidRPr="00804087">
              <w:rPr>
                <w:color w:val="000000"/>
                <w:sz w:val="20"/>
                <w:lang w:eastAsia="lt-LT"/>
              </w:rPr>
              <w:t>plaukai (spalva, šukuosena);</w:t>
            </w:r>
          </w:p>
          <w:p w14:paraId="7568E521" w14:textId="77777777" w:rsidR="00E9697F" w:rsidRPr="00804087" w:rsidRDefault="00E9697F" w:rsidP="007D0FF3">
            <w:pPr>
              <w:ind w:firstLine="31"/>
              <w:rPr>
                <w:sz w:val="20"/>
                <w:lang w:eastAsia="lt-LT"/>
              </w:rPr>
            </w:pPr>
            <w:r w:rsidRPr="00804087">
              <w:rPr>
                <w:color w:val="000000"/>
                <w:sz w:val="20"/>
                <w:lang w:eastAsia="lt-LT"/>
              </w:rPr>
              <w:t>veidas (veido forma, veido spalva, veido plaukai);</w:t>
            </w:r>
          </w:p>
          <w:p w14:paraId="542B1447" w14:textId="77777777" w:rsidR="00E9697F" w:rsidRPr="00804087" w:rsidRDefault="00E9697F" w:rsidP="007D0FF3">
            <w:pPr>
              <w:ind w:firstLine="31"/>
              <w:rPr>
                <w:sz w:val="20"/>
                <w:lang w:eastAsia="lt-LT"/>
              </w:rPr>
            </w:pPr>
            <w:r w:rsidRPr="00804087">
              <w:rPr>
                <w:color w:val="000000"/>
                <w:sz w:val="20"/>
                <w:lang w:eastAsia="lt-LT"/>
              </w:rPr>
              <w:t>kakta (aukštis, plotis, nuolinkis);</w:t>
            </w:r>
          </w:p>
          <w:p w14:paraId="13B5DA36" w14:textId="77777777" w:rsidR="00E9697F" w:rsidRPr="00804087" w:rsidRDefault="00E9697F" w:rsidP="007D0FF3">
            <w:pPr>
              <w:ind w:firstLine="31"/>
              <w:rPr>
                <w:sz w:val="20"/>
                <w:lang w:eastAsia="lt-LT"/>
              </w:rPr>
            </w:pPr>
            <w:r w:rsidRPr="00804087">
              <w:rPr>
                <w:color w:val="000000"/>
                <w:sz w:val="20"/>
                <w:lang w:eastAsia="lt-LT"/>
              </w:rPr>
              <w:t>antakiai (forma, spalva, plotis);</w:t>
            </w:r>
          </w:p>
          <w:p w14:paraId="42810B1B" w14:textId="77777777" w:rsidR="00E9697F" w:rsidRPr="00804087" w:rsidRDefault="00E9697F" w:rsidP="007D0FF3">
            <w:pPr>
              <w:ind w:firstLine="31"/>
              <w:rPr>
                <w:sz w:val="20"/>
                <w:lang w:eastAsia="lt-LT"/>
              </w:rPr>
            </w:pPr>
            <w:r w:rsidRPr="00804087">
              <w:rPr>
                <w:color w:val="000000"/>
                <w:sz w:val="20"/>
                <w:lang w:eastAsia="lt-LT"/>
              </w:rPr>
              <w:t>akys (tipas, spalva);</w:t>
            </w:r>
          </w:p>
          <w:p w14:paraId="6B93DB34" w14:textId="77777777" w:rsidR="00E9697F" w:rsidRPr="00804087" w:rsidRDefault="00E9697F" w:rsidP="007D0FF3">
            <w:pPr>
              <w:ind w:firstLine="31"/>
              <w:rPr>
                <w:sz w:val="20"/>
                <w:lang w:eastAsia="lt-LT"/>
              </w:rPr>
            </w:pPr>
            <w:r w:rsidRPr="00804087">
              <w:rPr>
                <w:color w:val="000000"/>
                <w:sz w:val="20"/>
                <w:lang w:eastAsia="lt-LT"/>
              </w:rPr>
              <w:t>nosis (dydis, forma);</w:t>
            </w:r>
          </w:p>
          <w:p w14:paraId="224D5646" w14:textId="77777777" w:rsidR="00E9697F" w:rsidRPr="00804087" w:rsidRDefault="00E9697F" w:rsidP="007D0FF3">
            <w:pPr>
              <w:ind w:firstLine="31"/>
              <w:rPr>
                <w:sz w:val="20"/>
                <w:lang w:eastAsia="lt-LT"/>
              </w:rPr>
            </w:pPr>
            <w:r w:rsidRPr="00804087">
              <w:rPr>
                <w:color w:val="000000"/>
                <w:sz w:val="20"/>
                <w:lang w:eastAsia="lt-LT"/>
              </w:rPr>
              <w:t>burna (dydis, kampų padėtis);</w:t>
            </w:r>
          </w:p>
          <w:p w14:paraId="0BF382FD" w14:textId="77777777" w:rsidR="00E9697F" w:rsidRPr="00804087" w:rsidRDefault="00E9697F" w:rsidP="007D0FF3">
            <w:pPr>
              <w:ind w:firstLine="31"/>
              <w:rPr>
                <w:sz w:val="20"/>
                <w:lang w:eastAsia="lt-LT"/>
              </w:rPr>
            </w:pPr>
            <w:r w:rsidRPr="00804087">
              <w:rPr>
                <w:color w:val="000000"/>
                <w:sz w:val="20"/>
                <w:lang w:eastAsia="lt-LT"/>
              </w:rPr>
              <w:t>lūpos;</w:t>
            </w:r>
          </w:p>
          <w:p w14:paraId="17F4E94C" w14:textId="77777777" w:rsidR="00E9697F" w:rsidRPr="00804087" w:rsidRDefault="00E9697F" w:rsidP="007D0FF3">
            <w:pPr>
              <w:ind w:firstLine="31"/>
              <w:rPr>
                <w:sz w:val="20"/>
                <w:lang w:eastAsia="lt-LT"/>
              </w:rPr>
            </w:pPr>
            <w:r w:rsidRPr="00804087">
              <w:rPr>
                <w:color w:val="000000"/>
                <w:sz w:val="20"/>
                <w:lang w:eastAsia="lt-LT"/>
              </w:rPr>
              <w:t>smakras (dydis, forma);</w:t>
            </w:r>
          </w:p>
          <w:p w14:paraId="29A6C3BB" w14:textId="77777777" w:rsidR="00E9697F" w:rsidRPr="00804087" w:rsidRDefault="00E9697F" w:rsidP="007D0FF3">
            <w:pPr>
              <w:ind w:firstLine="31"/>
              <w:rPr>
                <w:sz w:val="20"/>
                <w:lang w:eastAsia="lt-LT"/>
              </w:rPr>
            </w:pPr>
            <w:r w:rsidRPr="00804087">
              <w:rPr>
                <w:color w:val="000000"/>
                <w:sz w:val="20"/>
                <w:lang w:eastAsia="lt-LT"/>
              </w:rPr>
              <w:t>ausys (dydis, forma);</w:t>
            </w:r>
          </w:p>
          <w:p w14:paraId="7DAF9C78" w14:textId="77777777" w:rsidR="00E9697F" w:rsidRPr="00804087" w:rsidRDefault="00E9697F" w:rsidP="007D0FF3">
            <w:pPr>
              <w:ind w:firstLine="31"/>
              <w:rPr>
                <w:sz w:val="20"/>
                <w:lang w:eastAsia="lt-LT"/>
              </w:rPr>
            </w:pPr>
            <w:r w:rsidRPr="00804087">
              <w:rPr>
                <w:color w:val="000000"/>
                <w:sz w:val="20"/>
                <w:lang w:eastAsia="lt-LT"/>
              </w:rPr>
              <w:t>eisenos aprašymas;</w:t>
            </w:r>
          </w:p>
          <w:p w14:paraId="5512A8FE" w14:textId="77777777" w:rsidR="00E9697F" w:rsidRPr="00804087" w:rsidRDefault="00E9697F" w:rsidP="007D0FF3">
            <w:pPr>
              <w:ind w:firstLine="31"/>
              <w:rPr>
                <w:sz w:val="20"/>
                <w:lang w:eastAsia="lt-LT"/>
              </w:rPr>
            </w:pPr>
            <w:r w:rsidRPr="00804087">
              <w:rPr>
                <w:color w:val="000000"/>
                <w:sz w:val="20"/>
                <w:lang w:eastAsia="lt-LT"/>
              </w:rPr>
              <w:t>odos spalva;</w:t>
            </w:r>
          </w:p>
          <w:p w14:paraId="47EA0CC9" w14:textId="77777777" w:rsidR="00E9697F" w:rsidRPr="00804087" w:rsidRDefault="00E9697F" w:rsidP="007D0FF3">
            <w:pPr>
              <w:ind w:firstLine="31"/>
              <w:rPr>
                <w:sz w:val="20"/>
                <w:lang w:eastAsia="lt-LT"/>
              </w:rPr>
            </w:pPr>
            <w:r w:rsidRPr="00804087">
              <w:rPr>
                <w:color w:val="000000"/>
                <w:sz w:val="20"/>
                <w:lang w:eastAsia="lt-LT"/>
              </w:rPr>
              <w:t>auskarų įvėrimo vietos;</w:t>
            </w:r>
          </w:p>
          <w:p w14:paraId="78F9662A" w14:textId="77777777" w:rsidR="00E9697F" w:rsidRPr="00804087" w:rsidRDefault="00E9697F" w:rsidP="007D0FF3">
            <w:pPr>
              <w:ind w:firstLine="31"/>
              <w:rPr>
                <w:sz w:val="20"/>
                <w:lang w:eastAsia="lt-LT"/>
              </w:rPr>
            </w:pPr>
            <w:r w:rsidRPr="00804087">
              <w:rPr>
                <w:color w:val="000000"/>
                <w:sz w:val="20"/>
                <w:lang w:eastAsia="lt-LT"/>
              </w:rPr>
              <w:t>operacijų, traumų žymės (vieta, aprašymas):</w:t>
            </w:r>
          </w:p>
          <w:p w14:paraId="12D14FB9" w14:textId="77777777" w:rsidR="00E9697F" w:rsidRPr="00804087" w:rsidRDefault="00E9697F" w:rsidP="007D0FF3">
            <w:pPr>
              <w:ind w:firstLine="31"/>
              <w:rPr>
                <w:sz w:val="20"/>
                <w:lang w:eastAsia="lt-LT"/>
              </w:rPr>
            </w:pPr>
            <w:r w:rsidRPr="00804087">
              <w:rPr>
                <w:color w:val="000000"/>
                <w:sz w:val="20"/>
                <w:lang w:eastAsia="lt-LT"/>
              </w:rPr>
              <w:t>randai;</w:t>
            </w:r>
          </w:p>
          <w:p w14:paraId="02EC266E" w14:textId="77777777" w:rsidR="00E9697F" w:rsidRPr="00804087" w:rsidRDefault="00E9697F" w:rsidP="007D0FF3">
            <w:pPr>
              <w:ind w:firstLine="31"/>
              <w:rPr>
                <w:sz w:val="20"/>
                <w:lang w:eastAsia="lt-LT"/>
              </w:rPr>
            </w:pPr>
            <w:r w:rsidRPr="00804087">
              <w:rPr>
                <w:color w:val="000000"/>
                <w:sz w:val="20"/>
                <w:lang w:eastAsia="lt-LT"/>
              </w:rPr>
              <w:t>siūlės;</w:t>
            </w:r>
          </w:p>
          <w:p w14:paraId="388B029C" w14:textId="77777777" w:rsidR="00E9697F" w:rsidRPr="00804087" w:rsidRDefault="00E9697F" w:rsidP="007D0FF3">
            <w:pPr>
              <w:ind w:firstLine="31"/>
              <w:rPr>
                <w:sz w:val="20"/>
                <w:lang w:eastAsia="lt-LT"/>
              </w:rPr>
            </w:pPr>
            <w:r w:rsidRPr="00804087">
              <w:rPr>
                <w:color w:val="000000"/>
                <w:sz w:val="20"/>
                <w:lang w:eastAsia="lt-LT"/>
              </w:rPr>
              <w:t>deformuota kūno dalis (-ys) (vieta, aprašymas);</w:t>
            </w:r>
          </w:p>
          <w:p w14:paraId="47EFDA70" w14:textId="77777777" w:rsidR="00E9697F" w:rsidRPr="00804087" w:rsidRDefault="00E9697F" w:rsidP="007D0FF3">
            <w:pPr>
              <w:ind w:firstLine="31"/>
              <w:rPr>
                <w:sz w:val="20"/>
                <w:lang w:eastAsia="lt-LT"/>
              </w:rPr>
            </w:pPr>
            <w:r w:rsidRPr="00804087">
              <w:rPr>
                <w:color w:val="000000"/>
                <w:sz w:val="20"/>
                <w:lang w:eastAsia="lt-LT"/>
              </w:rPr>
              <w:t>amputacijos (vieta, aprašymas);</w:t>
            </w:r>
          </w:p>
          <w:p w14:paraId="579BDB45" w14:textId="77777777" w:rsidR="00E9697F" w:rsidRPr="00804087" w:rsidRDefault="00E9697F" w:rsidP="007D0FF3">
            <w:pPr>
              <w:ind w:firstLine="31"/>
              <w:rPr>
                <w:sz w:val="20"/>
                <w:lang w:eastAsia="lt-LT"/>
              </w:rPr>
            </w:pPr>
            <w:r w:rsidRPr="00804087">
              <w:rPr>
                <w:color w:val="000000"/>
                <w:sz w:val="20"/>
                <w:lang w:eastAsia="lt-LT"/>
              </w:rPr>
              <w:t>fiziniai trūkumai, vystymosi anomalijos ir kiti defektai (vieta, aprašymas);</w:t>
            </w:r>
          </w:p>
          <w:p w14:paraId="1137C514" w14:textId="77777777" w:rsidR="00E9697F" w:rsidRPr="00804087" w:rsidRDefault="00E9697F" w:rsidP="007D0FF3">
            <w:pPr>
              <w:ind w:firstLine="31"/>
              <w:rPr>
                <w:sz w:val="20"/>
                <w:lang w:eastAsia="lt-LT"/>
              </w:rPr>
            </w:pPr>
            <w:r w:rsidRPr="00804087">
              <w:rPr>
                <w:color w:val="000000"/>
                <w:sz w:val="20"/>
                <w:lang w:eastAsia="lt-LT"/>
              </w:rPr>
              <w:t>pagrindinių žymių skaitmeniniai atvaizdai (skaitmeninių atvaizdų padarymo data, aprašymas);</w:t>
            </w:r>
          </w:p>
          <w:p w14:paraId="23905008" w14:textId="77777777" w:rsidR="00E9697F" w:rsidRPr="00804087" w:rsidRDefault="00E9697F" w:rsidP="007D0FF3">
            <w:pPr>
              <w:ind w:firstLine="31"/>
              <w:rPr>
                <w:sz w:val="20"/>
                <w:lang w:eastAsia="lt-LT"/>
              </w:rPr>
            </w:pPr>
            <w:r w:rsidRPr="00804087">
              <w:rPr>
                <w:color w:val="000000"/>
                <w:sz w:val="20"/>
                <w:lang w:eastAsia="lt-LT"/>
              </w:rPr>
              <w:t>tatuiruotė (-ės) (tipas, vieta, aprašymas);</w:t>
            </w:r>
          </w:p>
          <w:p w14:paraId="725B0C7C" w14:textId="77777777" w:rsidR="00E9697F" w:rsidRPr="00804087" w:rsidRDefault="00E9697F" w:rsidP="007D0FF3">
            <w:pPr>
              <w:ind w:firstLine="31"/>
              <w:rPr>
                <w:sz w:val="20"/>
                <w:lang w:eastAsia="lt-LT"/>
              </w:rPr>
            </w:pPr>
            <w:r w:rsidRPr="00804087">
              <w:rPr>
                <w:color w:val="000000"/>
                <w:sz w:val="20"/>
                <w:lang w:eastAsia="lt-LT"/>
              </w:rPr>
              <w:t>protezai (vieta, aprašymas);</w:t>
            </w:r>
          </w:p>
          <w:p w14:paraId="29FAD920" w14:textId="77777777" w:rsidR="00E9697F" w:rsidRPr="00804087" w:rsidRDefault="00E9697F" w:rsidP="007D0FF3">
            <w:pPr>
              <w:ind w:firstLine="31"/>
              <w:rPr>
                <w:sz w:val="20"/>
                <w:lang w:eastAsia="lt-LT"/>
              </w:rPr>
            </w:pPr>
            <w:r w:rsidRPr="00804087">
              <w:rPr>
                <w:color w:val="000000"/>
                <w:sz w:val="20"/>
                <w:lang w:eastAsia="lt-LT"/>
              </w:rPr>
              <w:t>sveikatos būklė (ligos, sutrikimo pavadinimas);</w:t>
            </w:r>
          </w:p>
          <w:p w14:paraId="17685FA4" w14:textId="77777777" w:rsidR="00E9697F" w:rsidRPr="00804087" w:rsidRDefault="00E9697F" w:rsidP="007D0FF3">
            <w:pPr>
              <w:ind w:firstLine="31"/>
              <w:rPr>
                <w:sz w:val="20"/>
                <w:lang w:eastAsia="lt-LT"/>
              </w:rPr>
            </w:pPr>
            <w:r w:rsidRPr="00804087">
              <w:rPr>
                <w:color w:val="000000"/>
                <w:sz w:val="20"/>
                <w:lang w:eastAsia="lt-LT"/>
              </w:rPr>
              <w:t>išskirtinės balso tembro, gestų ypatybės;</w:t>
            </w:r>
          </w:p>
          <w:p w14:paraId="1A29E734" w14:textId="77777777" w:rsidR="00E9697F" w:rsidRPr="00804087" w:rsidRDefault="00E9697F" w:rsidP="007D0FF3">
            <w:pPr>
              <w:ind w:firstLine="31"/>
              <w:rPr>
                <w:sz w:val="20"/>
                <w:lang w:eastAsia="lt-LT"/>
              </w:rPr>
            </w:pPr>
            <w:r w:rsidRPr="00804087">
              <w:rPr>
                <w:color w:val="000000"/>
                <w:sz w:val="20"/>
                <w:lang w:eastAsia="lt-LT"/>
              </w:rPr>
              <w:t>išsamios atpažinimo žymės:</w:t>
            </w:r>
          </w:p>
          <w:p w14:paraId="54977A73" w14:textId="77777777" w:rsidR="00E9697F" w:rsidRPr="00804087" w:rsidRDefault="00E9697F" w:rsidP="007D0FF3">
            <w:pPr>
              <w:ind w:firstLine="31"/>
              <w:rPr>
                <w:sz w:val="20"/>
                <w:lang w:eastAsia="lt-LT"/>
              </w:rPr>
            </w:pPr>
            <w:r w:rsidRPr="00804087">
              <w:rPr>
                <w:color w:val="000000"/>
                <w:sz w:val="20"/>
                <w:lang w:eastAsia="lt-LT"/>
              </w:rPr>
              <w:t>dantys (dantų požymiai, dantų būklė, dantų būklės schema);</w:t>
            </w:r>
          </w:p>
          <w:p w14:paraId="52416F55" w14:textId="77777777" w:rsidR="00E9697F" w:rsidRPr="00804087" w:rsidRDefault="00E9697F" w:rsidP="007D0FF3">
            <w:pPr>
              <w:ind w:firstLine="31"/>
              <w:rPr>
                <w:sz w:val="20"/>
                <w:lang w:eastAsia="lt-LT"/>
              </w:rPr>
            </w:pPr>
            <w:r w:rsidRPr="00804087">
              <w:rPr>
                <w:color w:val="000000"/>
                <w:sz w:val="20"/>
                <w:lang w:eastAsia="lt-LT"/>
              </w:rPr>
              <w:t>aprangos elementai</w:t>
            </w:r>
            <w:r w:rsidRPr="00804087">
              <w:rPr>
                <w:b/>
                <w:bCs/>
                <w:color w:val="000000"/>
                <w:sz w:val="20"/>
                <w:lang w:eastAsia="lt-LT"/>
              </w:rPr>
              <w:t xml:space="preserve"> </w:t>
            </w:r>
            <w:r w:rsidRPr="00804087">
              <w:rPr>
                <w:color w:val="000000"/>
                <w:sz w:val="20"/>
                <w:lang w:eastAsia="lt-LT"/>
              </w:rPr>
              <w:t>(galvos apdangalas, drabužiai, avalynė).</w:t>
            </w:r>
          </w:p>
          <w:p w14:paraId="3358FCC0" w14:textId="77777777" w:rsidR="00E9697F" w:rsidRPr="00804087" w:rsidRDefault="00E9697F" w:rsidP="007D0FF3">
            <w:pPr>
              <w:tabs>
                <w:tab w:val="left" w:pos="9072"/>
              </w:tabs>
              <w:ind w:firstLine="31"/>
              <w:rPr>
                <w:sz w:val="20"/>
                <w:lang w:eastAsia="lt-LT"/>
              </w:rPr>
            </w:pPr>
            <w:r w:rsidRPr="00804087">
              <w:rPr>
                <w:color w:val="000000"/>
                <w:sz w:val="20"/>
                <w:lang w:eastAsia="lt-LT"/>
              </w:rPr>
              <w:t>identifikavimo kodas Policijos registruojamų įvykių registre;</w:t>
            </w:r>
          </w:p>
          <w:p w14:paraId="77E528AA" w14:textId="77777777" w:rsidR="00E9697F" w:rsidRPr="00804087" w:rsidRDefault="00E9697F" w:rsidP="007D0FF3">
            <w:pPr>
              <w:tabs>
                <w:tab w:val="left" w:pos="9072"/>
              </w:tabs>
              <w:ind w:firstLine="31"/>
              <w:rPr>
                <w:sz w:val="20"/>
                <w:lang w:eastAsia="lt-LT"/>
              </w:rPr>
            </w:pPr>
            <w:bookmarkStart w:id="27" w:name="part_3c9fb08919264f398547c8499ed44473"/>
            <w:bookmarkEnd w:id="27"/>
            <w:r w:rsidRPr="00804087">
              <w:rPr>
                <w:color w:val="000000"/>
                <w:sz w:val="20"/>
                <w:lang w:eastAsia="lt-LT"/>
              </w:rPr>
              <w:t xml:space="preserve">policijos įstaiga, kurioje registruojamas įvykis (pavadinimas, kodas pagal Nuostatų </w:t>
            </w:r>
            <w:r w:rsidRPr="00804087">
              <w:rPr>
                <w:bCs/>
                <w:color w:val="000000"/>
                <w:sz w:val="20"/>
                <w:lang w:eastAsia="lt-LT"/>
              </w:rPr>
              <w:t>35.1 papunktyje</w:t>
            </w:r>
            <w:r w:rsidRPr="00804087">
              <w:rPr>
                <w:color w:val="000000"/>
                <w:sz w:val="20"/>
                <w:lang w:eastAsia="lt-LT"/>
              </w:rPr>
              <w:t xml:space="preserve"> nurodytą klasifikatorių);</w:t>
            </w:r>
          </w:p>
          <w:p w14:paraId="2D55F693" w14:textId="77777777" w:rsidR="00E9697F" w:rsidRPr="00804087" w:rsidRDefault="00E9697F" w:rsidP="007D0FF3">
            <w:pPr>
              <w:tabs>
                <w:tab w:val="left" w:pos="9072"/>
              </w:tabs>
              <w:ind w:firstLine="31"/>
              <w:rPr>
                <w:sz w:val="20"/>
                <w:lang w:eastAsia="lt-LT"/>
              </w:rPr>
            </w:pPr>
            <w:bookmarkStart w:id="28" w:name="part_11da0cec1dd3405fac9560c7f18a12a3"/>
            <w:bookmarkEnd w:id="28"/>
            <w:r w:rsidRPr="00804087">
              <w:rPr>
                <w:color w:val="000000"/>
                <w:sz w:val="20"/>
                <w:lang w:eastAsia="lt-LT"/>
              </w:rPr>
              <w:t>į policijos įstaigą pristatytų asmenų duomenys:</w:t>
            </w:r>
          </w:p>
          <w:p w14:paraId="55E11FC5" w14:textId="77777777" w:rsidR="00E9697F" w:rsidRPr="00804087" w:rsidRDefault="00E9697F" w:rsidP="007D0FF3">
            <w:pPr>
              <w:tabs>
                <w:tab w:val="left" w:pos="9072"/>
              </w:tabs>
              <w:ind w:firstLine="31"/>
              <w:rPr>
                <w:sz w:val="20"/>
                <w:lang w:eastAsia="lt-LT"/>
              </w:rPr>
            </w:pPr>
            <w:bookmarkStart w:id="29" w:name="part_190e9bb9175742c0b122abe815606f6b"/>
            <w:bookmarkEnd w:id="29"/>
            <w:r w:rsidRPr="00804087">
              <w:rPr>
                <w:color w:val="000000"/>
                <w:sz w:val="20"/>
                <w:lang w:eastAsia="lt-LT"/>
              </w:rPr>
              <w:t>pristatymo data ir laikas;</w:t>
            </w:r>
          </w:p>
          <w:p w14:paraId="388CB583" w14:textId="77777777" w:rsidR="00E9697F" w:rsidRPr="00804087" w:rsidRDefault="00E9697F" w:rsidP="007D0FF3">
            <w:pPr>
              <w:ind w:firstLine="31"/>
              <w:rPr>
                <w:sz w:val="20"/>
                <w:lang w:eastAsia="lt-LT"/>
              </w:rPr>
            </w:pPr>
            <w:bookmarkStart w:id="30" w:name="part_d653ea87647d418da8be09e5d65a41bd"/>
            <w:bookmarkEnd w:id="30"/>
            <w:r w:rsidRPr="00804087">
              <w:rPr>
                <w:color w:val="000000"/>
                <w:sz w:val="20"/>
                <w:lang w:eastAsia="lt-LT"/>
              </w:rPr>
              <w:t>pristatymo pagrindas;</w:t>
            </w:r>
          </w:p>
          <w:p w14:paraId="091C407B" w14:textId="77777777" w:rsidR="00E9697F" w:rsidRPr="00804087" w:rsidRDefault="00E9697F" w:rsidP="007D0FF3">
            <w:pPr>
              <w:ind w:firstLine="31"/>
              <w:rPr>
                <w:sz w:val="20"/>
                <w:lang w:eastAsia="lt-LT"/>
              </w:rPr>
            </w:pPr>
            <w:bookmarkStart w:id="31" w:name="part_933e4f58bed647b690e6b784640303e2"/>
            <w:bookmarkEnd w:id="31"/>
            <w:r w:rsidRPr="00804087">
              <w:rPr>
                <w:color w:val="000000"/>
                <w:sz w:val="20"/>
                <w:lang w:eastAsia="lt-LT"/>
              </w:rPr>
              <w:t>išleidimo data ir laikas;</w:t>
            </w:r>
          </w:p>
          <w:p w14:paraId="1BE252A7" w14:textId="77777777" w:rsidR="00E9697F" w:rsidRPr="00804087" w:rsidRDefault="00E9697F" w:rsidP="007D0FF3">
            <w:pPr>
              <w:ind w:firstLine="31"/>
              <w:rPr>
                <w:sz w:val="20"/>
                <w:lang w:eastAsia="lt-LT"/>
              </w:rPr>
            </w:pPr>
            <w:bookmarkStart w:id="32" w:name="part_ced84983699347b2a60f459239c08cc1"/>
            <w:bookmarkEnd w:id="32"/>
            <w:r w:rsidRPr="00804087">
              <w:rPr>
                <w:color w:val="000000"/>
                <w:sz w:val="20"/>
                <w:lang w:eastAsia="lt-LT"/>
              </w:rPr>
              <w:t>įtariamo asmens duomenys:</w:t>
            </w:r>
          </w:p>
          <w:p w14:paraId="54898B56" w14:textId="77777777" w:rsidR="00E9697F" w:rsidRPr="00804087" w:rsidRDefault="00E9697F" w:rsidP="007D0FF3">
            <w:pPr>
              <w:ind w:firstLine="31"/>
              <w:rPr>
                <w:sz w:val="20"/>
                <w:lang w:eastAsia="lt-LT"/>
              </w:rPr>
            </w:pPr>
            <w:bookmarkStart w:id="33" w:name="part_e834c9536b77453bb4de2ad49741df50"/>
            <w:bookmarkEnd w:id="33"/>
            <w:r w:rsidRPr="00804087">
              <w:rPr>
                <w:color w:val="000000"/>
                <w:sz w:val="20"/>
                <w:lang w:eastAsia="lt-LT"/>
              </w:rPr>
              <w:t>ikiteisminio tyrimo bylos (baudžiamosios bylos) numeris;</w:t>
            </w:r>
          </w:p>
          <w:p w14:paraId="3BB344B3" w14:textId="77777777" w:rsidR="00E9697F" w:rsidRPr="00804087" w:rsidRDefault="00E9697F" w:rsidP="007D0FF3">
            <w:pPr>
              <w:ind w:firstLine="31"/>
              <w:rPr>
                <w:sz w:val="20"/>
                <w:lang w:eastAsia="lt-LT"/>
              </w:rPr>
            </w:pPr>
            <w:bookmarkStart w:id="34" w:name="part_3fe7ef2790784f2190a105cdeb562f99"/>
            <w:bookmarkEnd w:id="34"/>
            <w:r w:rsidRPr="00804087">
              <w:rPr>
                <w:color w:val="000000"/>
                <w:sz w:val="20"/>
                <w:lang w:eastAsia="lt-LT"/>
              </w:rPr>
              <w:t>telefono ryšio numeris;</w:t>
            </w:r>
          </w:p>
          <w:p w14:paraId="675F546D" w14:textId="77777777" w:rsidR="00E9697F" w:rsidRPr="00804087" w:rsidRDefault="00E9697F" w:rsidP="007D0FF3">
            <w:pPr>
              <w:ind w:firstLine="31"/>
              <w:rPr>
                <w:sz w:val="20"/>
                <w:lang w:eastAsia="lt-LT"/>
              </w:rPr>
            </w:pPr>
            <w:bookmarkStart w:id="35" w:name="part_c3393eb992004e03bd498de1d7d7238a"/>
            <w:bookmarkEnd w:id="35"/>
            <w:r w:rsidRPr="00804087">
              <w:rPr>
                <w:color w:val="000000"/>
                <w:sz w:val="20"/>
                <w:lang w:eastAsia="lt-LT"/>
              </w:rPr>
              <w:t>pranešimo apie įtarimą įteikimo data;</w:t>
            </w:r>
          </w:p>
          <w:p w14:paraId="4F36CBCA" w14:textId="77777777" w:rsidR="00E9697F" w:rsidRPr="00804087" w:rsidRDefault="00E9697F" w:rsidP="007D0FF3">
            <w:pPr>
              <w:ind w:firstLine="31"/>
              <w:rPr>
                <w:sz w:val="20"/>
                <w:lang w:eastAsia="lt-LT"/>
              </w:rPr>
            </w:pPr>
            <w:bookmarkStart w:id="36" w:name="part_1cdd33b3e1e84be1a974a4f3de90b0d6"/>
            <w:bookmarkEnd w:id="36"/>
            <w:r w:rsidRPr="00804087">
              <w:rPr>
                <w:color w:val="000000"/>
                <w:sz w:val="20"/>
                <w:lang w:eastAsia="lt-LT"/>
              </w:rPr>
              <w:t>paskirta kardomoji priemonė;</w:t>
            </w:r>
          </w:p>
          <w:p w14:paraId="0434D755" w14:textId="77777777" w:rsidR="00E9697F" w:rsidRPr="00804087" w:rsidRDefault="00E9697F" w:rsidP="007D0FF3">
            <w:pPr>
              <w:ind w:firstLine="31"/>
              <w:rPr>
                <w:sz w:val="20"/>
                <w:lang w:eastAsia="lt-LT"/>
              </w:rPr>
            </w:pPr>
            <w:bookmarkStart w:id="37" w:name="part_bfbc39586ae44df9824189ef1f18ac6a"/>
            <w:bookmarkEnd w:id="37"/>
            <w:r w:rsidRPr="00804087">
              <w:rPr>
                <w:color w:val="000000"/>
                <w:sz w:val="20"/>
                <w:lang w:eastAsia="lt-LT"/>
              </w:rPr>
              <w:t>faktinis sulaikymas:</w:t>
            </w:r>
          </w:p>
          <w:p w14:paraId="7A358E46" w14:textId="77777777" w:rsidR="00E9697F" w:rsidRPr="00804087" w:rsidRDefault="00E9697F" w:rsidP="007D0FF3">
            <w:pPr>
              <w:ind w:firstLine="31"/>
              <w:rPr>
                <w:sz w:val="20"/>
                <w:lang w:eastAsia="lt-LT"/>
              </w:rPr>
            </w:pPr>
            <w:bookmarkStart w:id="38" w:name="part_59bcc0a9a4684e30a6a3d27c7dca50ed"/>
            <w:bookmarkEnd w:id="38"/>
            <w:r w:rsidRPr="00804087">
              <w:rPr>
                <w:color w:val="000000"/>
                <w:sz w:val="20"/>
                <w:lang w:eastAsia="lt-LT"/>
              </w:rPr>
              <w:t>sulaikymo data ir laikas;</w:t>
            </w:r>
          </w:p>
          <w:p w14:paraId="73A00EAF" w14:textId="77777777" w:rsidR="00E9697F" w:rsidRPr="00804087" w:rsidRDefault="00E9697F" w:rsidP="007D0FF3">
            <w:pPr>
              <w:ind w:firstLine="31"/>
              <w:rPr>
                <w:color w:val="000000"/>
                <w:sz w:val="20"/>
                <w:lang w:eastAsia="lt-LT"/>
              </w:rPr>
            </w:pPr>
            <w:bookmarkStart w:id="39" w:name="part_725baae6cc9e428ea427e1af235c43ff"/>
            <w:bookmarkEnd w:id="39"/>
            <w:r w:rsidRPr="00804087">
              <w:rPr>
                <w:color w:val="000000"/>
                <w:sz w:val="20"/>
                <w:lang w:eastAsia="lt-LT"/>
              </w:rPr>
              <w:t>paleidimo data ir laikas;</w:t>
            </w:r>
          </w:p>
          <w:p w14:paraId="5E604822" w14:textId="77777777" w:rsidR="00E9697F" w:rsidRPr="00804087" w:rsidRDefault="00E9697F" w:rsidP="007D0FF3">
            <w:pPr>
              <w:ind w:firstLine="31"/>
              <w:rPr>
                <w:bCs/>
                <w:sz w:val="20"/>
                <w:lang w:eastAsia="lt-LT"/>
              </w:rPr>
            </w:pPr>
            <w:r w:rsidRPr="00804087">
              <w:rPr>
                <w:bCs/>
                <w:sz w:val="20"/>
                <w:lang w:eastAsia="lt-LT"/>
              </w:rPr>
              <w:t>BK straipsnis, numatantis nusikalstamą veiką, dėl kurios padarymo asmeniui įteiktas pranešimas apie įtarimą padarius nusikalstamą veiką;</w:t>
            </w:r>
          </w:p>
          <w:p w14:paraId="2EBC243B" w14:textId="77777777" w:rsidR="00E9697F" w:rsidRPr="00804087" w:rsidRDefault="00E9697F" w:rsidP="007D0FF3">
            <w:pPr>
              <w:ind w:firstLine="31"/>
              <w:rPr>
                <w:sz w:val="20"/>
                <w:lang w:eastAsia="lt-LT"/>
              </w:rPr>
            </w:pPr>
            <w:bookmarkStart w:id="40" w:name="part_65edbed61dbc4f68a862f1db86fceee5"/>
            <w:bookmarkEnd w:id="40"/>
            <w:r w:rsidRPr="00804087">
              <w:rPr>
                <w:color w:val="000000"/>
                <w:sz w:val="20"/>
                <w:lang w:eastAsia="lt-LT"/>
              </w:rPr>
              <w:t>ikiteisminio tyrimo metu gautų ir baudžiamojo proceso nustatyta tvarka užfiksuotų habitoskopinių duomenų skaitmeniniai dokumentai (liudytojų apklausos protokolai, kiti procesiniai dokumentai ir jų priedai – fotonuotraukos, vaizdo įrašai registre tvarkomi tik su ikiteisminiam tyrimui vadovaujančio prokuroro leidimu);</w:t>
            </w:r>
          </w:p>
          <w:p w14:paraId="02C6CA26" w14:textId="77777777" w:rsidR="00E9697F" w:rsidRPr="00804087" w:rsidRDefault="00E9697F" w:rsidP="007D0FF3">
            <w:pPr>
              <w:ind w:firstLine="31"/>
              <w:rPr>
                <w:sz w:val="20"/>
                <w:lang w:eastAsia="lt-LT"/>
              </w:rPr>
            </w:pPr>
            <w:bookmarkStart w:id="41" w:name="part_0157f008e16c45efae67d2a0bba82d39"/>
            <w:bookmarkEnd w:id="41"/>
            <w:r w:rsidRPr="00804087">
              <w:rPr>
                <w:color w:val="000000"/>
                <w:sz w:val="20"/>
                <w:lang w:eastAsia="lt-LT"/>
              </w:rPr>
              <w:t>tyrimą atliekanti ikiteisminio tyrimo įstaiga.</w:t>
            </w:r>
          </w:p>
          <w:p w14:paraId="1F45B7B3" w14:textId="77777777" w:rsidR="00E9697F" w:rsidRPr="00804087" w:rsidRDefault="00E9697F" w:rsidP="007D0FF3">
            <w:pPr>
              <w:rPr>
                <w:b/>
                <w:bCs/>
                <w:color w:val="000000"/>
                <w:sz w:val="20"/>
                <w:lang w:eastAsia="lt-LT"/>
              </w:rPr>
            </w:pPr>
            <w:r w:rsidRPr="00804087">
              <w:rPr>
                <w:b/>
                <w:bCs/>
                <w:color w:val="000000"/>
                <w:sz w:val="20"/>
                <w:lang w:eastAsia="lt-LT"/>
              </w:rPr>
              <w:t>Asmenų, kuriems įteiktas pranešimas apie įtarimą padarius nusikalstamą veiką, duomenys:</w:t>
            </w:r>
          </w:p>
          <w:p w14:paraId="50A501BB" w14:textId="77777777" w:rsidR="00E9697F" w:rsidRPr="00804087" w:rsidRDefault="00E9697F" w:rsidP="007D0FF3">
            <w:pPr>
              <w:tabs>
                <w:tab w:val="left" w:pos="9072"/>
                <w:tab w:val="left" w:pos="9214"/>
              </w:tabs>
              <w:ind w:right="236" w:firstLine="31"/>
              <w:rPr>
                <w:sz w:val="20"/>
                <w:lang w:eastAsia="lt-LT"/>
              </w:rPr>
            </w:pPr>
            <w:r w:rsidRPr="00804087">
              <w:rPr>
                <w:color w:val="000000"/>
                <w:sz w:val="20"/>
                <w:lang w:eastAsia="lt-LT"/>
              </w:rPr>
              <w:t>registro objekto identifikavimo kodas, kuriamas programiniu būdu;</w:t>
            </w:r>
          </w:p>
          <w:p w14:paraId="65403A26" w14:textId="77777777" w:rsidR="00E9697F" w:rsidRPr="00804087" w:rsidRDefault="00E9697F" w:rsidP="007D0FF3">
            <w:pPr>
              <w:tabs>
                <w:tab w:val="left" w:pos="9072"/>
                <w:tab w:val="left" w:pos="9214"/>
              </w:tabs>
              <w:ind w:right="236" w:firstLine="31"/>
              <w:rPr>
                <w:sz w:val="20"/>
                <w:lang w:eastAsia="lt-LT"/>
              </w:rPr>
            </w:pPr>
            <w:r w:rsidRPr="00804087">
              <w:rPr>
                <w:color w:val="000000"/>
                <w:sz w:val="20"/>
                <w:lang w:eastAsia="lt-LT"/>
              </w:rPr>
              <w:t>registro objekto įregistravimo, išregistravimo datos, duomenų įrašymo ir keitimo datos;</w:t>
            </w:r>
          </w:p>
          <w:p w14:paraId="6C03AE20" w14:textId="77777777" w:rsidR="00E9697F" w:rsidRPr="00804087" w:rsidRDefault="00E9697F" w:rsidP="007D0FF3">
            <w:pPr>
              <w:tabs>
                <w:tab w:val="left" w:pos="9072"/>
                <w:tab w:val="left" w:pos="9214"/>
              </w:tabs>
              <w:ind w:right="236" w:firstLine="31"/>
              <w:rPr>
                <w:sz w:val="20"/>
                <w:lang w:eastAsia="lt-LT"/>
              </w:rPr>
            </w:pPr>
            <w:r w:rsidRPr="00804087">
              <w:rPr>
                <w:color w:val="000000"/>
                <w:sz w:val="20"/>
                <w:lang w:eastAsia="lt-LT"/>
              </w:rPr>
              <w:lastRenderedPageBreak/>
              <w:t>daktiloskopinės kortelės nuoroda Daktiloskopinių duomenų registre;</w:t>
            </w:r>
          </w:p>
          <w:p w14:paraId="643BF829" w14:textId="77777777" w:rsidR="00E9697F" w:rsidRPr="00804087" w:rsidRDefault="00E9697F" w:rsidP="007D0FF3">
            <w:pPr>
              <w:tabs>
                <w:tab w:val="left" w:pos="9072"/>
                <w:tab w:val="left" w:pos="9214"/>
              </w:tabs>
              <w:ind w:right="236" w:firstLine="31"/>
              <w:rPr>
                <w:sz w:val="20"/>
                <w:lang w:eastAsia="lt-LT"/>
              </w:rPr>
            </w:pPr>
            <w:bookmarkStart w:id="42" w:name="part_3eef401acfef4100ae27e424cb52337b"/>
            <w:bookmarkEnd w:id="42"/>
            <w:r w:rsidRPr="00804087">
              <w:rPr>
                <w:color w:val="000000"/>
                <w:sz w:val="20"/>
                <w:lang w:eastAsia="lt-LT"/>
              </w:rPr>
              <w:t>DNR analitės (genotipo) nuoroda DNR duomenų registre;</w:t>
            </w:r>
          </w:p>
          <w:p w14:paraId="6BAC2485" w14:textId="77777777" w:rsidR="00E9697F" w:rsidRPr="00804087" w:rsidRDefault="00E9697F" w:rsidP="007D0FF3">
            <w:pPr>
              <w:tabs>
                <w:tab w:val="left" w:pos="9072"/>
                <w:tab w:val="left" w:pos="9214"/>
              </w:tabs>
              <w:ind w:right="236" w:firstLine="31"/>
              <w:rPr>
                <w:sz w:val="20"/>
                <w:lang w:eastAsia="lt-LT"/>
              </w:rPr>
            </w:pPr>
            <w:bookmarkStart w:id="43" w:name="part_b876d28208e5405fb8d88b4fa57418e6"/>
            <w:bookmarkEnd w:id="43"/>
            <w:r w:rsidRPr="00804087">
              <w:rPr>
                <w:color w:val="000000"/>
                <w:sz w:val="20"/>
                <w:lang w:eastAsia="lt-LT"/>
              </w:rPr>
              <w:t>registro duomenis įrašiusio darbuotojo (pareigūno) vardas, pavardė, pareigos, telefono ryšio numeris, elektroninis paštas, įstaigos, kurioje dirba darbuotojas (tarnauja pareigūnas), pavadinimas.</w:t>
            </w:r>
          </w:p>
          <w:p w14:paraId="4601E42C" w14:textId="77777777" w:rsidR="00E9697F" w:rsidRPr="00804087" w:rsidRDefault="00E9697F" w:rsidP="007D0FF3">
            <w:pPr>
              <w:tabs>
                <w:tab w:val="left" w:pos="8222"/>
                <w:tab w:val="left" w:pos="9072"/>
              </w:tabs>
              <w:ind w:right="236" w:firstLine="31"/>
              <w:rPr>
                <w:sz w:val="20"/>
                <w:lang w:eastAsia="lt-LT"/>
              </w:rPr>
            </w:pPr>
            <w:r w:rsidRPr="00804087">
              <w:rPr>
                <w:color w:val="000000"/>
                <w:sz w:val="20"/>
                <w:lang w:eastAsia="lt-LT"/>
              </w:rPr>
              <w:t>asmens kodas, (jei jis suteiktas Lietuvos Respublikos gyventojų registro įstatymo nustatyta tvarka;</w:t>
            </w:r>
          </w:p>
          <w:p w14:paraId="519B4E84" w14:textId="77777777" w:rsidR="00E9697F" w:rsidRPr="00804087" w:rsidRDefault="00E9697F" w:rsidP="007D0FF3">
            <w:pPr>
              <w:tabs>
                <w:tab w:val="left" w:pos="9214"/>
              </w:tabs>
              <w:ind w:right="236" w:firstLine="31"/>
              <w:rPr>
                <w:sz w:val="20"/>
                <w:lang w:eastAsia="lt-LT"/>
              </w:rPr>
            </w:pPr>
            <w:r w:rsidRPr="00804087">
              <w:rPr>
                <w:color w:val="000000"/>
                <w:sz w:val="20"/>
                <w:lang w:eastAsia="lt-LT"/>
              </w:rPr>
              <w:t>pavardė (pavardės);</w:t>
            </w:r>
          </w:p>
          <w:p w14:paraId="4E1FF252" w14:textId="77777777" w:rsidR="00E9697F" w:rsidRPr="00804087" w:rsidRDefault="00E9697F" w:rsidP="007D0FF3">
            <w:pPr>
              <w:tabs>
                <w:tab w:val="left" w:pos="9214"/>
              </w:tabs>
              <w:ind w:right="236" w:firstLine="31"/>
              <w:rPr>
                <w:sz w:val="20"/>
                <w:lang w:eastAsia="lt-LT"/>
              </w:rPr>
            </w:pPr>
            <w:r w:rsidRPr="00804087">
              <w:rPr>
                <w:color w:val="000000"/>
                <w:sz w:val="20"/>
                <w:lang w:eastAsia="lt-LT"/>
              </w:rPr>
              <w:t>pilietybė;</w:t>
            </w:r>
          </w:p>
          <w:p w14:paraId="3AA021DC" w14:textId="77777777" w:rsidR="00E9697F" w:rsidRPr="00804087" w:rsidRDefault="00E9697F" w:rsidP="007D0FF3">
            <w:pPr>
              <w:tabs>
                <w:tab w:val="left" w:pos="9214"/>
              </w:tabs>
              <w:ind w:right="236" w:firstLine="31"/>
              <w:rPr>
                <w:sz w:val="20"/>
                <w:lang w:eastAsia="lt-LT"/>
              </w:rPr>
            </w:pPr>
            <w:r w:rsidRPr="00804087">
              <w:rPr>
                <w:color w:val="000000"/>
                <w:sz w:val="20"/>
                <w:lang w:eastAsia="lt-LT"/>
              </w:rPr>
              <w:t>asmens tapatybę patvirtinančio dokumento rūšis, šį dokumentą išdavusios valstybės kodas ir pavadinimas, šio dokumento serija ir numeris, šį dokumentą išdavusios įstaigos kodas ir pavadinimas, jo išdavimo data, data, iki kurios galioja šis dokumentas, šio dokumento galiojimo / negaliojimo būsena;</w:t>
            </w:r>
          </w:p>
          <w:p w14:paraId="2C3FC83E" w14:textId="77777777" w:rsidR="00E9697F" w:rsidRPr="00804087" w:rsidRDefault="00E9697F" w:rsidP="007D0FF3">
            <w:pPr>
              <w:tabs>
                <w:tab w:val="left" w:pos="9214"/>
              </w:tabs>
              <w:ind w:right="236" w:firstLine="31"/>
              <w:rPr>
                <w:sz w:val="20"/>
                <w:lang w:eastAsia="lt-LT"/>
              </w:rPr>
            </w:pPr>
            <w:r w:rsidRPr="00804087">
              <w:rPr>
                <w:color w:val="000000"/>
                <w:sz w:val="20"/>
                <w:lang w:eastAsia="lt-LT"/>
              </w:rPr>
              <w:t>lytis;</w:t>
            </w:r>
          </w:p>
          <w:p w14:paraId="25F1CBC4" w14:textId="77777777" w:rsidR="00E9697F" w:rsidRPr="00804087" w:rsidRDefault="00E9697F" w:rsidP="007D0FF3">
            <w:pPr>
              <w:ind w:right="236" w:firstLine="31"/>
              <w:rPr>
                <w:sz w:val="20"/>
                <w:lang w:eastAsia="lt-LT"/>
              </w:rPr>
            </w:pPr>
            <w:r w:rsidRPr="00804087">
              <w:rPr>
                <w:color w:val="000000"/>
                <w:sz w:val="20"/>
                <w:lang w:eastAsia="lt-LT"/>
              </w:rPr>
              <w:t>gimimo data;</w:t>
            </w:r>
          </w:p>
          <w:p w14:paraId="4822DE7E" w14:textId="77777777" w:rsidR="00E9697F" w:rsidRPr="00804087" w:rsidRDefault="00E9697F" w:rsidP="007D0FF3">
            <w:pPr>
              <w:ind w:right="236" w:firstLine="31"/>
              <w:rPr>
                <w:sz w:val="20"/>
                <w:lang w:eastAsia="lt-LT"/>
              </w:rPr>
            </w:pPr>
            <w:r w:rsidRPr="00804087">
              <w:rPr>
                <w:color w:val="000000"/>
                <w:sz w:val="20"/>
                <w:lang w:eastAsia="lt-LT"/>
              </w:rPr>
              <w:t>gimimo vieta;</w:t>
            </w:r>
          </w:p>
          <w:p w14:paraId="7CBE5BC4" w14:textId="77777777" w:rsidR="00E9697F" w:rsidRPr="00804087" w:rsidRDefault="00E9697F" w:rsidP="007D0FF3">
            <w:pPr>
              <w:ind w:right="236" w:firstLine="31"/>
              <w:rPr>
                <w:sz w:val="20"/>
                <w:lang w:eastAsia="lt-LT"/>
              </w:rPr>
            </w:pPr>
            <w:r w:rsidRPr="00804087">
              <w:rPr>
                <w:color w:val="000000"/>
                <w:sz w:val="20"/>
                <w:lang w:eastAsia="lt-LT"/>
              </w:rPr>
              <w:t>mirties data;</w:t>
            </w:r>
          </w:p>
          <w:p w14:paraId="2DD35FCC" w14:textId="77777777" w:rsidR="00E9697F" w:rsidRPr="00804087" w:rsidRDefault="00E9697F" w:rsidP="007D0FF3">
            <w:pPr>
              <w:ind w:right="236" w:firstLine="31"/>
              <w:rPr>
                <w:sz w:val="20"/>
                <w:lang w:eastAsia="lt-LT"/>
              </w:rPr>
            </w:pPr>
            <w:bookmarkStart w:id="44" w:name="part_4b4771a816d24a8bbf5eae23a21df128"/>
            <w:bookmarkEnd w:id="44"/>
            <w:r w:rsidRPr="00804087">
              <w:rPr>
                <w:color w:val="000000"/>
                <w:sz w:val="20"/>
                <w:lang w:eastAsia="lt-LT"/>
              </w:rPr>
              <w:t xml:space="preserve">gyvenamoji vieta </w:t>
            </w:r>
            <w:r w:rsidRPr="00804087">
              <w:rPr>
                <w:bCs/>
                <w:color w:val="000000"/>
                <w:sz w:val="20"/>
                <w:lang w:eastAsia="lt-LT"/>
              </w:rPr>
              <w:t>(adresas),</w:t>
            </w:r>
            <w:r w:rsidRPr="00804087">
              <w:rPr>
                <w:color w:val="000000"/>
                <w:sz w:val="20"/>
                <w:lang w:eastAsia="lt-LT"/>
              </w:rPr>
              <w:t xml:space="preserve"> o jeigu neturi gyvenamosios vietos ir yra įtrauktas į gyvenamosios vietos neturinčių asmenų apskaitą, – savivaldybė, kurioje gyvena;</w:t>
            </w:r>
          </w:p>
          <w:p w14:paraId="210ED6AD" w14:textId="77777777" w:rsidR="00E9697F" w:rsidRPr="00804087" w:rsidRDefault="00E9697F" w:rsidP="007D0FF3">
            <w:pPr>
              <w:ind w:right="236" w:firstLine="31"/>
              <w:rPr>
                <w:sz w:val="20"/>
                <w:lang w:eastAsia="lt-LT"/>
              </w:rPr>
            </w:pPr>
            <w:r w:rsidRPr="00804087">
              <w:rPr>
                <w:color w:val="000000"/>
                <w:sz w:val="20"/>
                <w:lang w:eastAsia="lt-LT"/>
              </w:rPr>
              <w:t>skaitmeninis veido atvaizdas:</w:t>
            </w:r>
          </w:p>
          <w:p w14:paraId="514E5BDA" w14:textId="77777777" w:rsidR="00E9697F" w:rsidRPr="00804087" w:rsidRDefault="00E9697F" w:rsidP="007D0FF3">
            <w:pPr>
              <w:ind w:right="94"/>
              <w:rPr>
                <w:sz w:val="20"/>
                <w:lang w:eastAsia="lt-LT"/>
              </w:rPr>
            </w:pPr>
            <w:r w:rsidRPr="00804087">
              <w:rPr>
                <w:color w:val="000000"/>
                <w:sz w:val="20"/>
                <w:lang w:eastAsia="lt-LT"/>
              </w:rPr>
              <w:t>veido skaitmeninio atvaizdo padarymo data;</w:t>
            </w:r>
          </w:p>
          <w:p w14:paraId="46268C18" w14:textId="77777777" w:rsidR="00E9697F" w:rsidRPr="00804087" w:rsidRDefault="00E9697F" w:rsidP="007D0FF3">
            <w:pPr>
              <w:ind w:right="94"/>
              <w:rPr>
                <w:sz w:val="20"/>
                <w:lang w:eastAsia="lt-LT"/>
              </w:rPr>
            </w:pPr>
            <w:r w:rsidRPr="00804087">
              <w:rPr>
                <w:color w:val="000000"/>
                <w:sz w:val="20"/>
                <w:lang w:eastAsia="lt-LT"/>
              </w:rPr>
              <w:t>veido skaitmeninio atvaizdo padarymo pagrindas;</w:t>
            </w:r>
          </w:p>
          <w:p w14:paraId="4FD93CA6" w14:textId="77777777" w:rsidR="00E9697F" w:rsidRPr="00804087" w:rsidRDefault="00E9697F" w:rsidP="007D0FF3">
            <w:pPr>
              <w:ind w:right="94"/>
              <w:rPr>
                <w:sz w:val="20"/>
                <w:lang w:eastAsia="lt-LT"/>
              </w:rPr>
            </w:pPr>
            <w:r w:rsidRPr="00804087">
              <w:rPr>
                <w:color w:val="000000"/>
                <w:sz w:val="20"/>
                <w:lang w:eastAsia="lt-LT"/>
              </w:rPr>
              <w:t>pagrindinės žymės:</w:t>
            </w:r>
          </w:p>
          <w:p w14:paraId="5BF89487" w14:textId="77777777" w:rsidR="00E9697F" w:rsidRPr="00804087" w:rsidRDefault="00E9697F" w:rsidP="007D0FF3">
            <w:pPr>
              <w:ind w:right="94"/>
              <w:rPr>
                <w:sz w:val="20"/>
                <w:lang w:eastAsia="lt-LT"/>
              </w:rPr>
            </w:pPr>
            <w:bookmarkStart w:id="45" w:name="part_2e438f13bc804014b6cd23fa3646af82"/>
            <w:bookmarkEnd w:id="45"/>
            <w:r w:rsidRPr="00804087">
              <w:rPr>
                <w:color w:val="000000"/>
                <w:sz w:val="20"/>
                <w:lang w:eastAsia="lt-LT"/>
              </w:rPr>
              <w:t>amžius pagal išvaizdą;</w:t>
            </w:r>
          </w:p>
          <w:p w14:paraId="6A66F248" w14:textId="77777777" w:rsidR="00E9697F" w:rsidRPr="00804087" w:rsidRDefault="00E9697F" w:rsidP="007D0FF3">
            <w:pPr>
              <w:ind w:right="94"/>
              <w:rPr>
                <w:sz w:val="20"/>
                <w:lang w:eastAsia="lt-LT"/>
              </w:rPr>
            </w:pPr>
            <w:bookmarkStart w:id="46" w:name="part_187dd9abd7354eb5a66c780b58645d79"/>
            <w:bookmarkEnd w:id="46"/>
            <w:r w:rsidRPr="00804087">
              <w:rPr>
                <w:color w:val="000000"/>
                <w:sz w:val="20"/>
                <w:lang w:eastAsia="lt-LT"/>
              </w:rPr>
              <w:t>ūgis/lavono ilgis;</w:t>
            </w:r>
          </w:p>
          <w:p w14:paraId="0A699BEF" w14:textId="77777777" w:rsidR="00E9697F" w:rsidRPr="00804087" w:rsidRDefault="00E9697F" w:rsidP="007D0FF3">
            <w:pPr>
              <w:ind w:right="94"/>
              <w:rPr>
                <w:sz w:val="20"/>
                <w:lang w:eastAsia="lt-LT"/>
              </w:rPr>
            </w:pPr>
            <w:r w:rsidRPr="00804087">
              <w:rPr>
                <w:color w:val="000000"/>
                <w:sz w:val="20"/>
                <w:lang w:eastAsia="lt-LT"/>
              </w:rPr>
              <w:t>kūno sudėjimas;</w:t>
            </w:r>
          </w:p>
          <w:p w14:paraId="108FE942" w14:textId="77777777" w:rsidR="00E9697F" w:rsidRPr="00804087" w:rsidRDefault="00E9697F" w:rsidP="007D0FF3">
            <w:pPr>
              <w:ind w:right="94" w:firstLine="31"/>
              <w:rPr>
                <w:sz w:val="20"/>
                <w:lang w:eastAsia="lt-LT"/>
              </w:rPr>
            </w:pPr>
            <w:bookmarkStart w:id="47" w:name="part_c524c8136572467ca8fa775c91b285f0"/>
            <w:bookmarkEnd w:id="47"/>
            <w:r w:rsidRPr="00804087">
              <w:rPr>
                <w:color w:val="000000"/>
                <w:sz w:val="20"/>
                <w:lang w:eastAsia="lt-LT"/>
              </w:rPr>
              <w:t>galva (dydis, forma);</w:t>
            </w:r>
          </w:p>
          <w:p w14:paraId="7BF43CC0" w14:textId="77777777" w:rsidR="00E9697F" w:rsidRPr="00804087" w:rsidRDefault="00E9697F" w:rsidP="007D0FF3">
            <w:pPr>
              <w:ind w:right="94" w:firstLine="31"/>
              <w:rPr>
                <w:sz w:val="20"/>
                <w:lang w:eastAsia="lt-LT"/>
              </w:rPr>
            </w:pPr>
            <w:bookmarkStart w:id="48" w:name="part_538ce90e9b4e4c118d81bc8f1b40bf70"/>
            <w:bookmarkEnd w:id="48"/>
            <w:r w:rsidRPr="00804087">
              <w:rPr>
                <w:color w:val="000000"/>
                <w:sz w:val="20"/>
                <w:lang w:eastAsia="lt-LT"/>
              </w:rPr>
              <w:t>plaukai (spalva, šukuosena);</w:t>
            </w:r>
          </w:p>
          <w:p w14:paraId="63CB7F4B" w14:textId="77777777" w:rsidR="00E9697F" w:rsidRPr="00804087" w:rsidRDefault="00E9697F" w:rsidP="007D0FF3">
            <w:pPr>
              <w:ind w:right="94" w:firstLine="31"/>
              <w:rPr>
                <w:sz w:val="20"/>
                <w:lang w:eastAsia="lt-LT"/>
              </w:rPr>
            </w:pPr>
            <w:r w:rsidRPr="00804087">
              <w:rPr>
                <w:color w:val="000000"/>
                <w:sz w:val="20"/>
                <w:lang w:eastAsia="lt-LT"/>
              </w:rPr>
              <w:t>veidas (veido forma, veido spalva, veido plaukai);</w:t>
            </w:r>
          </w:p>
          <w:p w14:paraId="10DF4FAB" w14:textId="77777777" w:rsidR="00E9697F" w:rsidRPr="00804087" w:rsidRDefault="00E9697F" w:rsidP="007D0FF3">
            <w:pPr>
              <w:ind w:right="94" w:firstLine="31"/>
              <w:rPr>
                <w:sz w:val="20"/>
                <w:lang w:eastAsia="lt-LT"/>
              </w:rPr>
            </w:pPr>
            <w:bookmarkStart w:id="49" w:name="part_ebde7291df8b4204ae1cdcda8ac54680"/>
            <w:bookmarkEnd w:id="49"/>
            <w:r w:rsidRPr="00804087">
              <w:rPr>
                <w:color w:val="000000"/>
                <w:sz w:val="20"/>
                <w:lang w:eastAsia="lt-LT"/>
              </w:rPr>
              <w:t>kakta (aukštis, plotis, nuolinkis);</w:t>
            </w:r>
          </w:p>
          <w:p w14:paraId="62000A6B" w14:textId="77777777" w:rsidR="00E9697F" w:rsidRPr="00804087" w:rsidRDefault="00E9697F" w:rsidP="007D0FF3">
            <w:pPr>
              <w:ind w:right="94" w:firstLine="31"/>
              <w:rPr>
                <w:sz w:val="20"/>
                <w:lang w:eastAsia="lt-LT"/>
              </w:rPr>
            </w:pPr>
            <w:bookmarkStart w:id="50" w:name="part_4a21c2f9a5914b15bb015b76fd4a8d09"/>
            <w:bookmarkEnd w:id="50"/>
            <w:r w:rsidRPr="00804087">
              <w:rPr>
                <w:color w:val="000000"/>
                <w:sz w:val="20"/>
                <w:lang w:eastAsia="lt-LT"/>
              </w:rPr>
              <w:t>antakiai (forma, spalva, plotis);</w:t>
            </w:r>
          </w:p>
          <w:p w14:paraId="369C86A9" w14:textId="77777777" w:rsidR="00E9697F" w:rsidRPr="00804087" w:rsidRDefault="00E9697F" w:rsidP="007D0FF3">
            <w:pPr>
              <w:ind w:right="94" w:firstLine="31"/>
              <w:rPr>
                <w:sz w:val="20"/>
                <w:lang w:eastAsia="lt-LT"/>
              </w:rPr>
            </w:pPr>
            <w:bookmarkStart w:id="51" w:name="part_4d067f51c1b046dba77843689c8b5872"/>
            <w:bookmarkEnd w:id="51"/>
            <w:r w:rsidRPr="00804087">
              <w:rPr>
                <w:color w:val="000000"/>
                <w:sz w:val="20"/>
                <w:lang w:eastAsia="lt-LT"/>
              </w:rPr>
              <w:t>akys (tipas, spalva);</w:t>
            </w:r>
          </w:p>
          <w:p w14:paraId="2DE6C86E" w14:textId="77777777" w:rsidR="00E9697F" w:rsidRPr="00804087" w:rsidRDefault="00E9697F" w:rsidP="007D0FF3">
            <w:pPr>
              <w:ind w:right="94" w:firstLine="31"/>
              <w:rPr>
                <w:sz w:val="20"/>
                <w:lang w:eastAsia="lt-LT"/>
              </w:rPr>
            </w:pPr>
            <w:r w:rsidRPr="00804087">
              <w:rPr>
                <w:color w:val="000000"/>
                <w:sz w:val="20"/>
                <w:lang w:eastAsia="lt-LT"/>
              </w:rPr>
              <w:t>nosis (dydis, forma);</w:t>
            </w:r>
          </w:p>
          <w:p w14:paraId="09A3DEEF" w14:textId="77777777" w:rsidR="00E9697F" w:rsidRPr="00804087" w:rsidRDefault="00E9697F" w:rsidP="007D0FF3">
            <w:pPr>
              <w:ind w:right="94" w:firstLine="31"/>
              <w:rPr>
                <w:sz w:val="20"/>
                <w:lang w:eastAsia="lt-LT"/>
              </w:rPr>
            </w:pPr>
            <w:bookmarkStart w:id="52" w:name="part_36865bdf13db4501abafd8f3046e7648"/>
            <w:bookmarkEnd w:id="52"/>
            <w:r w:rsidRPr="00804087">
              <w:rPr>
                <w:color w:val="000000"/>
                <w:sz w:val="20"/>
                <w:lang w:eastAsia="lt-LT"/>
              </w:rPr>
              <w:t>burna (dydis, kampų padėtis);</w:t>
            </w:r>
          </w:p>
          <w:p w14:paraId="6EAC286D" w14:textId="77777777" w:rsidR="00E9697F" w:rsidRPr="00804087" w:rsidRDefault="00E9697F" w:rsidP="007D0FF3">
            <w:pPr>
              <w:ind w:right="94" w:firstLine="31"/>
              <w:rPr>
                <w:sz w:val="20"/>
                <w:lang w:eastAsia="lt-LT"/>
              </w:rPr>
            </w:pPr>
            <w:bookmarkStart w:id="53" w:name="part_05feddb9570042fca2260866f15af3b3"/>
            <w:bookmarkEnd w:id="53"/>
            <w:r w:rsidRPr="00804087">
              <w:rPr>
                <w:color w:val="000000"/>
                <w:sz w:val="20"/>
                <w:lang w:eastAsia="lt-LT"/>
              </w:rPr>
              <w:t>lūpos;</w:t>
            </w:r>
          </w:p>
          <w:p w14:paraId="5D97C0E0" w14:textId="77777777" w:rsidR="00E9697F" w:rsidRPr="00804087" w:rsidRDefault="00E9697F" w:rsidP="007D0FF3">
            <w:pPr>
              <w:ind w:right="94" w:firstLine="31"/>
              <w:rPr>
                <w:sz w:val="20"/>
                <w:lang w:eastAsia="lt-LT"/>
              </w:rPr>
            </w:pPr>
            <w:bookmarkStart w:id="54" w:name="part_d89bae2bd54c4037ad5aefc4008626cb"/>
            <w:bookmarkEnd w:id="54"/>
            <w:r w:rsidRPr="00804087">
              <w:rPr>
                <w:color w:val="000000"/>
                <w:sz w:val="20"/>
                <w:lang w:eastAsia="lt-LT"/>
              </w:rPr>
              <w:t>smakras (dydis, forma);</w:t>
            </w:r>
          </w:p>
          <w:p w14:paraId="21CF4524" w14:textId="77777777" w:rsidR="00E9697F" w:rsidRPr="00804087" w:rsidRDefault="00E9697F" w:rsidP="007D0FF3">
            <w:pPr>
              <w:ind w:right="94" w:firstLine="31"/>
              <w:rPr>
                <w:sz w:val="20"/>
                <w:lang w:eastAsia="lt-LT"/>
              </w:rPr>
            </w:pPr>
            <w:r w:rsidRPr="00804087">
              <w:rPr>
                <w:color w:val="000000"/>
                <w:sz w:val="20"/>
                <w:lang w:eastAsia="lt-LT"/>
              </w:rPr>
              <w:t>ausys (dydis, forma);</w:t>
            </w:r>
          </w:p>
          <w:p w14:paraId="279C41E8" w14:textId="77777777" w:rsidR="00E9697F" w:rsidRPr="00804087" w:rsidRDefault="00E9697F" w:rsidP="007D0FF3">
            <w:pPr>
              <w:ind w:right="94" w:firstLine="31"/>
              <w:rPr>
                <w:sz w:val="20"/>
                <w:lang w:eastAsia="lt-LT"/>
              </w:rPr>
            </w:pPr>
            <w:r w:rsidRPr="00804087">
              <w:rPr>
                <w:color w:val="000000"/>
                <w:sz w:val="20"/>
                <w:lang w:eastAsia="lt-LT"/>
              </w:rPr>
              <w:t>eisenos aprašymas;</w:t>
            </w:r>
          </w:p>
          <w:p w14:paraId="3099343A" w14:textId="77777777" w:rsidR="00E9697F" w:rsidRPr="00804087" w:rsidRDefault="00E9697F" w:rsidP="007D0FF3">
            <w:pPr>
              <w:ind w:right="94" w:firstLine="31"/>
              <w:rPr>
                <w:sz w:val="20"/>
                <w:lang w:eastAsia="lt-LT"/>
              </w:rPr>
            </w:pPr>
            <w:r w:rsidRPr="00804087">
              <w:rPr>
                <w:color w:val="000000"/>
                <w:sz w:val="20"/>
                <w:lang w:eastAsia="lt-LT"/>
              </w:rPr>
              <w:t>odos spalva;</w:t>
            </w:r>
          </w:p>
          <w:p w14:paraId="007571D6" w14:textId="77777777" w:rsidR="00E9697F" w:rsidRPr="00804087" w:rsidRDefault="00E9697F" w:rsidP="007D0FF3">
            <w:pPr>
              <w:ind w:right="94" w:firstLine="31"/>
              <w:rPr>
                <w:sz w:val="20"/>
                <w:lang w:eastAsia="lt-LT"/>
              </w:rPr>
            </w:pPr>
            <w:bookmarkStart w:id="55" w:name="part_cbfab6bf2b504be8bd5485e1369e315a"/>
            <w:bookmarkEnd w:id="55"/>
            <w:r w:rsidRPr="00804087">
              <w:rPr>
                <w:color w:val="000000"/>
                <w:sz w:val="20"/>
                <w:lang w:eastAsia="lt-LT"/>
              </w:rPr>
              <w:t>auskarų įvėrimo vietos;</w:t>
            </w:r>
          </w:p>
          <w:p w14:paraId="349CCD46" w14:textId="77777777" w:rsidR="00E9697F" w:rsidRPr="00804087" w:rsidRDefault="00E9697F" w:rsidP="007D0FF3">
            <w:pPr>
              <w:ind w:right="94" w:firstLine="31"/>
              <w:rPr>
                <w:sz w:val="20"/>
                <w:lang w:eastAsia="lt-LT"/>
              </w:rPr>
            </w:pPr>
            <w:bookmarkStart w:id="56" w:name="part_7806dff64a214b09abb614f6649b5260"/>
            <w:bookmarkEnd w:id="56"/>
            <w:r w:rsidRPr="00804087">
              <w:rPr>
                <w:color w:val="000000"/>
                <w:sz w:val="20"/>
                <w:lang w:eastAsia="lt-LT"/>
              </w:rPr>
              <w:t>operacijų, traumų žymės (vieta, aprašymas):</w:t>
            </w:r>
          </w:p>
          <w:p w14:paraId="7E7BC88C" w14:textId="77777777" w:rsidR="00E9697F" w:rsidRPr="00804087" w:rsidRDefault="00E9697F" w:rsidP="007D0FF3">
            <w:pPr>
              <w:ind w:right="94" w:firstLine="31"/>
              <w:rPr>
                <w:sz w:val="20"/>
                <w:lang w:eastAsia="lt-LT"/>
              </w:rPr>
            </w:pPr>
            <w:bookmarkStart w:id="57" w:name="part_2a9cb5c34588444ba0bd452259067159"/>
            <w:bookmarkEnd w:id="57"/>
            <w:r w:rsidRPr="00804087">
              <w:rPr>
                <w:color w:val="000000"/>
                <w:sz w:val="20"/>
                <w:lang w:eastAsia="lt-LT"/>
              </w:rPr>
              <w:t>randai;</w:t>
            </w:r>
          </w:p>
          <w:p w14:paraId="6DC9B18F" w14:textId="77777777" w:rsidR="00E9697F" w:rsidRPr="00804087" w:rsidRDefault="00E9697F" w:rsidP="007D0FF3">
            <w:pPr>
              <w:ind w:right="94" w:firstLine="31"/>
              <w:rPr>
                <w:sz w:val="20"/>
                <w:lang w:eastAsia="lt-LT"/>
              </w:rPr>
            </w:pPr>
            <w:bookmarkStart w:id="58" w:name="part_acf700d1bef04ac080e3667cf166f28d"/>
            <w:bookmarkEnd w:id="58"/>
            <w:r w:rsidRPr="00804087">
              <w:rPr>
                <w:color w:val="000000"/>
                <w:sz w:val="20"/>
                <w:lang w:eastAsia="lt-LT"/>
              </w:rPr>
              <w:t>siūlės;</w:t>
            </w:r>
          </w:p>
          <w:p w14:paraId="6DADA592" w14:textId="77777777" w:rsidR="00E9697F" w:rsidRPr="00804087" w:rsidRDefault="00E9697F" w:rsidP="007D0FF3">
            <w:pPr>
              <w:ind w:right="94" w:firstLine="31"/>
              <w:rPr>
                <w:sz w:val="20"/>
                <w:lang w:eastAsia="lt-LT"/>
              </w:rPr>
            </w:pPr>
            <w:bookmarkStart w:id="59" w:name="part_6b90c4095fed46048f99acd1729d4975"/>
            <w:bookmarkEnd w:id="59"/>
            <w:r w:rsidRPr="00804087">
              <w:rPr>
                <w:color w:val="000000"/>
                <w:sz w:val="20"/>
                <w:lang w:eastAsia="lt-LT"/>
              </w:rPr>
              <w:t>deformuota kūno dalis (-ys) (vieta, aprašymas);</w:t>
            </w:r>
          </w:p>
          <w:p w14:paraId="39B5BE29" w14:textId="77777777" w:rsidR="00E9697F" w:rsidRPr="00804087" w:rsidRDefault="00E9697F" w:rsidP="007D0FF3">
            <w:pPr>
              <w:ind w:right="94" w:firstLine="31"/>
              <w:rPr>
                <w:sz w:val="20"/>
                <w:lang w:eastAsia="lt-LT"/>
              </w:rPr>
            </w:pPr>
            <w:bookmarkStart w:id="60" w:name="part_f2cdb24700ab48839109636cb1e7cf32"/>
            <w:bookmarkEnd w:id="60"/>
            <w:r w:rsidRPr="00804087">
              <w:rPr>
                <w:color w:val="000000"/>
                <w:sz w:val="20"/>
                <w:lang w:eastAsia="lt-LT"/>
              </w:rPr>
              <w:t>amputacijos (vieta, aprašymas);</w:t>
            </w:r>
          </w:p>
          <w:p w14:paraId="0C4D08EF" w14:textId="77777777" w:rsidR="00E9697F" w:rsidRPr="00804087" w:rsidRDefault="00E9697F" w:rsidP="007D0FF3">
            <w:pPr>
              <w:ind w:right="94" w:firstLine="31"/>
              <w:rPr>
                <w:sz w:val="20"/>
                <w:lang w:eastAsia="lt-LT"/>
              </w:rPr>
            </w:pPr>
            <w:bookmarkStart w:id="61" w:name="part_0fa897c75f2145dcaa5a4da978ffe203"/>
            <w:bookmarkEnd w:id="61"/>
            <w:r w:rsidRPr="00804087">
              <w:rPr>
                <w:color w:val="000000"/>
                <w:sz w:val="20"/>
                <w:lang w:eastAsia="lt-LT"/>
              </w:rPr>
              <w:t>fiziniai trūkumai, vystymosi anomalijos ir kiti defektai (vieta, aprašymas);</w:t>
            </w:r>
          </w:p>
          <w:p w14:paraId="025C6ABB" w14:textId="77777777" w:rsidR="00E9697F" w:rsidRPr="00804087" w:rsidRDefault="00E9697F" w:rsidP="007D0FF3">
            <w:pPr>
              <w:ind w:right="94" w:firstLine="31"/>
              <w:rPr>
                <w:sz w:val="20"/>
                <w:lang w:eastAsia="lt-LT"/>
              </w:rPr>
            </w:pPr>
            <w:bookmarkStart w:id="62" w:name="part_dda2cb8ebb31478d90d88c58755f136b"/>
            <w:bookmarkEnd w:id="62"/>
            <w:r w:rsidRPr="00804087">
              <w:rPr>
                <w:color w:val="000000"/>
                <w:sz w:val="20"/>
                <w:lang w:eastAsia="lt-LT"/>
              </w:rPr>
              <w:t>pagrindinių žymių skaitmeniniai atvaizdai (skaitmeninių atvaizdų padarymo data, aprašymas);</w:t>
            </w:r>
          </w:p>
          <w:p w14:paraId="2E773A5D" w14:textId="77777777" w:rsidR="00E9697F" w:rsidRPr="00804087" w:rsidRDefault="00E9697F" w:rsidP="007D0FF3">
            <w:pPr>
              <w:ind w:right="94" w:firstLine="31"/>
              <w:rPr>
                <w:sz w:val="20"/>
                <w:lang w:eastAsia="lt-LT"/>
              </w:rPr>
            </w:pPr>
            <w:bookmarkStart w:id="63" w:name="part_70638aba43344f088ca50cbdceddf5ca"/>
            <w:bookmarkEnd w:id="63"/>
            <w:r w:rsidRPr="00804087">
              <w:rPr>
                <w:color w:val="000000"/>
                <w:sz w:val="20"/>
                <w:lang w:eastAsia="lt-LT"/>
              </w:rPr>
              <w:t>tatuiruotė (-ės) (tipas, vieta, aprašymas);</w:t>
            </w:r>
          </w:p>
          <w:p w14:paraId="2F06BEA1" w14:textId="77777777" w:rsidR="00E9697F" w:rsidRPr="00804087" w:rsidRDefault="00E9697F" w:rsidP="007D0FF3">
            <w:pPr>
              <w:ind w:right="94" w:firstLine="31"/>
              <w:rPr>
                <w:sz w:val="20"/>
                <w:lang w:eastAsia="lt-LT"/>
              </w:rPr>
            </w:pPr>
            <w:bookmarkStart w:id="64" w:name="part_44c109187e88407f814fa0db8c80e67e"/>
            <w:bookmarkEnd w:id="64"/>
            <w:r w:rsidRPr="00804087">
              <w:rPr>
                <w:color w:val="000000"/>
                <w:sz w:val="20"/>
                <w:lang w:eastAsia="lt-LT"/>
              </w:rPr>
              <w:t>protezai (vieta, aprašymas);</w:t>
            </w:r>
          </w:p>
          <w:p w14:paraId="30CC03DA" w14:textId="77777777" w:rsidR="00E9697F" w:rsidRPr="00804087" w:rsidRDefault="00E9697F" w:rsidP="007D0FF3">
            <w:pPr>
              <w:ind w:right="94" w:firstLine="31"/>
              <w:rPr>
                <w:sz w:val="20"/>
                <w:lang w:eastAsia="lt-LT"/>
              </w:rPr>
            </w:pPr>
            <w:bookmarkStart w:id="65" w:name="part_36dc4e157f5f4eab8855004e4567aa57"/>
            <w:bookmarkEnd w:id="65"/>
            <w:r w:rsidRPr="00804087">
              <w:rPr>
                <w:color w:val="000000"/>
                <w:sz w:val="20"/>
                <w:lang w:eastAsia="lt-LT"/>
              </w:rPr>
              <w:t>sveikatos būklė (ligos, sutrikimo pavadinimas);</w:t>
            </w:r>
          </w:p>
          <w:p w14:paraId="1DBC821D" w14:textId="77777777" w:rsidR="00E9697F" w:rsidRPr="00804087" w:rsidRDefault="00E9697F" w:rsidP="007D0FF3">
            <w:pPr>
              <w:ind w:right="94" w:firstLine="31"/>
              <w:rPr>
                <w:sz w:val="20"/>
                <w:lang w:eastAsia="lt-LT"/>
              </w:rPr>
            </w:pPr>
            <w:bookmarkStart w:id="66" w:name="part_46018966ca694a60806e2f71f4d7e384"/>
            <w:bookmarkEnd w:id="66"/>
            <w:r w:rsidRPr="00804087">
              <w:rPr>
                <w:color w:val="000000"/>
                <w:sz w:val="20"/>
                <w:lang w:eastAsia="lt-LT"/>
              </w:rPr>
              <w:t>išskirtinės balso tembro, gestų ypatybės;</w:t>
            </w:r>
          </w:p>
          <w:p w14:paraId="63D843B0" w14:textId="77777777" w:rsidR="00E9697F" w:rsidRPr="00804087" w:rsidRDefault="00E9697F" w:rsidP="007D0FF3">
            <w:pPr>
              <w:ind w:right="94" w:firstLine="31"/>
              <w:rPr>
                <w:sz w:val="20"/>
                <w:lang w:eastAsia="lt-LT"/>
              </w:rPr>
            </w:pPr>
            <w:bookmarkStart w:id="67" w:name="part_29b0525e235a44dbac071a2d2757dea1"/>
            <w:bookmarkEnd w:id="67"/>
            <w:r w:rsidRPr="00804087">
              <w:rPr>
                <w:color w:val="000000"/>
                <w:sz w:val="20"/>
                <w:lang w:eastAsia="lt-LT"/>
              </w:rPr>
              <w:t>išsamios atpažinimo žymės:</w:t>
            </w:r>
          </w:p>
          <w:p w14:paraId="7AA996C4" w14:textId="77777777" w:rsidR="00E9697F" w:rsidRPr="00804087" w:rsidRDefault="00E9697F" w:rsidP="007D0FF3">
            <w:pPr>
              <w:ind w:right="94" w:firstLine="31"/>
              <w:rPr>
                <w:sz w:val="20"/>
                <w:lang w:eastAsia="lt-LT"/>
              </w:rPr>
            </w:pPr>
            <w:bookmarkStart w:id="68" w:name="part_d04eaaf09b4b4577b7056e4c98ba0786"/>
            <w:bookmarkEnd w:id="68"/>
            <w:r w:rsidRPr="00804087">
              <w:rPr>
                <w:color w:val="000000"/>
                <w:sz w:val="20"/>
                <w:lang w:eastAsia="lt-LT"/>
              </w:rPr>
              <w:t>kraujo grupė;</w:t>
            </w:r>
          </w:p>
          <w:p w14:paraId="5709E99E" w14:textId="77777777" w:rsidR="00E9697F" w:rsidRPr="00804087" w:rsidRDefault="00E9697F" w:rsidP="007D0FF3">
            <w:pPr>
              <w:ind w:right="94" w:firstLine="31"/>
              <w:rPr>
                <w:sz w:val="20"/>
                <w:lang w:eastAsia="lt-LT"/>
              </w:rPr>
            </w:pPr>
            <w:bookmarkStart w:id="69" w:name="part_a87baea424ef4d9d9aad0dc4138c743f"/>
            <w:bookmarkEnd w:id="69"/>
            <w:r w:rsidRPr="00804087">
              <w:rPr>
                <w:color w:val="000000"/>
                <w:sz w:val="20"/>
                <w:lang w:eastAsia="lt-LT"/>
              </w:rPr>
              <w:t>dantys (dantų požymiai, dantų būklė, dantų būklės schema);</w:t>
            </w:r>
          </w:p>
          <w:p w14:paraId="32543B86" w14:textId="77777777" w:rsidR="00E9697F" w:rsidRPr="00804087" w:rsidRDefault="00E9697F" w:rsidP="007D0FF3">
            <w:pPr>
              <w:ind w:right="94" w:firstLine="31"/>
              <w:rPr>
                <w:sz w:val="20"/>
                <w:lang w:eastAsia="lt-LT"/>
              </w:rPr>
            </w:pPr>
            <w:bookmarkStart w:id="70" w:name="part_92ec02e4a83b46cd88fd13ec974d72ae"/>
            <w:bookmarkEnd w:id="70"/>
            <w:r w:rsidRPr="00804087">
              <w:rPr>
                <w:color w:val="000000"/>
                <w:sz w:val="20"/>
                <w:lang w:eastAsia="lt-LT"/>
              </w:rPr>
              <w:t>aprangos elementai</w:t>
            </w:r>
            <w:r w:rsidRPr="00804087">
              <w:rPr>
                <w:b/>
                <w:bCs/>
                <w:color w:val="000000"/>
                <w:sz w:val="20"/>
                <w:lang w:eastAsia="lt-LT"/>
              </w:rPr>
              <w:t xml:space="preserve"> </w:t>
            </w:r>
            <w:r w:rsidRPr="00804087">
              <w:rPr>
                <w:color w:val="000000"/>
                <w:sz w:val="20"/>
                <w:lang w:eastAsia="lt-LT"/>
              </w:rPr>
              <w:t>(galvos apdangalas, drabužiai, avalynė).</w:t>
            </w:r>
          </w:p>
          <w:p w14:paraId="647C5773" w14:textId="77777777" w:rsidR="00E9697F" w:rsidRPr="00804087" w:rsidRDefault="00E9697F" w:rsidP="007D0FF3">
            <w:pPr>
              <w:tabs>
                <w:tab w:val="left" w:pos="9072"/>
              </w:tabs>
              <w:ind w:right="94" w:firstLine="31"/>
              <w:rPr>
                <w:sz w:val="20"/>
                <w:lang w:eastAsia="lt-LT"/>
              </w:rPr>
            </w:pPr>
            <w:r w:rsidRPr="00804087">
              <w:rPr>
                <w:color w:val="000000"/>
                <w:sz w:val="20"/>
                <w:lang w:eastAsia="lt-LT"/>
              </w:rPr>
              <w:lastRenderedPageBreak/>
              <w:t>identifikavimo kodas Policijos registruojamų įvykių registre;</w:t>
            </w:r>
          </w:p>
          <w:p w14:paraId="1133B378" w14:textId="77777777" w:rsidR="00E9697F" w:rsidRPr="00804087" w:rsidRDefault="00E9697F" w:rsidP="007D0FF3">
            <w:pPr>
              <w:tabs>
                <w:tab w:val="left" w:pos="9072"/>
              </w:tabs>
              <w:ind w:right="94" w:firstLine="31"/>
              <w:rPr>
                <w:sz w:val="20"/>
                <w:lang w:eastAsia="lt-LT"/>
              </w:rPr>
            </w:pPr>
            <w:r w:rsidRPr="00804087">
              <w:rPr>
                <w:color w:val="000000"/>
                <w:sz w:val="20"/>
                <w:lang w:eastAsia="lt-LT"/>
              </w:rPr>
              <w:t xml:space="preserve">policijos įstaiga, kurioje registruojamas įvykis (pavadinimas, kodas pagal Nuostatų </w:t>
            </w:r>
            <w:r w:rsidRPr="00804087">
              <w:rPr>
                <w:bCs/>
                <w:color w:val="000000"/>
                <w:sz w:val="20"/>
                <w:lang w:eastAsia="lt-LT"/>
              </w:rPr>
              <w:t>35.1 papunktyje</w:t>
            </w:r>
            <w:r w:rsidRPr="00804087">
              <w:rPr>
                <w:color w:val="000000"/>
                <w:sz w:val="20"/>
                <w:lang w:eastAsia="lt-LT"/>
              </w:rPr>
              <w:t xml:space="preserve"> nurodytą klasifikatorių);</w:t>
            </w:r>
          </w:p>
          <w:p w14:paraId="0778AA29" w14:textId="77777777" w:rsidR="00E9697F" w:rsidRPr="00804087" w:rsidRDefault="00E9697F" w:rsidP="007D0FF3">
            <w:pPr>
              <w:tabs>
                <w:tab w:val="left" w:pos="9072"/>
              </w:tabs>
              <w:ind w:right="94" w:firstLine="31"/>
              <w:rPr>
                <w:sz w:val="20"/>
                <w:lang w:eastAsia="lt-LT"/>
              </w:rPr>
            </w:pPr>
            <w:r w:rsidRPr="00804087">
              <w:rPr>
                <w:color w:val="000000"/>
                <w:sz w:val="20"/>
                <w:lang w:eastAsia="lt-LT"/>
              </w:rPr>
              <w:t>į policijos įstaigą pristatytų asmenų duomenys:</w:t>
            </w:r>
          </w:p>
          <w:p w14:paraId="3B2496C6" w14:textId="77777777" w:rsidR="00E9697F" w:rsidRPr="00804087" w:rsidRDefault="00E9697F" w:rsidP="007D0FF3">
            <w:pPr>
              <w:tabs>
                <w:tab w:val="left" w:pos="9072"/>
              </w:tabs>
              <w:ind w:right="94" w:firstLine="31"/>
              <w:rPr>
                <w:sz w:val="20"/>
                <w:lang w:eastAsia="lt-LT"/>
              </w:rPr>
            </w:pPr>
            <w:r w:rsidRPr="00804087">
              <w:rPr>
                <w:color w:val="000000"/>
                <w:sz w:val="20"/>
                <w:lang w:eastAsia="lt-LT"/>
              </w:rPr>
              <w:t>pristatymo data ir laikas;</w:t>
            </w:r>
          </w:p>
          <w:p w14:paraId="05B90665" w14:textId="77777777" w:rsidR="00E9697F" w:rsidRPr="00804087" w:rsidRDefault="00E9697F" w:rsidP="007D0FF3">
            <w:pPr>
              <w:ind w:right="94" w:firstLine="31"/>
              <w:rPr>
                <w:sz w:val="20"/>
                <w:lang w:eastAsia="lt-LT"/>
              </w:rPr>
            </w:pPr>
            <w:r w:rsidRPr="00804087">
              <w:rPr>
                <w:color w:val="000000"/>
                <w:sz w:val="20"/>
                <w:lang w:eastAsia="lt-LT"/>
              </w:rPr>
              <w:t>pristatymo pagrindas;</w:t>
            </w:r>
          </w:p>
          <w:p w14:paraId="263709B7" w14:textId="77777777" w:rsidR="00E9697F" w:rsidRPr="00804087" w:rsidRDefault="00E9697F" w:rsidP="007D0FF3">
            <w:pPr>
              <w:ind w:right="94" w:firstLine="31"/>
              <w:rPr>
                <w:sz w:val="20"/>
                <w:lang w:eastAsia="lt-LT"/>
              </w:rPr>
            </w:pPr>
            <w:r w:rsidRPr="00804087">
              <w:rPr>
                <w:color w:val="000000"/>
                <w:sz w:val="20"/>
                <w:lang w:eastAsia="lt-LT"/>
              </w:rPr>
              <w:t>išleidimo data ir laikas;</w:t>
            </w:r>
          </w:p>
          <w:p w14:paraId="287C6DB9" w14:textId="77777777" w:rsidR="00E9697F" w:rsidRPr="00804087" w:rsidRDefault="00E9697F" w:rsidP="007D0FF3">
            <w:pPr>
              <w:ind w:right="94" w:firstLine="31"/>
              <w:rPr>
                <w:sz w:val="20"/>
                <w:lang w:eastAsia="lt-LT"/>
              </w:rPr>
            </w:pPr>
            <w:r w:rsidRPr="00804087">
              <w:rPr>
                <w:color w:val="000000"/>
                <w:sz w:val="20"/>
                <w:lang w:eastAsia="lt-LT"/>
              </w:rPr>
              <w:t>įtariamo asmens duomenys:</w:t>
            </w:r>
          </w:p>
          <w:p w14:paraId="488A2D8B" w14:textId="77777777" w:rsidR="00E9697F" w:rsidRPr="00804087" w:rsidRDefault="00E9697F" w:rsidP="007D0FF3">
            <w:pPr>
              <w:ind w:right="94" w:firstLine="31"/>
              <w:rPr>
                <w:sz w:val="20"/>
                <w:lang w:eastAsia="lt-LT"/>
              </w:rPr>
            </w:pPr>
            <w:r w:rsidRPr="00804087">
              <w:rPr>
                <w:color w:val="000000"/>
                <w:sz w:val="20"/>
                <w:lang w:eastAsia="lt-LT"/>
              </w:rPr>
              <w:t>ikiteisminio tyrimo bylos (baudžiamosios bylos) numeris;</w:t>
            </w:r>
          </w:p>
          <w:p w14:paraId="78021771" w14:textId="77777777" w:rsidR="00E9697F" w:rsidRPr="00804087" w:rsidRDefault="00E9697F" w:rsidP="007D0FF3">
            <w:pPr>
              <w:ind w:right="94" w:firstLine="31"/>
              <w:rPr>
                <w:sz w:val="20"/>
                <w:lang w:eastAsia="lt-LT"/>
              </w:rPr>
            </w:pPr>
            <w:r w:rsidRPr="00804087">
              <w:rPr>
                <w:color w:val="000000"/>
                <w:sz w:val="20"/>
                <w:lang w:eastAsia="lt-LT"/>
              </w:rPr>
              <w:t>telefono ryšio numeris;</w:t>
            </w:r>
          </w:p>
          <w:p w14:paraId="034A441D" w14:textId="77777777" w:rsidR="00E9697F" w:rsidRPr="00804087" w:rsidRDefault="00E9697F" w:rsidP="007D0FF3">
            <w:pPr>
              <w:ind w:right="94" w:firstLine="31"/>
              <w:rPr>
                <w:sz w:val="20"/>
                <w:lang w:eastAsia="lt-LT"/>
              </w:rPr>
            </w:pPr>
            <w:r w:rsidRPr="00804087">
              <w:rPr>
                <w:color w:val="000000"/>
                <w:sz w:val="20"/>
                <w:lang w:eastAsia="lt-LT"/>
              </w:rPr>
              <w:t>pranešimo apie įtarimą įteikimo data;</w:t>
            </w:r>
          </w:p>
          <w:p w14:paraId="5323BBF7" w14:textId="77777777" w:rsidR="00E9697F" w:rsidRPr="00804087" w:rsidRDefault="00E9697F" w:rsidP="007D0FF3">
            <w:pPr>
              <w:ind w:right="94" w:firstLine="31"/>
              <w:rPr>
                <w:sz w:val="20"/>
                <w:lang w:eastAsia="lt-LT"/>
              </w:rPr>
            </w:pPr>
            <w:r w:rsidRPr="00804087">
              <w:rPr>
                <w:color w:val="000000"/>
                <w:sz w:val="20"/>
                <w:lang w:eastAsia="lt-LT"/>
              </w:rPr>
              <w:t>paskirta kardomoji priemonė;</w:t>
            </w:r>
          </w:p>
          <w:p w14:paraId="1CEECBC0" w14:textId="77777777" w:rsidR="00E9697F" w:rsidRPr="00804087" w:rsidRDefault="00E9697F" w:rsidP="007D0FF3">
            <w:pPr>
              <w:ind w:right="94" w:firstLine="31"/>
              <w:rPr>
                <w:sz w:val="20"/>
                <w:lang w:eastAsia="lt-LT"/>
              </w:rPr>
            </w:pPr>
            <w:r w:rsidRPr="00804087">
              <w:rPr>
                <w:color w:val="000000"/>
                <w:sz w:val="20"/>
                <w:lang w:eastAsia="lt-LT"/>
              </w:rPr>
              <w:t>faktinis sulaikymas:</w:t>
            </w:r>
          </w:p>
          <w:p w14:paraId="100B4724" w14:textId="77777777" w:rsidR="00E9697F" w:rsidRPr="00804087" w:rsidRDefault="00E9697F" w:rsidP="007D0FF3">
            <w:pPr>
              <w:ind w:right="94" w:firstLine="31"/>
              <w:rPr>
                <w:sz w:val="20"/>
                <w:lang w:eastAsia="lt-LT"/>
              </w:rPr>
            </w:pPr>
            <w:r w:rsidRPr="00804087">
              <w:rPr>
                <w:color w:val="000000"/>
                <w:sz w:val="20"/>
                <w:lang w:eastAsia="lt-LT"/>
              </w:rPr>
              <w:t>sulaikymo data ir laikas;</w:t>
            </w:r>
          </w:p>
          <w:p w14:paraId="1BB4E102" w14:textId="77777777" w:rsidR="00E9697F" w:rsidRPr="00804087" w:rsidRDefault="00E9697F" w:rsidP="007D0FF3">
            <w:pPr>
              <w:ind w:right="94" w:firstLine="31"/>
              <w:rPr>
                <w:color w:val="000000"/>
                <w:sz w:val="20"/>
                <w:lang w:eastAsia="lt-LT"/>
              </w:rPr>
            </w:pPr>
            <w:r w:rsidRPr="00804087">
              <w:rPr>
                <w:color w:val="000000"/>
                <w:sz w:val="20"/>
                <w:lang w:eastAsia="lt-LT"/>
              </w:rPr>
              <w:t>paleidimo data ir laikas;</w:t>
            </w:r>
          </w:p>
          <w:p w14:paraId="0528D4A9" w14:textId="77777777" w:rsidR="00E9697F" w:rsidRPr="00804087" w:rsidRDefault="00E9697F" w:rsidP="007D0FF3">
            <w:pPr>
              <w:ind w:right="94" w:firstLine="31"/>
              <w:rPr>
                <w:bCs/>
                <w:sz w:val="20"/>
                <w:lang w:eastAsia="lt-LT"/>
              </w:rPr>
            </w:pPr>
            <w:r w:rsidRPr="00804087">
              <w:rPr>
                <w:bCs/>
                <w:sz w:val="20"/>
                <w:lang w:eastAsia="lt-LT"/>
              </w:rPr>
              <w:t>BK straipsnis, numatantis nusikalstamą veiką, dėl kurios padarymo asmeniui įteiktas pranešimas apie įtarimą padarius nusikalstamą veiką;</w:t>
            </w:r>
          </w:p>
          <w:p w14:paraId="0A72FD16" w14:textId="77777777" w:rsidR="00E9697F" w:rsidRPr="00804087" w:rsidRDefault="00E9697F" w:rsidP="007D0FF3">
            <w:pPr>
              <w:ind w:right="94" w:firstLine="31"/>
              <w:rPr>
                <w:sz w:val="20"/>
                <w:lang w:eastAsia="lt-LT"/>
              </w:rPr>
            </w:pPr>
            <w:r w:rsidRPr="00804087">
              <w:rPr>
                <w:color w:val="000000"/>
                <w:sz w:val="20"/>
                <w:lang w:eastAsia="lt-LT"/>
              </w:rPr>
              <w:t>ikiteisminio tyrimo metu gautų ir baudžiamojo proceso nustatyta tvarka užfiksuotų habitoskopinių duomenų skaitmeniniai dokumentai (liudytojų apklausos protokolai, kiti procesiniai dokumentai ir jų priedai – fotonuotraukos, vaizdo įrašai registre tvarkomi tik su ikiteisminiam tyrimui vadovaujančio prokuroro leidimu);</w:t>
            </w:r>
          </w:p>
          <w:p w14:paraId="7863F67A" w14:textId="77777777" w:rsidR="00E9697F" w:rsidRPr="00804087" w:rsidRDefault="00E9697F" w:rsidP="007D0FF3">
            <w:pPr>
              <w:rPr>
                <w:sz w:val="20"/>
                <w:lang w:eastAsia="lt-LT"/>
              </w:rPr>
            </w:pPr>
            <w:r w:rsidRPr="00804087">
              <w:rPr>
                <w:color w:val="000000"/>
                <w:sz w:val="20"/>
                <w:lang w:eastAsia="lt-LT"/>
              </w:rPr>
              <w:t>tyrimą atliekanti ikiteisminio tyrimo įstaiga.</w:t>
            </w:r>
          </w:p>
          <w:p w14:paraId="2DF39D15" w14:textId="77777777" w:rsidR="00E9697F" w:rsidRPr="00804087" w:rsidRDefault="00E9697F" w:rsidP="007D0FF3">
            <w:pPr>
              <w:rPr>
                <w:b/>
                <w:bCs/>
                <w:sz w:val="20"/>
                <w:lang w:eastAsia="lt-LT"/>
              </w:rPr>
            </w:pPr>
            <w:r w:rsidRPr="00804087">
              <w:rPr>
                <w:b/>
                <w:bCs/>
                <w:color w:val="000000"/>
                <w:sz w:val="20"/>
                <w:lang w:eastAsia="lt-LT"/>
              </w:rPr>
              <w:t>Asmenų</w:t>
            </w:r>
            <w:r w:rsidRPr="00804087">
              <w:rPr>
                <w:color w:val="000000"/>
                <w:sz w:val="20"/>
                <w:lang w:eastAsia="lt-LT"/>
              </w:rPr>
              <w:t xml:space="preserve">, </w:t>
            </w:r>
            <w:r w:rsidRPr="00804087">
              <w:rPr>
                <w:b/>
                <w:bCs/>
                <w:color w:val="000000"/>
                <w:sz w:val="20"/>
                <w:lang w:eastAsia="lt-LT"/>
              </w:rPr>
              <w:t>kuriems paskirtas suėmimas (kardomasis kalinimas) ir kurie laikomi tardymo izoliatoriuose (kardomojo kalinimo vietose) pagal Lietuvos Respublikos suėmimo vykdymo įstatymą, duomenys:</w:t>
            </w:r>
          </w:p>
          <w:p w14:paraId="75DE04B8" w14:textId="77777777" w:rsidR="00E9697F" w:rsidRPr="00804087" w:rsidRDefault="00E9697F" w:rsidP="007D0FF3">
            <w:pPr>
              <w:tabs>
                <w:tab w:val="left" w:pos="9072"/>
                <w:tab w:val="left" w:pos="9214"/>
              </w:tabs>
              <w:ind w:right="94"/>
              <w:rPr>
                <w:sz w:val="20"/>
                <w:lang w:eastAsia="lt-LT"/>
              </w:rPr>
            </w:pPr>
            <w:r w:rsidRPr="00804087">
              <w:rPr>
                <w:color w:val="000000"/>
                <w:sz w:val="20"/>
                <w:lang w:eastAsia="lt-LT"/>
              </w:rPr>
              <w:t>registro objekto identifikavimo kodas, kuriamas programiniu būdu;</w:t>
            </w:r>
          </w:p>
          <w:p w14:paraId="6167FBBB" w14:textId="77777777" w:rsidR="00E9697F" w:rsidRPr="00804087" w:rsidRDefault="00E9697F" w:rsidP="007D0FF3">
            <w:pPr>
              <w:tabs>
                <w:tab w:val="left" w:pos="9072"/>
                <w:tab w:val="left" w:pos="9214"/>
              </w:tabs>
              <w:ind w:right="94"/>
              <w:rPr>
                <w:sz w:val="20"/>
                <w:lang w:eastAsia="lt-LT"/>
              </w:rPr>
            </w:pPr>
            <w:r w:rsidRPr="00804087">
              <w:rPr>
                <w:color w:val="000000"/>
                <w:sz w:val="20"/>
                <w:lang w:eastAsia="lt-LT"/>
              </w:rPr>
              <w:t>registro objekto įregistravimo, išregistravimo datos, duomenų įrašymo ir keitimo datos;</w:t>
            </w:r>
          </w:p>
          <w:p w14:paraId="6D311C8F" w14:textId="77777777" w:rsidR="00E9697F" w:rsidRPr="00804087" w:rsidRDefault="00E9697F" w:rsidP="007D0FF3">
            <w:pPr>
              <w:tabs>
                <w:tab w:val="left" w:pos="9072"/>
                <w:tab w:val="left" w:pos="9214"/>
              </w:tabs>
              <w:ind w:right="94"/>
              <w:rPr>
                <w:sz w:val="20"/>
                <w:lang w:eastAsia="lt-LT"/>
              </w:rPr>
            </w:pPr>
            <w:r w:rsidRPr="00804087">
              <w:rPr>
                <w:color w:val="000000"/>
                <w:sz w:val="20"/>
                <w:lang w:eastAsia="lt-LT"/>
              </w:rPr>
              <w:t>daktiloskopinės kortelės nuoroda Daktiloskopinių duomenų registre;</w:t>
            </w:r>
          </w:p>
          <w:p w14:paraId="10217BCF" w14:textId="77777777" w:rsidR="00E9697F" w:rsidRPr="00804087" w:rsidRDefault="00E9697F" w:rsidP="007D0FF3">
            <w:pPr>
              <w:tabs>
                <w:tab w:val="left" w:pos="9072"/>
                <w:tab w:val="left" w:pos="9214"/>
              </w:tabs>
              <w:ind w:right="94"/>
              <w:rPr>
                <w:sz w:val="20"/>
                <w:lang w:eastAsia="lt-LT"/>
              </w:rPr>
            </w:pPr>
            <w:r w:rsidRPr="00804087">
              <w:rPr>
                <w:color w:val="000000"/>
                <w:sz w:val="20"/>
                <w:lang w:eastAsia="lt-LT"/>
              </w:rPr>
              <w:t>DNR analitės (genotipo) nuoroda DNR duomenų registre;</w:t>
            </w:r>
          </w:p>
          <w:p w14:paraId="6F97705D" w14:textId="77777777" w:rsidR="00E9697F" w:rsidRPr="00804087" w:rsidRDefault="00E9697F" w:rsidP="007D0FF3">
            <w:pPr>
              <w:tabs>
                <w:tab w:val="left" w:pos="9072"/>
                <w:tab w:val="left" w:pos="9214"/>
              </w:tabs>
              <w:ind w:right="94"/>
              <w:rPr>
                <w:sz w:val="20"/>
                <w:lang w:eastAsia="lt-LT"/>
              </w:rPr>
            </w:pPr>
            <w:r w:rsidRPr="00804087">
              <w:rPr>
                <w:color w:val="000000"/>
                <w:sz w:val="20"/>
                <w:lang w:eastAsia="lt-LT"/>
              </w:rPr>
              <w:t>registro duomenis įrašiusio darbuotojo (pareigūno) vardas, pavardė, pareigos, telefono ryšio numeris, elektroninis paštas, įstaigos, kurioje dirba darbuotojas (tarnauja pareigūnas), pavadinimas.</w:t>
            </w:r>
          </w:p>
          <w:p w14:paraId="1FBE9A85" w14:textId="77777777" w:rsidR="00E9697F" w:rsidRPr="00804087" w:rsidRDefault="00E9697F" w:rsidP="007D0FF3">
            <w:pPr>
              <w:tabs>
                <w:tab w:val="left" w:pos="8222"/>
                <w:tab w:val="left" w:pos="9072"/>
              </w:tabs>
              <w:ind w:right="94"/>
              <w:rPr>
                <w:sz w:val="20"/>
                <w:lang w:eastAsia="lt-LT"/>
              </w:rPr>
            </w:pPr>
            <w:r w:rsidRPr="00804087">
              <w:rPr>
                <w:color w:val="000000"/>
                <w:sz w:val="20"/>
                <w:lang w:eastAsia="lt-LT"/>
              </w:rPr>
              <w:t>asmens kodas, (jei jis suteiktas Lietuvos Respublikos gyventojų registro įstatymo nustatyta tvarka;</w:t>
            </w:r>
          </w:p>
          <w:p w14:paraId="6E3AA82C" w14:textId="77777777" w:rsidR="00E9697F" w:rsidRPr="00804087" w:rsidRDefault="00E9697F" w:rsidP="007D0FF3">
            <w:pPr>
              <w:tabs>
                <w:tab w:val="left" w:pos="9214"/>
              </w:tabs>
              <w:ind w:right="94"/>
              <w:rPr>
                <w:sz w:val="20"/>
                <w:lang w:eastAsia="lt-LT"/>
              </w:rPr>
            </w:pPr>
            <w:r w:rsidRPr="00804087">
              <w:rPr>
                <w:color w:val="000000"/>
                <w:sz w:val="20"/>
                <w:lang w:eastAsia="lt-LT"/>
              </w:rPr>
              <w:t>pavardė (pavardės);</w:t>
            </w:r>
          </w:p>
          <w:p w14:paraId="5B52813D" w14:textId="77777777" w:rsidR="00E9697F" w:rsidRPr="00804087" w:rsidRDefault="00E9697F" w:rsidP="007D0FF3">
            <w:pPr>
              <w:tabs>
                <w:tab w:val="left" w:pos="9214"/>
              </w:tabs>
              <w:ind w:right="94"/>
              <w:rPr>
                <w:sz w:val="20"/>
                <w:lang w:eastAsia="lt-LT"/>
              </w:rPr>
            </w:pPr>
            <w:r w:rsidRPr="00804087">
              <w:rPr>
                <w:color w:val="000000"/>
                <w:sz w:val="20"/>
                <w:lang w:eastAsia="lt-LT"/>
              </w:rPr>
              <w:t>pilietybė;</w:t>
            </w:r>
          </w:p>
          <w:p w14:paraId="0734F8AD" w14:textId="77777777" w:rsidR="00E9697F" w:rsidRPr="00804087" w:rsidRDefault="00E9697F" w:rsidP="007D0FF3">
            <w:pPr>
              <w:tabs>
                <w:tab w:val="left" w:pos="9214"/>
              </w:tabs>
              <w:ind w:right="94"/>
              <w:rPr>
                <w:sz w:val="20"/>
                <w:lang w:eastAsia="lt-LT"/>
              </w:rPr>
            </w:pPr>
            <w:r w:rsidRPr="00804087">
              <w:rPr>
                <w:color w:val="000000"/>
                <w:sz w:val="20"/>
                <w:lang w:eastAsia="lt-LT"/>
              </w:rPr>
              <w:t>asmens tapatybę patvirtinančio dokumento rūšis, šį dokumentą išdavusios valstybės kodas ir pavadinimas, šio dokumento serija ir numeris, šį dokumentą išdavusios įstaigos kodas ir pavadinimas, jo išdavimo data, data, iki kurios galioja šis dokumentas, šio dokumento galiojimo / negaliojimo būsena;</w:t>
            </w:r>
          </w:p>
          <w:p w14:paraId="1634AD76" w14:textId="77777777" w:rsidR="00E9697F" w:rsidRPr="00804087" w:rsidRDefault="00E9697F" w:rsidP="007D0FF3">
            <w:pPr>
              <w:tabs>
                <w:tab w:val="left" w:pos="9214"/>
              </w:tabs>
              <w:ind w:right="974"/>
              <w:rPr>
                <w:sz w:val="20"/>
                <w:lang w:eastAsia="lt-LT"/>
              </w:rPr>
            </w:pPr>
            <w:r w:rsidRPr="00804087">
              <w:rPr>
                <w:color w:val="000000"/>
                <w:sz w:val="20"/>
                <w:lang w:eastAsia="lt-LT"/>
              </w:rPr>
              <w:t>lytis;</w:t>
            </w:r>
          </w:p>
          <w:p w14:paraId="7DEF4C93" w14:textId="77777777" w:rsidR="00E9697F" w:rsidRPr="00804087" w:rsidRDefault="00E9697F" w:rsidP="007D0FF3">
            <w:pPr>
              <w:ind w:right="974"/>
              <w:rPr>
                <w:sz w:val="20"/>
                <w:lang w:eastAsia="lt-LT"/>
              </w:rPr>
            </w:pPr>
            <w:r w:rsidRPr="00804087">
              <w:rPr>
                <w:color w:val="000000"/>
                <w:sz w:val="20"/>
                <w:lang w:eastAsia="lt-LT"/>
              </w:rPr>
              <w:t>gimimo data;</w:t>
            </w:r>
          </w:p>
          <w:p w14:paraId="605992E5" w14:textId="77777777" w:rsidR="00E9697F" w:rsidRPr="00804087" w:rsidRDefault="00E9697F" w:rsidP="007D0FF3">
            <w:pPr>
              <w:ind w:right="974"/>
              <w:rPr>
                <w:sz w:val="20"/>
                <w:lang w:eastAsia="lt-LT"/>
              </w:rPr>
            </w:pPr>
            <w:r w:rsidRPr="00804087">
              <w:rPr>
                <w:color w:val="000000"/>
                <w:sz w:val="20"/>
                <w:lang w:eastAsia="lt-LT"/>
              </w:rPr>
              <w:t>gimimo vieta;</w:t>
            </w:r>
          </w:p>
          <w:p w14:paraId="67653FD1" w14:textId="77777777" w:rsidR="00E9697F" w:rsidRPr="00804087" w:rsidRDefault="00E9697F" w:rsidP="007D0FF3">
            <w:pPr>
              <w:ind w:right="566"/>
              <w:rPr>
                <w:sz w:val="20"/>
                <w:lang w:eastAsia="lt-LT"/>
              </w:rPr>
            </w:pPr>
            <w:r w:rsidRPr="00804087">
              <w:rPr>
                <w:color w:val="000000"/>
                <w:sz w:val="20"/>
                <w:lang w:eastAsia="lt-LT"/>
              </w:rPr>
              <w:t>mirties data;</w:t>
            </w:r>
          </w:p>
          <w:p w14:paraId="324E32F5" w14:textId="77777777" w:rsidR="00E9697F" w:rsidRPr="00804087" w:rsidRDefault="00E9697F" w:rsidP="007D0FF3">
            <w:pPr>
              <w:ind w:right="94"/>
              <w:rPr>
                <w:sz w:val="20"/>
                <w:lang w:eastAsia="lt-LT"/>
              </w:rPr>
            </w:pPr>
            <w:r w:rsidRPr="00804087">
              <w:rPr>
                <w:color w:val="000000"/>
                <w:sz w:val="20"/>
                <w:lang w:eastAsia="lt-LT"/>
              </w:rPr>
              <w:t>gyvenamoji vieta (adresas), o jeigu neturi gyvenamosios vietos ir yra įtrauktas į gyvenamosios vietos neturinčių asmenų apskaitą, – savivaldybė, kurioje gyvena;</w:t>
            </w:r>
          </w:p>
          <w:p w14:paraId="7D05A868" w14:textId="77777777" w:rsidR="00E9697F" w:rsidRPr="00804087" w:rsidRDefault="00E9697F" w:rsidP="007D0FF3">
            <w:pPr>
              <w:tabs>
                <w:tab w:val="left" w:pos="3660"/>
              </w:tabs>
              <w:ind w:right="566" w:firstLine="31"/>
              <w:rPr>
                <w:sz w:val="20"/>
                <w:lang w:eastAsia="lt-LT"/>
              </w:rPr>
            </w:pPr>
            <w:r w:rsidRPr="00804087">
              <w:rPr>
                <w:color w:val="000000"/>
                <w:sz w:val="20"/>
                <w:lang w:eastAsia="lt-LT"/>
              </w:rPr>
              <w:t>skaitmeninis veido atvaizdas:</w:t>
            </w:r>
          </w:p>
          <w:p w14:paraId="5D1AA1F4" w14:textId="77777777" w:rsidR="00E9697F" w:rsidRPr="00804087" w:rsidRDefault="00E9697F" w:rsidP="007D0FF3">
            <w:pPr>
              <w:tabs>
                <w:tab w:val="left" w:pos="3575"/>
              </w:tabs>
              <w:ind w:firstLine="31"/>
              <w:rPr>
                <w:sz w:val="20"/>
                <w:lang w:eastAsia="lt-LT"/>
              </w:rPr>
            </w:pPr>
            <w:r w:rsidRPr="00804087">
              <w:rPr>
                <w:color w:val="000000"/>
                <w:sz w:val="20"/>
                <w:lang w:eastAsia="lt-LT"/>
              </w:rPr>
              <w:t>veido skaitmeninio atvaizdo padarymo data;</w:t>
            </w:r>
          </w:p>
          <w:p w14:paraId="61C3F75D" w14:textId="77777777" w:rsidR="00E9697F" w:rsidRPr="00804087" w:rsidRDefault="00E9697F" w:rsidP="007D0FF3">
            <w:pPr>
              <w:tabs>
                <w:tab w:val="left" w:pos="3575"/>
              </w:tabs>
              <w:ind w:firstLine="31"/>
              <w:rPr>
                <w:sz w:val="20"/>
                <w:lang w:eastAsia="lt-LT"/>
              </w:rPr>
            </w:pPr>
            <w:r w:rsidRPr="00804087">
              <w:rPr>
                <w:color w:val="000000"/>
                <w:sz w:val="20"/>
                <w:lang w:eastAsia="lt-LT"/>
              </w:rPr>
              <w:t>veido skaitmeninio atvaizdo padarymo pagrindas;</w:t>
            </w:r>
          </w:p>
          <w:p w14:paraId="35F58FF0" w14:textId="77777777" w:rsidR="00E9697F" w:rsidRPr="00804087" w:rsidRDefault="00E9697F" w:rsidP="007D0FF3">
            <w:pPr>
              <w:tabs>
                <w:tab w:val="left" w:pos="3575"/>
              </w:tabs>
              <w:ind w:firstLine="31"/>
              <w:rPr>
                <w:sz w:val="20"/>
                <w:lang w:eastAsia="lt-LT"/>
              </w:rPr>
            </w:pPr>
            <w:r w:rsidRPr="00804087">
              <w:rPr>
                <w:color w:val="000000"/>
                <w:sz w:val="20"/>
                <w:lang w:eastAsia="lt-LT"/>
              </w:rPr>
              <w:t>pagrindinės žymės:</w:t>
            </w:r>
          </w:p>
          <w:p w14:paraId="289FCC45" w14:textId="77777777" w:rsidR="00E9697F" w:rsidRPr="00804087" w:rsidRDefault="00E9697F" w:rsidP="007D0FF3">
            <w:pPr>
              <w:tabs>
                <w:tab w:val="left" w:pos="3575"/>
              </w:tabs>
              <w:ind w:firstLine="31"/>
              <w:rPr>
                <w:sz w:val="20"/>
                <w:lang w:eastAsia="lt-LT"/>
              </w:rPr>
            </w:pPr>
            <w:r w:rsidRPr="00804087">
              <w:rPr>
                <w:color w:val="000000"/>
                <w:sz w:val="20"/>
                <w:lang w:eastAsia="lt-LT"/>
              </w:rPr>
              <w:lastRenderedPageBreak/>
              <w:t>amžius pagal išvaizdą;</w:t>
            </w:r>
          </w:p>
          <w:p w14:paraId="156C43FE" w14:textId="77777777" w:rsidR="00E9697F" w:rsidRPr="00804087" w:rsidRDefault="00E9697F" w:rsidP="007D0FF3">
            <w:pPr>
              <w:tabs>
                <w:tab w:val="left" w:pos="3575"/>
              </w:tabs>
              <w:ind w:firstLine="31"/>
              <w:rPr>
                <w:sz w:val="20"/>
                <w:lang w:eastAsia="lt-LT"/>
              </w:rPr>
            </w:pPr>
            <w:r w:rsidRPr="00804087">
              <w:rPr>
                <w:color w:val="000000"/>
                <w:sz w:val="20"/>
                <w:lang w:eastAsia="lt-LT"/>
              </w:rPr>
              <w:t>ūgis/lavono ilgis;</w:t>
            </w:r>
          </w:p>
          <w:p w14:paraId="75792157" w14:textId="77777777" w:rsidR="00E9697F" w:rsidRPr="00804087" w:rsidRDefault="00E9697F" w:rsidP="007D0FF3">
            <w:pPr>
              <w:tabs>
                <w:tab w:val="left" w:pos="3575"/>
              </w:tabs>
              <w:ind w:firstLine="31"/>
              <w:rPr>
                <w:sz w:val="20"/>
                <w:lang w:eastAsia="lt-LT"/>
              </w:rPr>
            </w:pPr>
            <w:r w:rsidRPr="00804087">
              <w:rPr>
                <w:color w:val="000000"/>
                <w:sz w:val="20"/>
                <w:lang w:eastAsia="lt-LT"/>
              </w:rPr>
              <w:t>kūno sudėjimas;</w:t>
            </w:r>
          </w:p>
          <w:p w14:paraId="4300FE0B" w14:textId="77777777" w:rsidR="00E9697F" w:rsidRPr="00804087" w:rsidRDefault="00E9697F" w:rsidP="007D0FF3">
            <w:pPr>
              <w:tabs>
                <w:tab w:val="left" w:pos="3575"/>
              </w:tabs>
              <w:ind w:firstLine="31"/>
              <w:rPr>
                <w:sz w:val="20"/>
                <w:lang w:eastAsia="lt-LT"/>
              </w:rPr>
            </w:pPr>
            <w:r w:rsidRPr="00804087">
              <w:rPr>
                <w:color w:val="000000"/>
                <w:sz w:val="20"/>
                <w:lang w:eastAsia="lt-LT"/>
              </w:rPr>
              <w:t>galva (dydis, forma);</w:t>
            </w:r>
          </w:p>
          <w:p w14:paraId="181EB428" w14:textId="77777777" w:rsidR="00E9697F" w:rsidRPr="00804087" w:rsidRDefault="00E9697F" w:rsidP="007D0FF3">
            <w:pPr>
              <w:tabs>
                <w:tab w:val="left" w:pos="3575"/>
              </w:tabs>
              <w:ind w:firstLine="31"/>
              <w:rPr>
                <w:sz w:val="20"/>
                <w:lang w:eastAsia="lt-LT"/>
              </w:rPr>
            </w:pPr>
            <w:r w:rsidRPr="00804087">
              <w:rPr>
                <w:color w:val="000000"/>
                <w:sz w:val="20"/>
                <w:lang w:eastAsia="lt-LT"/>
              </w:rPr>
              <w:t>plaukai (spalva, šukuosena);</w:t>
            </w:r>
          </w:p>
          <w:p w14:paraId="6CF212EF" w14:textId="77777777" w:rsidR="00E9697F" w:rsidRPr="00804087" w:rsidRDefault="00E9697F" w:rsidP="007D0FF3">
            <w:pPr>
              <w:tabs>
                <w:tab w:val="left" w:pos="3575"/>
              </w:tabs>
              <w:ind w:firstLine="31"/>
              <w:rPr>
                <w:sz w:val="20"/>
                <w:lang w:eastAsia="lt-LT"/>
              </w:rPr>
            </w:pPr>
            <w:r w:rsidRPr="00804087">
              <w:rPr>
                <w:color w:val="000000"/>
                <w:sz w:val="20"/>
                <w:lang w:eastAsia="lt-LT"/>
              </w:rPr>
              <w:t>veidas (veido forma, veido spalva, veido plaukai);</w:t>
            </w:r>
          </w:p>
          <w:p w14:paraId="1DCD41B4" w14:textId="77777777" w:rsidR="00E9697F" w:rsidRPr="00804087" w:rsidRDefault="00E9697F" w:rsidP="007D0FF3">
            <w:pPr>
              <w:tabs>
                <w:tab w:val="left" w:pos="3575"/>
              </w:tabs>
              <w:ind w:firstLine="31"/>
              <w:rPr>
                <w:sz w:val="20"/>
                <w:lang w:eastAsia="lt-LT"/>
              </w:rPr>
            </w:pPr>
            <w:r w:rsidRPr="00804087">
              <w:rPr>
                <w:color w:val="000000"/>
                <w:sz w:val="20"/>
                <w:lang w:eastAsia="lt-LT"/>
              </w:rPr>
              <w:t>kakta (aukštis, plotis, nuolinkis);</w:t>
            </w:r>
          </w:p>
          <w:p w14:paraId="665E5900" w14:textId="77777777" w:rsidR="00E9697F" w:rsidRPr="00804087" w:rsidRDefault="00E9697F" w:rsidP="007D0FF3">
            <w:pPr>
              <w:tabs>
                <w:tab w:val="left" w:pos="3575"/>
              </w:tabs>
              <w:ind w:firstLine="31"/>
              <w:rPr>
                <w:sz w:val="20"/>
                <w:lang w:eastAsia="lt-LT"/>
              </w:rPr>
            </w:pPr>
            <w:r w:rsidRPr="00804087">
              <w:rPr>
                <w:color w:val="000000"/>
                <w:sz w:val="20"/>
                <w:lang w:eastAsia="lt-LT"/>
              </w:rPr>
              <w:t>antakiai (forma, spalva, plotis);</w:t>
            </w:r>
          </w:p>
          <w:p w14:paraId="4C894132" w14:textId="77777777" w:rsidR="00E9697F" w:rsidRPr="00804087" w:rsidRDefault="00E9697F" w:rsidP="007D0FF3">
            <w:pPr>
              <w:tabs>
                <w:tab w:val="left" w:pos="3575"/>
              </w:tabs>
              <w:ind w:firstLine="31"/>
              <w:rPr>
                <w:sz w:val="20"/>
                <w:lang w:eastAsia="lt-LT"/>
              </w:rPr>
            </w:pPr>
            <w:r w:rsidRPr="00804087">
              <w:rPr>
                <w:color w:val="000000"/>
                <w:sz w:val="20"/>
                <w:lang w:eastAsia="lt-LT"/>
              </w:rPr>
              <w:t>akys (tipas, spalva);</w:t>
            </w:r>
          </w:p>
          <w:p w14:paraId="48970018" w14:textId="77777777" w:rsidR="00E9697F" w:rsidRPr="00804087" w:rsidRDefault="00E9697F" w:rsidP="007D0FF3">
            <w:pPr>
              <w:tabs>
                <w:tab w:val="left" w:pos="3575"/>
              </w:tabs>
              <w:ind w:firstLine="31"/>
              <w:rPr>
                <w:sz w:val="20"/>
                <w:lang w:eastAsia="lt-LT"/>
              </w:rPr>
            </w:pPr>
            <w:r w:rsidRPr="00804087">
              <w:rPr>
                <w:color w:val="000000"/>
                <w:sz w:val="20"/>
                <w:lang w:eastAsia="lt-LT"/>
              </w:rPr>
              <w:t>nosis (dydis, forma);</w:t>
            </w:r>
          </w:p>
          <w:p w14:paraId="63EB65E5" w14:textId="77777777" w:rsidR="00E9697F" w:rsidRPr="00804087" w:rsidRDefault="00E9697F" w:rsidP="007D0FF3">
            <w:pPr>
              <w:tabs>
                <w:tab w:val="left" w:pos="3575"/>
              </w:tabs>
              <w:ind w:firstLine="31"/>
              <w:rPr>
                <w:sz w:val="20"/>
                <w:lang w:eastAsia="lt-LT"/>
              </w:rPr>
            </w:pPr>
            <w:r w:rsidRPr="00804087">
              <w:rPr>
                <w:color w:val="000000"/>
                <w:sz w:val="20"/>
                <w:lang w:eastAsia="lt-LT"/>
              </w:rPr>
              <w:t>burna (dydis, kampų padėtis);</w:t>
            </w:r>
          </w:p>
          <w:p w14:paraId="58B0DF7A" w14:textId="77777777" w:rsidR="00E9697F" w:rsidRPr="00804087" w:rsidRDefault="00E9697F" w:rsidP="007D0FF3">
            <w:pPr>
              <w:tabs>
                <w:tab w:val="left" w:pos="3575"/>
              </w:tabs>
              <w:ind w:firstLine="31"/>
              <w:rPr>
                <w:sz w:val="20"/>
                <w:lang w:eastAsia="lt-LT"/>
              </w:rPr>
            </w:pPr>
            <w:r w:rsidRPr="00804087">
              <w:rPr>
                <w:color w:val="000000"/>
                <w:sz w:val="20"/>
                <w:lang w:eastAsia="lt-LT"/>
              </w:rPr>
              <w:t>lūpos;</w:t>
            </w:r>
          </w:p>
          <w:p w14:paraId="147A2AA2" w14:textId="77777777" w:rsidR="00E9697F" w:rsidRPr="00804087" w:rsidRDefault="00E9697F" w:rsidP="007D0FF3">
            <w:pPr>
              <w:tabs>
                <w:tab w:val="left" w:pos="3575"/>
              </w:tabs>
              <w:ind w:firstLine="31"/>
              <w:rPr>
                <w:sz w:val="20"/>
                <w:lang w:eastAsia="lt-LT"/>
              </w:rPr>
            </w:pPr>
            <w:r w:rsidRPr="00804087">
              <w:rPr>
                <w:color w:val="000000"/>
                <w:sz w:val="20"/>
                <w:lang w:eastAsia="lt-LT"/>
              </w:rPr>
              <w:t>smakras (dydis, forma);</w:t>
            </w:r>
          </w:p>
          <w:p w14:paraId="2DC23E21" w14:textId="77777777" w:rsidR="00E9697F" w:rsidRPr="00804087" w:rsidRDefault="00E9697F" w:rsidP="007D0FF3">
            <w:pPr>
              <w:tabs>
                <w:tab w:val="left" w:pos="3575"/>
              </w:tabs>
              <w:ind w:firstLine="31"/>
              <w:rPr>
                <w:sz w:val="20"/>
                <w:lang w:eastAsia="lt-LT"/>
              </w:rPr>
            </w:pPr>
            <w:r w:rsidRPr="00804087">
              <w:rPr>
                <w:color w:val="000000"/>
                <w:sz w:val="20"/>
                <w:lang w:eastAsia="lt-LT"/>
              </w:rPr>
              <w:t>ausys (dydis, forma);</w:t>
            </w:r>
          </w:p>
          <w:p w14:paraId="0FD63116" w14:textId="77777777" w:rsidR="00E9697F" w:rsidRPr="00804087" w:rsidRDefault="00E9697F" w:rsidP="007D0FF3">
            <w:pPr>
              <w:tabs>
                <w:tab w:val="left" w:pos="3575"/>
              </w:tabs>
              <w:ind w:firstLine="31"/>
              <w:rPr>
                <w:sz w:val="20"/>
                <w:lang w:eastAsia="lt-LT"/>
              </w:rPr>
            </w:pPr>
            <w:r w:rsidRPr="00804087">
              <w:rPr>
                <w:color w:val="000000"/>
                <w:sz w:val="20"/>
                <w:lang w:eastAsia="lt-LT"/>
              </w:rPr>
              <w:t>eisenos aprašymas;</w:t>
            </w:r>
          </w:p>
          <w:p w14:paraId="2725DC34" w14:textId="77777777" w:rsidR="00E9697F" w:rsidRPr="00804087" w:rsidRDefault="00E9697F" w:rsidP="007D0FF3">
            <w:pPr>
              <w:tabs>
                <w:tab w:val="left" w:pos="3575"/>
              </w:tabs>
              <w:ind w:firstLine="31"/>
              <w:rPr>
                <w:sz w:val="20"/>
                <w:lang w:eastAsia="lt-LT"/>
              </w:rPr>
            </w:pPr>
            <w:r w:rsidRPr="00804087">
              <w:rPr>
                <w:color w:val="000000"/>
                <w:sz w:val="20"/>
                <w:lang w:eastAsia="lt-LT"/>
              </w:rPr>
              <w:t>odos spalva;</w:t>
            </w:r>
          </w:p>
          <w:p w14:paraId="727D8E1B" w14:textId="77777777" w:rsidR="00E9697F" w:rsidRPr="00804087" w:rsidRDefault="00E9697F" w:rsidP="007D0FF3">
            <w:pPr>
              <w:tabs>
                <w:tab w:val="left" w:pos="3575"/>
              </w:tabs>
              <w:ind w:firstLine="31"/>
              <w:rPr>
                <w:sz w:val="20"/>
                <w:lang w:eastAsia="lt-LT"/>
              </w:rPr>
            </w:pPr>
            <w:r w:rsidRPr="00804087">
              <w:rPr>
                <w:color w:val="000000"/>
                <w:sz w:val="20"/>
                <w:lang w:eastAsia="lt-LT"/>
              </w:rPr>
              <w:t>auskarų įvėrimo vietos;</w:t>
            </w:r>
          </w:p>
          <w:p w14:paraId="55C18C21" w14:textId="77777777" w:rsidR="00E9697F" w:rsidRPr="00804087" w:rsidRDefault="00E9697F" w:rsidP="007D0FF3">
            <w:pPr>
              <w:tabs>
                <w:tab w:val="left" w:pos="3575"/>
              </w:tabs>
              <w:ind w:firstLine="31"/>
              <w:rPr>
                <w:sz w:val="20"/>
                <w:lang w:eastAsia="lt-LT"/>
              </w:rPr>
            </w:pPr>
            <w:r w:rsidRPr="00804087">
              <w:rPr>
                <w:color w:val="000000"/>
                <w:sz w:val="20"/>
                <w:lang w:eastAsia="lt-LT"/>
              </w:rPr>
              <w:t>operacijų, traumų žymės (vieta, aprašymas):</w:t>
            </w:r>
          </w:p>
          <w:p w14:paraId="7D29C499" w14:textId="77777777" w:rsidR="00E9697F" w:rsidRPr="00804087" w:rsidRDefault="00E9697F" w:rsidP="007D0FF3">
            <w:pPr>
              <w:tabs>
                <w:tab w:val="left" w:pos="3660"/>
              </w:tabs>
              <w:ind w:right="566" w:firstLine="31"/>
              <w:rPr>
                <w:sz w:val="20"/>
                <w:lang w:eastAsia="lt-LT"/>
              </w:rPr>
            </w:pPr>
            <w:r w:rsidRPr="00804087">
              <w:rPr>
                <w:color w:val="000000"/>
                <w:sz w:val="20"/>
                <w:lang w:eastAsia="lt-LT"/>
              </w:rPr>
              <w:t>randai;</w:t>
            </w:r>
          </w:p>
          <w:p w14:paraId="46681007" w14:textId="77777777" w:rsidR="00E9697F" w:rsidRPr="00804087" w:rsidRDefault="00E9697F" w:rsidP="007D0FF3">
            <w:pPr>
              <w:tabs>
                <w:tab w:val="left" w:pos="3660"/>
              </w:tabs>
              <w:ind w:right="566" w:firstLine="31"/>
              <w:rPr>
                <w:sz w:val="20"/>
                <w:lang w:eastAsia="lt-LT"/>
              </w:rPr>
            </w:pPr>
            <w:r w:rsidRPr="00804087">
              <w:rPr>
                <w:color w:val="000000"/>
                <w:sz w:val="20"/>
                <w:lang w:eastAsia="lt-LT"/>
              </w:rPr>
              <w:t>siūlės;</w:t>
            </w:r>
          </w:p>
          <w:p w14:paraId="213BAC7E" w14:textId="77777777" w:rsidR="00E9697F" w:rsidRPr="00804087" w:rsidRDefault="00E9697F" w:rsidP="007D0FF3">
            <w:pPr>
              <w:tabs>
                <w:tab w:val="left" w:pos="3660"/>
              </w:tabs>
              <w:ind w:right="566" w:firstLine="31"/>
              <w:rPr>
                <w:sz w:val="20"/>
                <w:lang w:eastAsia="lt-LT"/>
              </w:rPr>
            </w:pPr>
            <w:r w:rsidRPr="00804087">
              <w:rPr>
                <w:color w:val="000000"/>
                <w:sz w:val="20"/>
                <w:lang w:eastAsia="lt-LT"/>
              </w:rPr>
              <w:t>deformuota kūno dalis (-ys) (vieta, aprašymas);</w:t>
            </w:r>
          </w:p>
          <w:p w14:paraId="09553059" w14:textId="77777777" w:rsidR="00E9697F" w:rsidRPr="00804087" w:rsidRDefault="00E9697F" w:rsidP="007D0FF3">
            <w:pPr>
              <w:ind w:right="94" w:firstLine="31"/>
              <w:rPr>
                <w:sz w:val="20"/>
                <w:lang w:eastAsia="lt-LT"/>
              </w:rPr>
            </w:pPr>
            <w:r w:rsidRPr="00804087">
              <w:rPr>
                <w:color w:val="000000"/>
                <w:sz w:val="20"/>
                <w:lang w:eastAsia="lt-LT"/>
              </w:rPr>
              <w:t>amputacijos (vieta, aprašymas);</w:t>
            </w:r>
          </w:p>
          <w:p w14:paraId="242C8041" w14:textId="77777777" w:rsidR="00E9697F" w:rsidRPr="00804087" w:rsidRDefault="00E9697F" w:rsidP="007D0FF3">
            <w:pPr>
              <w:ind w:right="94" w:firstLine="31"/>
              <w:rPr>
                <w:sz w:val="20"/>
                <w:lang w:eastAsia="lt-LT"/>
              </w:rPr>
            </w:pPr>
            <w:r w:rsidRPr="00804087">
              <w:rPr>
                <w:color w:val="000000"/>
                <w:sz w:val="20"/>
                <w:lang w:eastAsia="lt-LT"/>
              </w:rPr>
              <w:t>fiziniai trūkumai, vystymosi anomalijos ir kiti defektai (vieta, aprašymas);</w:t>
            </w:r>
          </w:p>
          <w:p w14:paraId="5A4100BF" w14:textId="77777777" w:rsidR="00E9697F" w:rsidRPr="00804087" w:rsidRDefault="00E9697F" w:rsidP="007D0FF3">
            <w:pPr>
              <w:ind w:right="94" w:firstLine="31"/>
              <w:rPr>
                <w:sz w:val="20"/>
                <w:lang w:eastAsia="lt-LT"/>
              </w:rPr>
            </w:pPr>
            <w:r w:rsidRPr="00804087">
              <w:rPr>
                <w:color w:val="000000"/>
                <w:sz w:val="20"/>
                <w:lang w:eastAsia="lt-LT"/>
              </w:rPr>
              <w:t>pagrindinių žymių skaitmeniniai atvaizdai (skaitmeninių atvaizdų padarymo data, aprašymas);</w:t>
            </w:r>
          </w:p>
          <w:p w14:paraId="0AC69600" w14:textId="77777777" w:rsidR="00E9697F" w:rsidRPr="00804087" w:rsidRDefault="00E9697F" w:rsidP="007D0FF3">
            <w:pPr>
              <w:ind w:right="94" w:firstLine="31"/>
              <w:rPr>
                <w:sz w:val="20"/>
                <w:lang w:eastAsia="lt-LT"/>
              </w:rPr>
            </w:pPr>
            <w:r w:rsidRPr="00804087">
              <w:rPr>
                <w:color w:val="000000"/>
                <w:sz w:val="20"/>
                <w:lang w:eastAsia="lt-LT"/>
              </w:rPr>
              <w:t>tatuiruotė (-ės) (tipas, vieta, aprašymas);</w:t>
            </w:r>
          </w:p>
          <w:p w14:paraId="7F754614" w14:textId="77777777" w:rsidR="00E9697F" w:rsidRPr="00804087" w:rsidRDefault="00E9697F" w:rsidP="007D0FF3">
            <w:pPr>
              <w:ind w:right="94" w:firstLine="31"/>
              <w:rPr>
                <w:sz w:val="20"/>
                <w:lang w:eastAsia="lt-LT"/>
              </w:rPr>
            </w:pPr>
            <w:r w:rsidRPr="00804087">
              <w:rPr>
                <w:color w:val="000000"/>
                <w:sz w:val="20"/>
                <w:lang w:eastAsia="lt-LT"/>
              </w:rPr>
              <w:t>protezai (vieta, aprašymas);</w:t>
            </w:r>
          </w:p>
          <w:p w14:paraId="510E636D" w14:textId="77777777" w:rsidR="00E9697F" w:rsidRPr="00804087" w:rsidRDefault="00E9697F" w:rsidP="007D0FF3">
            <w:pPr>
              <w:ind w:right="94" w:firstLine="31"/>
              <w:rPr>
                <w:sz w:val="20"/>
                <w:lang w:eastAsia="lt-LT"/>
              </w:rPr>
            </w:pPr>
            <w:r w:rsidRPr="00804087">
              <w:rPr>
                <w:color w:val="000000"/>
                <w:sz w:val="20"/>
                <w:lang w:eastAsia="lt-LT"/>
              </w:rPr>
              <w:t>sveikatos būklė (ligos, sutrikimo pavadinimas);</w:t>
            </w:r>
          </w:p>
          <w:p w14:paraId="300937AC" w14:textId="77777777" w:rsidR="00E9697F" w:rsidRPr="00804087" w:rsidRDefault="00E9697F" w:rsidP="007D0FF3">
            <w:pPr>
              <w:ind w:right="94" w:firstLine="31"/>
              <w:rPr>
                <w:sz w:val="20"/>
                <w:lang w:eastAsia="lt-LT"/>
              </w:rPr>
            </w:pPr>
            <w:r w:rsidRPr="00804087">
              <w:rPr>
                <w:color w:val="000000"/>
                <w:sz w:val="20"/>
                <w:lang w:eastAsia="lt-LT"/>
              </w:rPr>
              <w:t>išskirtinės balso tembro, gestų ypatybės;</w:t>
            </w:r>
          </w:p>
          <w:p w14:paraId="6CA98A9D" w14:textId="77777777" w:rsidR="00E9697F" w:rsidRPr="00804087" w:rsidRDefault="00E9697F" w:rsidP="007D0FF3">
            <w:pPr>
              <w:ind w:right="94" w:firstLine="31"/>
              <w:rPr>
                <w:sz w:val="20"/>
                <w:lang w:eastAsia="lt-LT"/>
              </w:rPr>
            </w:pPr>
            <w:r w:rsidRPr="00804087">
              <w:rPr>
                <w:color w:val="000000"/>
                <w:sz w:val="20"/>
                <w:lang w:eastAsia="lt-LT"/>
              </w:rPr>
              <w:t>išsamios atpažinimo žymės:</w:t>
            </w:r>
          </w:p>
          <w:p w14:paraId="3F378DAA" w14:textId="77777777" w:rsidR="00E9697F" w:rsidRPr="00804087" w:rsidRDefault="00E9697F" w:rsidP="007D0FF3">
            <w:pPr>
              <w:ind w:right="94" w:firstLine="31"/>
              <w:rPr>
                <w:sz w:val="20"/>
                <w:lang w:eastAsia="lt-LT"/>
              </w:rPr>
            </w:pPr>
            <w:r w:rsidRPr="00804087">
              <w:rPr>
                <w:color w:val="000000"/>
                <w:sz w:val="20"/>
                <w:lang w:eastAsia="lt-LT"/>
              </w:rPr>
              <w:t>kraujo grupė;</w:t>
            </w:r>
          </w:p>
          <w:p w14:paraId="51428A80" w14:textId="77777777" w:rsidR="00E9697F" w:rsidRPr="00804087" w:rsidRDefault="00E9697F" w:rsidP="007D0FF3">
            <w:pPr>
              <w:ind w:right="94" w:firstLine="31"/>
              <w:rPr>
                <w:sz w:val="20"/>
                <w:lang w:eastAsia="lt-LT"/>
              </w:rPr>
            </w:pPr>
            <w:r w:rsidRPr="00804087">
              <w:rPr>
                <w:color w:val="000000"/>
                <w:sz w:val="20"/>
                <w:lang w:eastAsia="lt-LT"/>
              </w:rPr>
              <w:t>dantys (dantų požymiai, dantų būklė, dantų būklės schema);</w:t>
            </w:r>
          </w:p>
          <w:p w14:paraId="00C81EE1" w14:textId="77777777" w:rsidR="00E9697F" w:rsidRPr="00804087" w:rsidRDefault="00E9697F" w:rsidP="007D0FF3">
            <w:pPr>
              <w:ind w:right="94" w:firstLine="31"/>
              <w:rPr>
                <w:sz w:val="20"/>
                <w:lang w:eastAsia="lt-LT"/>
              </w:rPr>
            </w:pPr>
            <w:r w:rsidRPr="00804087">
              <w:rPr>
                <w:color w:val="000000"/>
                <w:sz w:val="20"/>
                <w:lang w:eastAsia="lt-LT"/>
              </w:rPr>
              <w:t>aprangos elementai</w:t>
            </w:r>
            <w:r w:rsidRPr="00804087">
              <w:rPr>
                <w:b/>
                <w:bCs/>
                <w:color w:val="000000"/>
                <w:sz w:val="20"/>
                <w:lang w:eastAsia="lt-LT"/>
              </w:rPr>
              <w:t xml:space="preserve"> </w:t>
            </w:r>
            <w:r w:rsidRPr="00804087">
              <w:rPr>
                <w:color w:val="000000"/>
                <w:sz w:val="20"/>
                <w:lang w:eastAsia="lt-LT"/>
              </w:rPr>
              <w:t>(galvos apdangalas, drabužiai, avalynė).</w:t>
            </w:r>
          </w:p>
          <w:p w14:paraId="18555111" w14:textId="77777777" w:rsidR="00E9697F" w:rsidRPr="00804087" w:rsidRDefault="00E9697F" w:rsidP="007D0FF3">
            <w:pPr>
              <w:tabs>
                <w:tab w:val="left" w:pos="9072"/>
              </w:tabs>
              <w:ind w:right="94" w:firstLine="31"/>
              <w:rPr>
                <w:sz w:val="20"/>
                <w:lang w:eastAsia="lt-LT"/>
              </w:rPr>
            </w:pPr>
            <w:r w:rsidRPr="00804087">
              <w:rPr>
                <w:color w:val="000000"/>
                <w:sz w:val="20"/>
                <w:lang w:eastAsia="lt-LT"/>
              </w:rPr>
              <w:t>identifikavimo kodas Policijos registruojamų įvykių registre;</w:t>
            </w:r>
          </w:p>
          <w:p w14:paraId="1C13BCEA" w14:textId="77777777" w:rsidR="00E9697F" w:rsidRPr="00804087" w:rsidRDefault="00E9697F" w:rsidP="007D0FF3">
            <w:pPr>
              <w:tabs>
                <w:tab w:val="left" w:pos="9072"/>
              </w:tabs>
              <w:ind w:right="94" w:firstLine="31"/>
              <w:rPr>
                <w:sz w:val="20"/>
                <w:lang w:eastAsia="lt-LT"/>
              </w:rPr>
            </w:pPr>
            <w:r w:rsidRPr="00804087">
              <w:rPr>
                <w:color w:val="000000"/>
                <w:sz w:val="20"/>
                <w:lang w:eastAsia="lt-LT"/>
              </w:rPr>
              <w:t xml:space="preserve">policijos įstaiga, kurioje registruojamas įvykis (pavadinimas, kodas pagal Nuostatų </w:t>
            </w:r>
            <w:r w:rsidRPr="00804087">
              <w:rPr>
                <w:bCs/>
                <w:color w:val="000000"/>
                <w:sz w:val="20"/>
                <w:lang w:eastAsia="lt-LT"/>
              </w:rPr>
              <w:t>35.1 papunktyje</w:t>
            </w:r>
            <w:r w:rsidRPr="00804087">
              <w:rPr>
                <w:color w:val="000000"/>
                <w:sz w:val="20"/>
                <w:lang w:eastAsia="lt-LT"/>
              </w:rPr>
              <w:t xml:space="preserve"> nurodytą klasifikatorių);</w:t>
            </w:r>
          </w:p>
          <w:p w14:paraId="3C4323C7" w14:textId="77777777" w:rsidR="00E9697F" w:rsidRPr="00804087" w:rsidRDefault="00E9697F" w:rsidP="007D0FF3">
            <w:pPr>
              <w:tabs>
                <w:tab w:val="left" w:pos="9072"/>
              </w:tabs>
              <w:ind w:right="94" w:firstLine="31"/>
              <w:rPr>
                <w:sz w:val="20"/>
                <w:lang w:eastAsia="lt-LT"/>
              </w:rPr>
            </w:pPr>
            <w:r w:rsidRPr="00804087">
              <w:rPr>
                <w:color w:val="000000"/>
                <w:sz w:val="20"/>
                <w:lang w:eastAsia="lt-LT"/>
              </w:rPr>
              <w:t>policijos įstaigą pristatytų asmenų duomenys:</w:t>
            </w:r>
          </w:p>
          <w:p w14:paraId="76C0656A" w14:textId="77777777" w:rsidR="00E9697F" w:rsidRPr="00804087" w:rsidRDefault="00E9697F" w:rsidP="007D0FF3">
            <w:pPr>
              <w:tabs>
                <w:tab w:val="left" w:pos="9072"/>
              </w:tabs>
              <w:ind w:right="94" w:firstLine="31"/>
              <w:rPr>
                <w:sz w:val="20"/>
                <w:lang w:eastAsia="lt-LT"/>
              </w:rPr>
            </w:pPr>
            <w:r w:rsidRPr="00804087">
              <w:rPr>
                <w:color w:val="000000"/>
                <w:sz w:val="20"/>
                <w:lang w:eastAsia="lt-LT"/>
              </w:rPr>
              <w:t>pristatymo data ir laikas;</w:t>
            </w:r>
          </w:p>
          <w:p w14:paraId="4DFF8D0A" w14:textId="77777777" w:rsidR="00E9697F" w:rsidRPr="00804087" w:rsidRDefault="00E9697F" w:rsidP="007D0FF3">
            <w:pPr>
              <w:ind w:right="94" w:firstLine="31"/>
              <w:rPr>
                <w:sz w:val="20"/>
                <w:lang w:eastAsia="lt-LT"/>
              </w:rPr>
            </w:pPr>
            <w:r w:rsidRPr="00804087">
              <w:rPr>
                <w:color w:val="000000"/>
                <w:sz w:val="20"/>
                <w:lang w:eastAsia="lt-LT"/>
              </w:rPr>
              <w:t>išleidimo data ir laikas;</w:t>
            </w:r>
          </w:p>
          <w:p w14:paraId="5FD2AA73" w14:textId="77777777" w:rsidR="00E9697F" w:rsidRPr="00804087" w:rsidRDefault="00E9697F" w:rsidP="007D0FF3">
            <w:pPr>
              <w:ind w:right="94" w:firstLine="31"/>
              <w:rPr>
                <w:sz w:val="20"/>
                <w:lang w:eastAsia="lt-LT"/>
              </w:rPr>
            </w:pPr>
            <w:r w:rsidRPr="00804087">
              <w:rPr>
                <w:color w:val="000000"/>
                <w:sz w:val="20"/>
                <w:lang w:eastAsia="lt-LT"/>
              </w:rPr>
              <w:t>įtariamo asmens duomenys:</w:t>
            </w:r>
          </w:p>
          <w:p w14:paraId="2FE1D43F" w14:textId="77777777" w:rsidR="00E9697F" w:rsidRPr="00804087" w:rsidRDefault="00E9697F" w:rsidP="007D0FF3">
            <w:pPr>
              <w:ind w:right="94" w:firstLine="31"/>
              <w:rPr>
                <w:sz w:val="20"/>
                <w:lang w:eastAsia="lt-LT"/>
              </w:rPr>
            </w:pPr>
            <w:r w:rsidRPr="00804087">
              <w:rPr>
                <w:color w:val="000000"/>
                <w:sz w:val="20"/>
                <w:lang w:eastAsia="lt-LT"/>
              </w:rPr>
              <w:t>ikiteisminio tyrimo bylos (baudžiamosios bylos) numeris;</w:t>
            </w:r>
          </w:p>
          <w:p w14:paraId="05983FE5" w14:textId="77777777" w:rsidR="00E9697F" w:rsidRPr="00804087" w:rsidRDefault="00E9697F" w:rsidP="007D0FF3">
            <w:pPr>
              <w:ind w:right="94" w:firstLine="31"/>
              <w:rPr>
                <w:sz w:val="20"/>
                <w:lang w:eastAsia="lt-LT"/>
              </w:rPr>
            </w:pPr>
            <w:r w:rsidRPr="00804087">
              <w:rPr>
                <w:color w:val="000000"/>
                <w:sz w:val="20"/>
                <w:lang w:eastAsia="lt-LT"/>
              </w:rPr>
              <w:t>telefono ryšio numeris;</w:t>
            </w:r>
          </w:p>
          <w:p w14:paraId="3CD7E0D9" w14:textId="77777777" w:rsidR="00E9697F" w:rsidRPr="00804087" w:rsidRDefault="00E9697F" w:rsidP="007D0FF3">
            <w:pPr>
              <w:ind w:right="94" w:firstLine="31"/>
              <w:rPr>
                <w:sz w:val="20"/>
                <w:lang w:eastAsia="lt-LT"/>
              </w:rPr>
            </w:pPr>
            <w:r w:rsidRPr="00804087">
              <w:rPr>
                <w:color w:val="000000"/>
                <w:sz w:val="20"/>
                <w:lang w:eastAsia="lt-LT"/>
              </w:rPr>
              <w:t>pranešimo apie įtarimą įteikimo data;</w:t>
            </w:r>
          </w:p>
          <w:p w14:paraId="40D9C890" w14:textId="77777777" w:rsidR="00E9697F" w:rsidRPr="00804087" w:rsidRDefault="00E9697F" w:rsidP="007D0FF3">
            <w:pPr>
              <w:ind w:right="94" w:firstLine="31"/>
              <w:rPr>
                <w:sz w:val="20"/>
                <w:lang w:eastAsia="lt-LT"/>
              </w:rPr>
            </w:pPr>
            <w:r w:rsidRPr="00804087">
              <w:rPr>
                <w:color w:val="000000"/>
                <w:sz w:val="20"/>
                <w:lang w:eastAsia="lt-LT"/>
              </w:rPr>
              <w:t>paskirta kardomoji priemonė;</w:t>
            </w:r>
          </w:p>
          <w:p w14:paraId="7DF00D15" w14:textId="77777777" w:rsidR="00E9697F" w:rsidRPr="00804087" w:rsidRDefault="00E9697F" w:rsidP="007D0FF3">
            <w:pPr>
              <w:ind w:right="94" w:firstLine="31"/>
              <w:rPr>
                <w:sz w:val="20"/>
                <w:lang w:eastAsia="lt-LT"/>
              </w:rPr>
            </w:pPr>
            <w:r w:rsidRPr="00804087">
              <w:rPr>
                <w:color w:val="000000"/>
                <w:sz w:val="20"/>
                <w:lang w:eastAsia="lt-LT"/>
              </w:rPr>
              <w:t>faktinis sulaikymas:</w:t>
            </w:r>
          </w:p>
          <w:p w14:paraId="7D32D77C" w14:textId="77777777" w:rsidR="00E9697F" w:rsidRPr="00804087" w:rsidRDefault="00E9697F" w:rsidP="007D0FF3">
            <w:pPr>
              <w:ind w:right="94" w:firstLine="31"/>
              <w:rPr>
                <w:sz w:val="20"/>
                <w:lang w:eastAsia="lt-LT"/>
              </w:rPr>
            </w:pPr>
            <w:r w:rsidRPr="00804087">
              <w:rPr>
                <w:color w:val="000000"/>
                <w:sz w:val="20"/>
                <w:lang w:eastAsia="lt-LT"/>
              </w:rPr>
              <w:t>sulaikymo data ir laikas;</w:t>
            </w:r>
          </w:p>
          <w:p w14:paraId="2281AFCD" w14:textId="77777777" w:rsidR="00E9697F" w:rsidRPr="00804087" w:rsidRDefault="00E9697F" w:rsidP="007D0FF3">
            <w:pPr>
              <w:ind w:right="94" w:firstLine="31"/>
              <w:rPr>
                <w:color w:val="000000"/>
                <w:sz w:val="20"/>
                <w:lang w:eastAsia="lt-LT"/>
              </w:rPr>
            </w:pPr>
            <w:r w:rsidRPr="00804087">
              <w:rPr>
                <w:color w:val="000000"/>
                <w:sz w:val="20"/>
                <w:lang w:eastAsia="lt-LT"/>
              </w:rPr>
              <w:t>paleidimo data ir laikas;</w:t>
            </w:r>
          </w:p>
          <w:p w14:paraId="644219C5" w14:textId="77777777" w:rsidR="00E9697F" w:rsidRPr="00804087" w:rsidRDefault="00E9697F" w:rsidP="007D0FF3">
            <w:pPr>
              <w:ind w:right="94" w:firstLine="31"/>
              <w:rPr>
                <w:bCs/>
                <w:sz w:val="20"/>
                <w:lang w:eastAsia="lt-LT"/>
              </w:rPr>
            </w:pPr>
            <w:r w:rsidRPr="00804087">
              <w:rPr>
                <w:bCs/>
                <w:sz w:val="20"/>
                <w:lang w:eastAsia="lt-LT"/>
              </w:rPr>
              <w:t>BK straipsnis, numatantis nusikalstamą veiką, dėl kurios padarymo asmeniui įteiktas pranešimas apie įtarimą padarius nusikalstamą veiką;</w:t>
            </w:r>
          </w:p>
          <w:p w14:paraId="56E393A6" w14:textId="77777777" w:rsidR="00E9697F" w:rsidRPr="00804087" w:rsidRDefault="00E9697F" w:rsidP="007D0FF3">
            <w:pPr>
              <w:ind w:right="94" w:firstLine="31"/>
              <w:rPr>
                <w:sz w:val="20"/>
                <w:lang w:eastAsia="lt-LT"/>
              </w:rPr>
            </w:pPr>
            <w:r w:rsidRPr="00804087">
              <w:rPr>
                <w:color w:val="000000"/>
                <w:sz w:val="20"/>
                <w:lang w:eastAsia="lt-LT"/>
              </w:rPr>
              <w:t>ikiteisminio tyrimo metu gautų ir baudžiamojo proceso nustatyta tvarka užfiksuotų habitoskopinių duomenų skaitmeniniai dokumentai (liudytojų apklausos protokolai, kiti procesiniai dokumentai ir jų priedai – fotonuotraukos, vaizdo įrašai registre tvarkomi tik su ikiteisminiam tyrimui vadovaujančio prokuroro leidimu);</w:t>
            </w:r>
          </w:p>
          <w:p w14:paraId="73A43585" w14:textId="77777777" w:rsidR="00E9697F" w:rsidRPr="00804087" w:rsidRDefault="00E9697F" w:rsidP="007D0FF3">
            <w:pPr>
              <w:ind w:right="94" w:firstLine="31"/>
              <w:rPr>
                <w:sz w:val="20"/>
                <w:lang w:eastAsia="lt-LT"/>
              </w:rPr>
            </w:pPr>
            <w:r w:rsidRPr="00804087">
              <w:rPr>
                <w:color w:val="000000"/>
                <w:sz w:val="20"/>
                <w:lang w:eastAsia="lt-LT"/>
              </w:rPr>
              <w:t>tyrimą atliekanti ikiteisminio tyrimo įstaiga.</w:t>
            </w:r>
          </w:p>
          <w:p w14:paraId="7DA636EF" w14:textId="77777777" w:rsidR="00E9697F" w:rsidRPr="00804087" w:rsidRDefault="00E9697F" w:rsidP="007D0FF3">
            <w:pPr>
              <w:ind w:right="94" w:firstLine="31"/>
              <w:rPr>
                <w:color w:val="000000"/>
                <w:sz w:val="20"/>
                <w:lang w:eastAsia="lt-LT"/>
              </w:rPr>
            </w:pPr>
            <w:r w:rsidRPr="00804087">
              <w:rPr>
                <w:b/>
                <w:bCs/>
                <w:color w:val="000000"/>
                <w:sz w:val="20"/>
                <w:lang w:eastAsia="lt-LT"/>
              </w:rPr>
              <w:t>Laikinai sulaikytų asmenų, įtariamų padarius nusikalstamą veiką, duomenys:</w:t>
            </w:r>
          </w:p>
          <w:p w14:paraId="6C966655" w14:textId="77777777" w:rsidR="00E9697F" w:rsidRPr="00804087" w:rsidRDefault="00E9697F" w:rsidP="007D0FF3">
            <w:pPr>
              <w:tabs>
                <w:tab w:val="left" w:pos="9072"/>
                <w:tab w:val="left" w:pos="9214"/>
              </w:tabs>
              <w:ind w:right="94" w:firstLine="31"/>
              <w:rPr>
                <w:sz w:val="20"/>
                <w:lang w:eastAsia="lt-LT"/>
              </w:rPr>
            </w:pPr>
            <w:r w:rsidRPr="00804087">
              <w:rPr>
                <w:color w:val="000000"/>
                <w:sz w:val="20"/>
                <w:lang w:eastAsia="lt-LT"/>
              </w:rPr>
              <w:lastRenderedPageBreak/>
              <w:t>registro objekto identifikavimo kodas, kuriamas programiniu būdu;</w:t>
            </w:r>
          </w:p>
          <w:p w14:paraId="60E0C04A" w14:textId="77777777" w:rsidR="00E9697F" w:rsidRPr="00804087" w:rsidRDefault="00E9697F" w:rsidP="007D0FF3">
            <w:pPr>
              <w:tabs>
                <w:tab w:val="left" w:pos="9072"/>
                <w:tab w:val="left" w:pos="9214"/>
              </w:tabs>
              <w:ind w:right="94" w:firstLine="31"/>
              <w:rPr>
                <w:sz w:val="20"/>
                <w:lang w:eastAsia="lt-LT"/>
              </w:rPr>
            </w:pPr>
            <w:r w:rsidRPr="00804087">
              <w:rPr>
                <w:color w:val="000000"/>
                <w:sz w:val="20"/>
                <w:lang w:eastAsia="lt-LT"/>
              </w:rPr>
              <w:t>registro objekto įregistravimo, išregistravimo datos, duomenų įrašymo ir keitimo datos;</w:t>
            </w:r>
          </w:p>
          <w:p w14:paraId="293DC900" w14:textId="77777777" w:rsidR="00E9697F" w:rsidRPr="00804087" w:rsidRDefault="00E9697F" w:rsidP="007D0FF3">
            <w:pPr>
              <w:tabs>
                <w:tab w:val="left" w:pos="9072"/>
                <w:tab w:val="left" w:pos="9214"/>
              </w:tabs>
              <w:ind w:right="94" w:firstLine="31"/>
              <w:rPr>
                <w:sz w:val="20"/>
                <w:lang w:eastAsia="lt-LT"/>
              </w:rPr>
            </w:pPr>
            <w:r w:rsidRPr="00804087">
              <w:rPr>
                <w:color w:val="000000"/>
                <w:sz w:val="20"/>
                <w:lang w:eastAsia="lt-LT"/>
              </w:rPr>
              <w:t>daktiloskopinės kortelės nuoroda Daktiloskopinių duomenų registre;</w:t>
            </w:r>
          </w:p>
          <w:p w14:paraId="4254D0FA" w14:textId="77777777" w:rsidR="00E9697F" w:rsidRPr="00804087" w:rsidRDefault="00E9697F" w:rsidP="007D0FF3">
            <w:pPr>
              <w:tabs>
                <w:tab w:val="left" w:pos="9072"/>
                <w:tab w:val="left" w:pos="9214"/>
              </w:tabs>
              <w:ind w:right="94" w:firstLine="31"/>
              <w:rPr>
                <w:sz w:val="20"/>
                <w:lang w:eastAsia="lt-LT"/>
              </w:rPr>
            </w:pPr>
            <w:r w:rsidRPr="00804087">
              <w:rPr>
                <w:color w:val="000000"/>
                <w:sz w:val="20"/>
                <w:lang w:eastAsia="lt-LT"/>
              </w:rPr>
              <w:t>DNR analitės (genotipo) nuoroda DNR duomenų registre;</w:t>
            </w:r>
          </w:p>
          <w:p w14:paraId="4AE1E7B4" w14:textId="77777777" w:rsidR="00E9697F" w:rsidRPr="00804087" w:rsidRDefault="00E9697F" w:rsidP="007D0FF3">
            <w:pPr>
              <w:tabs>
                <w:tab w:val="left" w:pos="9072"/>
                <w:tab w:val="left" w:pos="9214"/>
              </w:tabs>
              <w:ind w:right="94" w:firstLine="31"/>
              <w:rPr>
                <w:sz w:val="20"/>
                <w:lang w:eastAsia="lt-LT"/>
              </w:rPr>
            </w:pPr>
            <w:r w:rsidRPr="00804087">
              <w:rPr>
                <w:color w:val="000000"/>
                <w:sz w:val="20"/>
                <w:lang w:eastAsia="lt-LT"/>
              </w:rPr>
              <w:t>registro duomenis įrašiusio darbuotojo (pareigūno) vardas, pavardė, pareigos, telefono ryšio numeris, elektroninis paštas, įstaigos, kurioje dirba darbuotojas (tarnauja pareigūnas), pavadinimas.</w:t>
            </w:r>
          </w:p>
          <w:p w14:paraId="5782B8E9" w14:textId="77777777" w:rsidR="00E9697F" w:rsidRPr="00804087" w:rsidRDefault="00E9697F" w:rsidP="007D0FF3">
            <w:pPr>
              <w:tabs>
                <w:tab w:val="left" w:pos="8222"/>
                <w:tab w:val="left" w:pos="9072"/>
              </w:tabs>
              <w:ind w:right="94" w:firstLine="31"/>
              <w:rPr>
                <w:sz w:val="20"/>
                <w:lang w:eastAsia="lt-LT"/>
              </w:rPr>
            </w:pPr>
            <w:r w:rsidRPr="00804087">
              <w:rPr>
                <w:color w:val="000000"/>
                <w:sz w:val="20"/>
                <w:lang w:eastAsia="lt-LT"/>
              </w:rPr>
              <w:t>asmens kodas, (jei jis suteiktas Lietuvos Respublikos gyventojų registro įstatymo nustatyta tvarka;</w:t>
            </w:r>
          </w:p>
          <w:p w14:paraId="4CFC9849" w14:textId="77777777" w:rsidR="00E9697F" w:rsidRPr="00804087" w:rsidRDefault="00E9697F" w:rsidP="007D0FF3">
            <w:pPr>
              <w:tabs>
                <w:tab w:val="left" w:pos="9214"/>
              </w:tabs>
              <w:ind w:right="94" w:firstLine="31"/>
              <w:rPr>
                <w:sz w:val="20"/>
                <w:lang w:eastAsia="lt-LT"/>
              </w:rPr>
            </w:pPr>
            <w:r w:rsidRPr="00804087">
              <w:rPr>
                <w:color w:val="000000"/>
                <w:sz w:val="20"/>
                <w:lang w:eastAsia="lt-LT"/>
              </w:rPr>
              <w:t>pavardė (pavardės);</w:t>
            </w:r>
          </w:p>
          <w:p w14:paraId="116B19F7" w14:textId="77777777" w:rsidR="00E9697F" w:rsidRPr="00804087" w:rsidRDefault="00E9697F" w:rsidP="007D0FF3">
            <w:pPr>
              <w:tabs>
                <w:tab w:val="left" w:pos="9214"/>
              </w:tabs>
              <w:ind w:right="94" w:firstLine="31"/>
              <w:rPr>
                <w:sz w:val="20"/>
                <w:lang w:eastAsia="lt-LT"/>
              </w:rPr>
            </w:pPr>
            <w:r w:rsidRPr="00804087">
              <w:rPr>
                <w:color w:val="000000"/>
                <w:sz w:val="20"/>
                <w:lang w:eastAsia="lt-LT"/>
              </w:rPr>
              <w:t>pilietybė;</w:t>
            </w:r>
          </w:p>
          <w:p w14:paraId="54CFCC5B" w14:textId="77777777" w:rsidR="00E9697F" w:rsidRPr="00804087" w:rsidRDefault="00E9697F" w:rsidP="007D0FF3">
            <w:pPr>
              <w:tabs>
                <w:tab w:val="left" w:pos="9214"/>
              </w:tabs>
              <w:ind w:right="94" w:firstLine="31"/>
              <w:rPr>
                <w:sz w:val="20"/>
                <w:lang w:eastAsia="lt-LT"/>
              </w:rPr>
            </w:pPr>
            <w:r w:rsidRPr="00804087">
              <w:rPr>
                <w:color w:val="000000"/>
                <w:sz w:val="20"/>
                <w:lang w:eastAsia="lt-LT"/>
              </w:rPr>
              <w:t>asmens tapatybę patvirtinančio dokumento rūšis, šį dokumentą išdavusios valstybės kodas ir pavadinimas, šio dokumento serija ir numeris, šį dokumentą išdavusios įstaigos kodas ir pavadinimas, jo išdavimo data, data, iki kurios galioja šis dokumentas, šio dokumento galiojimo / negaliojimo būsena;</w:t>
            </w:r>
          </w:p>
          <w:p w14:paraId="42DF9EAB" w14:textId="77777777" w:rsidR="00E9697F" w:rsidRPr="00804087" w:rsidRDefault="00E9697F" w:rsidP="007D0FF3">
            <w:pPr>
              <w:tabs>
                <w:tab w:val="left" w:pos="9214"/>
              </w:tabs>
              <w:ind w:right="974" w:firstLine="31"/>
              <w:rPr>
                <w:sz w:val="20"/>
                <w:lang w:eastAsia="lt-LT"/>
              </w:rPr>
            </w:pPr>
            <w:r w:rsidRPr="00804087">
              <w:rPr>
                <w:color w:val="000000"/>
                <w:sz w:val="20"/>
                <w:lang w:eastAsia="lt-LT"/>
              </w:rPr>
              <w:t>lytis;</w:t>
            </w:r>
          </w:p>
          <w:p w14:paraId="17D6D745" w14:textId="77777777" w:rsidR="00E9697F" w:rsidRPr="00804087" w:rsidRDefault="00E9697F" w:rsidP="007D0FF3">
            <w:pPr>
              <w:ind w:right="974" w:firstLine="31"/>
              <w:rPr>
                <w:sz w:val="20"/>
                <w:lang w:eastAsia="lt-LT"/>
              </w:rPr>
            </w:pPr>
            <w:r w:rsidRPr="00804087">
              <w:rPr>
                <w:color w:val="000000"/>
                <w:sz w:val="20"/>
                <w:lang w:eastAsia="lt-LT"/>
              </w:rPr>
              <w:t>gimimo data;</w:t>
            </w:r>
          </w:p>
          <w:p w14:paraId="280D410B" w14:textId="77777777" w:rsidR="00E9697F" w:rsidRPr="00804087" w:rsidRDefault="00E9697F" w:rsidP="007D0FF3">
            <w:pPr>
              <w:ind w:right="974" w:firstLine="31"/>
              <w:rPr>
                <w:sz w:val="20"/>
                <w:lang w:eastAsia="lt-LT"/>
              </w:rPr>
            </w:pPr>
            <w:r w:rsidRPr="00804087">
              <w:rPr>
                <w:color w:val="000000"/>
                <w:sz w:val="20"/>
                <w:lang w:eastAsia="lt-LT"/>
              </w:rPr>
              <w:t>gimimo vieta;</w:t>
            </w:r>
          </w:p>
          <w:p w14:paraId="1F8507B5" w14:textId="77777777" w:rsidR="00E9697F" w:rsidRPr="00804087" w:rsidRDefault="00E9697F" w:rsidP="007D0FF3">
            <w:pPr>
              <w:ind w:right="30" w:firstLine="31"/>
              <w:rPr>
                <w:sz w:val="20"/>
                <w:lang w:eastAsia="lt-LT"/>
              </w:rPr>
            </w:pPr>
            <w:r w:rsidRPr="00804087">
              <w:rPr>
                <w:color w:val="000000"/>
                <w:sz w:val="20"/>
                <w:lang w:eastAsia="lt-LT"/>
              </w:rPr>
              <w:t>mirties data;</w:t>
            </w:r>
          </w:p>
          <w:p w14:paraId="4D8573E2" w14:textId="77777777" w:rsidR="00E9697F" w:rsidRPr="00804087" w:rsidRDefault="00E9697F" w:rsidP="007D0FF3">
            <w:pPr>
              <w:ind w:right="30" w:firstLine="31"/>
              <w:rPr>
                <w:sz w:val="20"/>
                <w:lang w:eastAsia="lt-LT"/>
              </w:rPr>
            </w:pPr>
            <w:r w:rsidRPr="00804087">
              <w:rPr>
                <w:color w:val="000000"/>
                <w:sz w:val="20"/>
                <w:lang w:eastAsia="lt-LT"/>
              </w:rPr>
              <w:t xml:space="preserve">gyvenamoji vieta </w:t>
            </w:r>
            <w:r w:rsidRPr="00804087">
              <w:rPr>
                <w:bCs/>
                <w:color w:val="000000"/>
                <w:sz w:val="20"/>
                <w:lang w:eastAsia="lt-LT"/>
              </w:rPr>
              <w:t>(adresas),</w:t>
            </w:r>
            <w:r w:rsidRPr="00804087">
              <w:rPr>
                <w:color w:val="000000"/>
                <w:sz w:val="20"/>
                <w:lang w:eastAsia="lt-LT"/>
              </w:rPr>
              <w:t xml:space="preserve"> o jeigu neturi gyvenamosios vietos ir yra įtrauktas į gyvenamosios vietos neturinčių asmenų apskaitą, – savivaldybė, kurioje gyvena;</w:t>
            </w:r>
          </w:p>
          <w:p w14:paraId="13BB89BC" w14:textId="77777777" w:rsidR="00E9697F" w:rsidRPr="00804087" w:rsidRDefault="00E9697F" w:rsidP="007D0FF3">
            <w:pPr>
              <w:ind w:right="30" w:firstLine="31"/>
              <w:rPr>
                <w:sz w:val="20"/>
                <w:lang w:eastAsia="lt-LT"/>
              </w:rPr>
            </w:pPr>
            <w:r w:rsidRPr="00804087">
              <w:rPr>
                <w:color w:val="000000"/>
                <w:sz w:val="20"/>
                <w:lang w:eastAsia="lt-LT"/>
              </w:rPr>
              <w:t>skaitmeninis veido atvaizdas:</w:t>
            </w:r>
          </w:p>
          <w:p w14:paraId="1C9FA29A" w14:textId="77777777" w:rsidR="00E9697F" w:rsidRPr="00804087" w:rsidRDefault="00E9697F" w:rsidP="007D0FF3">
            <w:pPr>
              <w:ind w:right="30" w:firstLine="31"/>
              <w:rPr>
                <w:sz w:val="20"/>
                <w:lang w:eastAsia="lt-LT"/>
              </w:rPr>
            </w:pPr>
            <w:r w:rsidRPr="00804087">
              <w:rPr>
                <w:color w:val="000000"/>
                <w:sz w:val="20"/>
                <w:lang w:eastAsia="lt-LT"/>
              </w:rPr>
              <w:t>veido skaitmeninio atvaizdo padarymo data;</w:t>
            </w:r>
          </w:p>
          <w:p w14:paraId="332DB55A" w14:textId="77777777" w:rsidR="00E9697F" w:rsidRPr="00804087" w:rsidRDefault="00E9697F" w:rsidP="007D0FF3">
            <w:pPr>
              <w:ind w:right="-48" w:firstLine="31"/>
              <w:rPr>
                <w:sz w:val="20"/>
                <w:lang w:eastAsia="lt-LT"/>
              </w:rPr>
            </w:pPr>
            <w:r w:rsidRPr="00804087">
              <w:rPr>
                <w:color w:val="000000"/>
                <w:sz w:val="20"/>
                <w:lang w:eastAsia="lt-LT"/>
              </w:rPr>
              <w:t>veido skaitmeninio atvaizdo padarymo pagrindas;</w:t>
            </w:r>
          </w:p>
          <w:p w14:paraId="7B931B81" w14:textId="77777777" w:rsidR="00E9697F" w:rsidRPr="00804087" w:rsidRDefault="00E9697F" w:rsidP="007D0FF3">
            <w:pPr>
              <w:ind w:right="-48" w:firstLine="31"/>
              <w:rPr>
                <w:sz w:val="20"/>
                <w:lang w:eastAsia="lt-LT"/>
              </w:rPr>
            </w:pPr>
            <w:r w:rsidRPr="00804087">
              <w:rPr>
                <w:color w:val="000000"/>
                <w:sz w:val="20"/>
                <w:lang w:eastAsia="lt-LT"/>
              </w:rPr>
              <w:t>pagrindinės žymės:</w:t>
            </w:r>
          </w:p>
          <w:p w14:paraId="55930D96" w14:textId="77777777" w:rsidR="00E9697F" w:rsidRPr="00804087" w:rsidRDefault="00E9697F" w:rsidP="007D0FF3">
            <w:pPr>
              <w:ind w:right="-48" w:firstLine="31"/>
              <w:rPr>
                <w:sz w:val="20"/>
                <w:lang w:eastAsia="lt-LT"/>
              </w:rPr>
            </w:pPr>
            <w:r w:rsidRPr="00804087">
              <w:rPr>
                <w:color w:val="000000"/>
                <w:sz w:val="20"/>
                <w:lang w:eastAsia="lt-LT"/>
              </w:rPr>
              <w:t>amžius pagal išvaizdą;</w:t>
            </w:r>
          </w:p>
          <w:p w14:paraId="057D18B9" w14:textId="77777777" w:rsidR="00E9697F" w:rsidRPr="00804087" w:rsidRDefault="00E9697F" w:rsidP="007D0FF3">
            <w:pPr>
              <w:ind w:right="-48" w:firstLine="31"/>
              <w:rPr>
                <w:sz w:val="20"/>
                <w:lang w:eastAsia="lt-LT"/>
              </w:rPr>
            </w:pPr>
            <w:r w:rsidRPr="00804087">
              <w:rPr>
                <w:color w:val="000000"/>
                <w:sz w:val="20"/>
                <w:lang w:eastAsia="lt-LT"/>
              </w:rPr>
              <w:t>ūgis/lavono ilgis;</w:t>
            </w:r>
          </w:p>
          <w:p w14:paraId="2B2A33E5" w14:textId="77777777" w:rsidR="00E9697F" w:rsidRPr="00804087" w:rsidRDefault="00E9697F" w:rsidP="007D0FF3">
            <w:pPr>
              <w:ind w:right="-48" w:firstLine="31"/>
              <w:rPr>
                <w:sz w:val="20"/>
                <w:lang w:eastAsia="lt-LT"/>
              </w:rPr>
            </w:pPr>
            <w:r w:rsidRPr="00804087">
              <w:rPr>
                <w:color w:val="000000"/>
                <w:sz w:val="20"/>
                <w:lang w:eastAsia="lt-LT"/>
              </w:rPr>
              <w:t>kūno sudėjimas;</w:t>
            </w:r>
          </w:p>
          <w:p w14:paraId="0D15A4FF" w14:textId="77777777" w:rsidR="00E9697F" w:rsidRPr="00804087" w:rsidRDefault="00E9697F" w:rsidP="007D0FF3">
            <w:pPr>
              <w:ind w:right="-48" w:firstLine="31"/>
              <w:rPr>
                <w:sz w:val="20"/>
                <w:lang w:eastAsia="lt-LT"/>
              </w:rPr>
            </w:pPr>
            <w:r w:rsidRPr="00804087">
              <w:rPr>
                <w:color w:val="000000"/>
                <w:sz w:val="20"/>
                <w:lang w:eastAsia="lt-LT"/>
              </w:rPr>
              <w:t>galva (dydis, forma);</w:t>
            </w:r>
          </w:p>
          <w:p w14:paraId="12678515" w14:textId="77777777" w:rsidR="00E9697F" w:rsidRPr="00804087" w:rsidRDefault="00E9697F" w:rsidP="007D0FF3">
            <w:pPr>
              <w:ind w:right="-48" w:firstLine="31"/>
              <w:rPr>
                <w:sz w:val="20"/>
                <w:lang w:eastAsia="lt-LT"/>
              </w:rPr>
            </w:pPr>
            <w:r w:rsidRPr="00804087">
              <w:rPr>
                <w:color w:val="000000"/>
                <w:sz w:val="20"/>
                <w:lang w:eastAsia="lt-LT"/>
              </w:rPr>
              <w:t>plaukai (spalva, šukuosena);</w:t>
            </w:r>
          </w:p>
          <w:p w14:paraId="2869442E" w14:textId="77777777" w:rsidR="00E9697F" w:rsidRPr="00804087" w:rsidRDefault="00E9697F" w:rsidP="007D0FF3">
            <w:pPr>
              <w:ind w:right="-48" w:firstLine="31"/>
              <w:rPr>
                <w:sz w:val="20"/>
                <w:lang w:eastAsia="lt-LT"/>
              </w:rPr>
            </w:pPr>
            <w:r w:rsidRPr="00804087">
              <w:rPr>
                <w:color w:val="000000"/>
                <w:sz w:val="20"/>
                <w:lang w:eastAsia="lt-LT"/>
              </w:rPr>
              <w:t>veidas (veido forma, veido spalva, veido plaukai);</w:t>
            </w:r>
          </w:p>
          <w:p w14:paraId="69697279" w14:textId="77777777" w:rsidR="00E9697F" w:rsidRPr="00804087" w:rsidRDefault="00E9697F" w:rsidP="007D0FF3">
            <w:pPr>
              <w:ind w:right="-48" w:firstLine="31"/>
              <w:rPr>
                <w:sz w:val="20"/>
                <w:lang w:eastAsia="lt-LT"/>
              </w:rPr>
            </w:pPr>
            <w:r w:rsidRPr="00804087">
              <w:rPr>
                <w:color w:val="000000"/>
                <w:sz w:val="20"/>
                <w:lang w:eastAsia="lt-LT"/>
              </w:rPr>
              <w:t>kakta (aukštis, plotis, nuolinkis);</w:t>
            </w:r>
          </w:p>
          <w:p w14:paraId="0D597D07" w14:textId="77777777" w:rsidR="00E9697F" w:rsidRPr="00804087" w:rsidRDefault="00E9697F" w:rsidP="007D0FF3">
            <w:pPr>
              <w:ind w:right="-48" w:firstLine="31"/>
              <w:rPr>
                <w:sz w:val="20"/>
                <w:lang w:eastAsia="lt-LT"/>
              </w:rPr>
            </w:pPr>
            <w:r w:rsidRPr="00804087">
              <w:rPr>
                <w:color w:val="000000"/>
                <w:sz w:val="20"/>
                <w:lang w:eastAsia="lt-LT"/>
              </w:rPr>
              <w:t>antakiai (forma, spalva, plotis);</w:t>
            </w:r>
          </w:p>
          <w:p w14:paraId="3D1E2CB1" w14:textId="77777777" w:rsidR="00E9697F" w:rsidRPr="00804087" w:rsidRDefault="00E9697F" w:rsidP="007D0FF3">
            <w:pPr>
              <w:ind w:right="-48" w:firstLine="31"/>
              <w:rPr>
                <w:sz w:val="20"/>
                <w:lang w:eastAsia="lt-LT"/>
              </w:rPr>
            </w:pPr>
            <w:r w:rsidRPr="00804087">
              <w:rPr>
                <w:color w:val="000000"/>
                <w:sz w:val="20"/>
                <w:lang w:eastAsia="lt-LT"/>
              </w:rPr>
              <w:t>akys (tipas, spalva);</w:t>
            </w:r>
          </w:p>
          <w:p w14:paraId="49A55027" w14:textId="77777777" w:rsidR="00E9697F" w:rsidRPr="00804087" w:rsidRDefault="00E9697F" w:rsidP="007D0FF3">
            <w:pPr>
              <w:ind w:right="-48" w:firstLine="31"/>
              <w:rPr>
                <w:sz w:val="20"/>
                <w:lang w:eastAsia="lt-LT"/>
              </w:rPr>
            </w:pPr>
            <w:r w:rsidRPr="00804087">
              <w:rPr>
                <w:color w:val="000000"/>
                <w:sz w:val="20"/>
                <w:lang w:eastAsia="lt-LT"/>
              </w:rPr>
              <w:t>nosis (dydis, forma);</w:t>
            </w:r>
          </w:p>
          <w:p w14:paraId="6600B771" w14:textId="77777777" w:rsidR="00E9697F" w:rsidRPr="00804087" w:rsidRDefault="00E9697F" w:rsidP="007D0FF3">
            <w:pPr>
              <w:ind w:right="-48" w:firstLine="31"/>
              <w:rPr>
                <w:sz w:val="20"/>
                <w:lang w:eastAsia="lt-LT"/>
              </w:rPr>
            </w:pPr>
            <w:r w:rsidRPr="00804087">
              <w:rPr>
                <w:color w:val="000000"/>
                <w:sz w:val="20"/>
                <w:lang w:eastAsia="lt-LT"/>
              </w:rPr>
              <w:t>burna (dydis, kampų padėtis);</w:t>
            </w:r>
          </w:p>
          <w:p w14:paraId="448A4AA2" w14:textId="77777777" w:rsidR="00E9697F" w:rsidRPr="00804087" w:rsidRDefault="00E9697F" w:rsidP="007D0FF3">
            <w:pPr>
              <w:ind w:right="-48" w:firstLine="31"/>
              <w:rPr>
                <w:sz w:val="20"/>
                <w:lang w:eastAsia="lt-LT"/>
              </w:rPr>
            </w:pPr>
            <w:r w:rsidRPr="00804087">
              <w:rPr>
                <w:color w:val="000000"/>
                <w:sz w:val="20"/>
                <w:lang w:eastAsia="lt-LT"/>
              </w:rPr>
              <w:t>lūpos;</w:t>
            </w:r>
          </w:p>
          <w:p w14:paraId="085E07DD" w14:textId="77777777" w:rsidR="00E9697F" w:rsidRPr="00804087" w:rsidRDefault="00E9697F" w:rsidP="007D0FF3">
            <w:pPr>
              <w:ind w:right="-48" w:firstLine="31"/>
              <w:rPr>
                <w:sz w:val="20"/>
                <w:lang w:eastAsia="lt-LT"/>
              </w:rPr>
            </w:pPr>
            <w:r w:rsidRPr="00804087">
              <w:rPr>
                <w:color w:val="000000"/>
                <w:sz w:val="20"/>
                <w:lang w:eastAsia="lt-LT"/>
              </w:rPr>
              <w:t>smakras (dydis, forma);</w:t>
            </w:r>
          </w:p>
          <w:p w14:paraId="1A60690D" w14:textId="77777777" w:rsidR="00E9697F" w:rsidRPr="00804087" w:rsidRDefault="00E9697F" w:rsidP="007D0FF3">
            <w:pPr>
              <w:ind w:right="-48" w:firstLine="31"/>
              <w:rPr>
                <w:sz w:val="20"/>
                <w:lang w:eastAsia="lt-LT"/>
              </w:rPr>
            </w:pPr>
            <w:r w:rsidRPr="00804087">
              <w:rPr>
                <w:color w:val="000000"/>
                <w:sz w:val="20"/>
                <w:lang w:eastAsia="lt-LT"/>
              </w:rPr>
              <w:t>ausys (dydis, forma);</w:t>
            </w:r>
          </w:p>
          <w:p w14:paraId="7FAAE14C" w14:textId="77777777" w:rsidR="00E9697F" w:rsidRPr="00804087" w:rsidRDefault="00E9697F" w:rsidP="007D0FF3">
            <w:pPr>
              <w:ind w:right="-48" w:firstLine="31"/>
              <w:rPr>
                <w:sz w:val="20"/>
                <w:lang w:eastAsia="lt-LT"/>
              </w:rPr>
            </w:pPr>
            <w:r w:rsidRPr="00804087">
              <w:rPr>
                <w:color w:val="000000"/>
                <w:sz w:val="20"/>
                <w:lang w:eastAsia="lt-LT"/>
              </w:rPr>
              <w:t>eisenos aprašymas;</w:t>
            </w:r>
          </w:p>
          <w:p w14:paraId="59922F0C" w14:textId="77777777" w:rsidR="00E9697F" w:rsidRPr="00804087" w:rsidRDefault="00E9697F" w:rsidP="007D0FF3">
            <w:pPr>
              <w:ind w:right="-48" w:firstLine="31"/>
              <w:rPr>
                <w:sz w:val="20"/>
                <w:lang w:eastAsia="lt-LT"/>
              </w:rPr>
            </w:pPr>
            <w:r w:rsidRPr="00804087">
              <w:rPr>
                <w:color w:val="000000"/>
                <w:sz w:val="20"/>
                <w:lang w:eastAsia="lt-LT"/>
              </w:rPr>
              <w:t>auskarų įvėrimo vietos;</w:t>
            </w:r>
          </w:p>
          <w:p w14:paraId="5823C4BC" w14:textId="77777777" w:rsidR="00E9697F" w:rsidRPr="00804087" w:rsidRDefault="00E9697F" w:rsidP="007D0FF3">
            <w:pPr>
              <w:ind w:right="-48" w:firstLine="31"/>
              <w:rPr>
                <w:sz w:val="20"/>
                <w:lang w:eastAsia="lt-LT"/>
              </w:rPr>
            </w:pPr>
            <w:r w:rsidRPr="00804087">
              <w:rPr>
                <w:color w:val="000000"/>
                <w:sz w:val="20"/>
                <w:lang w:eastAsia="lt-LT"/>
              </w:rPr>
              <w:t>operacijų, traumų žymės (vieta, aprašymas):</w:t>
            </w:r>
          </w:p>
          <w:p w14:paraId="6F3F5748" w14:textId="77777777" w:rsidR="00E9697F" w:rsidRPr="00804087" w:rsidRDefault="00E9697F" w:rsidP="007D0FF3">
            <w:pPr>
              <w:ind w:right="-48" w:firstLine="31"/>
              <w:rPr>
                <w:sz w:val="20"/>
                <w:lang w:eastAsia="lt-LT"/>
              </w:rPr>
            </w:pPr>
            <w:r w:rsidRPr="00804087">
              <w:rPr>
                <w:color w:val="000000"/>
                <w:sz w:val="20"/>
                <w:lang w:eastAsia="lt-LT"/>
              </w:rPr>
              <w:t>randai;</w:t>
            </w:r>
          </w:p>
          <w:p w14:paraId="6C045014" w14:textId="77777777" w:rsidR="00E9697F" w:rsidRPr="00804087" w:rsidRDefault="00E9697F" w:rsidP="007D0FF3">
            <w:pPr>
              <w:ind w:right="-48"/>
              <w:rPr>
                <w:sz w:val="20"/>
                <w:lang w:eastAsia="lt-LT"/>
              </w:rPr>
            </w:pPr>
            <w:r w:rsidRPr="00804087">
              <w:rPr>
                <w:color w:val="000000"/>
                <w:sz w:val="20"/>
                <w:lang w:eastAsia="lt-LT"/>
              </w:rPr>
              <w:t>siūlės;</w:t>
            </w:r>
          </w:p>
          <w:p w14:paraId="7C80F0E5" w14:textId="77777777" w:rsidR="00E9697F" w:rsidRPr="00804087" w:rsidRDefault="00E9697F" w:rsidP="007D0FF3">
            <w:pPr>
              <w:ind w:right="-48"/>
              <w:rPr>
                <w:sz w:val="20"/>
                <w:lang w:eastAsia="lt-LT"/>
              </w:rPr>
            </w:pPr>
            <w:r w:rsidRPr="00804087">
              <w:rPr>
                <w:color w:val="000000"/>
                <w:sz w:val="20"/>
                <w:lang w:eastAsia="lt-LT"/>
              </w:rPr>
              <w:t>deformuota kūno dalis (-ys) (vieta, aprašymas);</w:t>
            </w:r>
          </w:p>
          <w:p w14:paraId="79A6751A" w14:textId="77777777" w:rsidR="00E9697F" w:rsidRPr="00804087" w:rsidRDefault="00E9697F" w:rsidP="007D0FF3">
            <w:pPr>
              <w:ind w:right="-48"/>
              <w:rPr>
                <w:sz w:val="20"/>
                <w:lang w:eastAsia="lt-LT"/>
              </w:rPr>
            </w:pPr>
            <w:r w:rsidRPr="00804087">
              <w:rPr>
                <w:color w:val="000000"/>
                <w:sz w:val="20"/>
                <w:lang w:eastAsia="lt-LT"/>
              </w:rPr>
              <w:t>amputacijos (vieta, aprašymas);</w:t>
            </w:r>
          </w:p>
          <w:p w14:paraId="01E766A7" w14:textId="77777777" w:rsidR="00E9697F" w:rsidRPr="00804087" w:rsidRDefault="00E9697F" w:rsidP="007D0FF3">
            <w:pPr>
              <w:ind w:right="-48"/>
              <w:rPr>
                <w:sz w:val="20"/>
                <w:lang w:eastAsia="lt-LT"/>
              </w:rPr>
            </w:pPr>
            <w:r w:rsidRPr="00804087">
              <w:rPr>
                <w:color w:val="000000"/>
                <w:sz w:val="20"/>
                <w:lang w:eastAsia="lt-LT"/>
              </w:rPr>
              <w:t>fiziniai trūkumai, vystymosi anomalijos ir kiti defektai (vieta, aprašymas);</w:t>
            </w:r>
          </w:p>
          <w:p w14:paraId="2559C00E" w14:textId="77777777" w:rsidR="00E9697F" w:rsidRPr="00804087" w:rsidRDefault="00E9697F" w:rsidP="007D0FF3">
            <w:pPr>
              <w:ind w:right="-48"/>
              <w:rPr>
                <w:sz w:val="20"/>
                <w:lang w:eastAsia="lt-LT"/>
              </w:rPr>
            </w:pPr>
            <w:r w:rsidRPr="00804087">
              <w:rPr>
                <w:color w:val="000000"/>
                <w:sz w:val="20"/>
                <w:lang w:eastAsia="lt-LT"/>
              </w:rPr>
              <w:t>pagrindinių žymių skaitmeniniai atvaizdai (skaitmeninių atvaizdų padarymo data, aprašymas);</w:t>
            </w:r>
          </w:p>
          <w:p w14:paraId="7F299314" w14:textId="77777777" w:rsidR="00E9697F" w:rsidRPr="00804087" w:rsidRDefault="00E9697F" w:rsidP="007D0FF3">
            <w:pPr>
              <w:ind w:right="-48"/>
              <w:rPr>
                <w:sz w:val="20"/>
                <w:lang w:eastAsia="lt-LT"/>
              </w:rPr>
            </w:pPr>
            <w:r w:rsidRPr="00804087">
              <w:rPr>
                <w:color w:val="000000"/>
                <w:sz w:val="20"/>
                <w:lang w:eastAsia="lt-LT"/>
              </w:rPr>
              <w:t>tatuiruotė (-ės) (tipas, vieta, aprašymas);</w:t>
            </w:r>
          </w:p>
          <w:p w14:paraId="78FC6DBC" w14:textId="77777777" w:rsidR="00E9697F" w:rsidRPr="00804087" w:rsidRDefault="00E9697F" w:rsidP="007D0FF3">
            <w:pPr>
              <w:ind w:right="-48"/>
              <w:rPr>
                <w:sz w:val="20"/>
                <w:lang w:eastAsia="lt-LT"/>
              </w:rPr>
            </w:pPr>
            <w:r w:rsidRPr="00804087">
              <w:rPr>
                <w:color w:val="000000"/>
                <w:sz w:val="20"/>
                <w:lang w:eastAsia="lt-LT"/>
              </w:rPr>
              <w:t>protezai (vieta, aprašymas);</w:t>
            </w:r>
          </w:p>
          <w:p w14:paraId="070AAEBA" w14:textId="77777777" w:rsidR="00E9697F" w:rsidRPr="00804087" w:rsidRDefault="00E9697F" w:rsidP="007D0FF3">
            <w:pPr>
              <w:ind w:right="-48"/>
              <w:rPr>
                <w:sz w:val="20"/>
                <w:lang w:eastAsia="lt-LT"/>
              </w:rPr>
            </w:pPr>
            <w:r w:rsidRPr="00804087">
              <w:rPr>
                <w:color w:val="000000"/>
                <w:sz w:val="20"/>
                <w:lang w:eastAsia="lt-LT"/>
              </w:rPr>
              <w:t>sveikatos būklė (ligos, sutrikimo pavadinimas);</w:t>
            </w:r>
          </w:p>
          <w:p w14:paraId="3FDDB890" w14:textId="77777777" w:rsidR="00E9697F" w:rsidRPr="00804087" w:rsidRDefault="00E9697F" w:rsidP="007D0FF3">
            <w:pPr>
              <w:ind w:right="-48"/>
              <w:rPr>
                <w:sz w:val="20"/>
                <w:lang w:eastAsia="lt-LT"/>
              </w:rPr>
            </w:pPr>
            <w:r w:rsidRPr="00804087">
              <w:rPr>
                <w:color w:val="000000"/>
                <w:sz w:val="20"/>
                <w:lang w:eastAsia="lt-LT"/>
              </w:rPr>
              <w:t>išskirtinės balso tembro, gestų ypatybės;</w:t>
            </w:r>
          </w:p>
          <w:p w14:paraId="37FE3F7C" w14:textId="77777777" w:rsidR="00E9697F" w:rsidRPr="00804087" w:rsidRDefault="00E9697F" w:rsidP="007D0FF3">
            <w:pPr>
              <w:ind w:right="-48"/>
              <w:rPr>
                <w:sz w:val="20"/>
                <w:lang w:eastAsia="lt-LT"/>
              </w:rPr>
            </w:pPr>
            <w:r w:rsidRPr="00804087">
              <w:rPr>
                <w:color w:val="000000"/>
                <w:sz w:val="20"/>
                <w:lang w:eastAsia="lt-LT"/>
              </w:rPr>
              <w:t>išsamios atpažinimo žymės:</w:t>
            </w:r>
          </w:p>
          <w:p w14:paraId="2FD6435A" w14:textId="77777777" w:rsidR="00E9697F" w:rsidRPr="00804087" w:rsidRDefault="00E9697F" w:rsidP="007D0FF3">
            <w:pPr>
              <w:ind w:right="-48"/>
              <w:rPr>
                <w:sz w:val="20"/>
                <w:lang w:eastAsia="lt-LT"/>
              </w:rPr>
            </w:pPr>
            <w:r w:rsidRPr="00804087">
              <w:rPr>
                <w:color w:val="000000"/>
                <w:sz w:val="20"/>
                <w:lang w:eastAsia="lt-LT"/>
              </w:rPr>
              <w:t>kraujo grupė;</w:t>
            </w:r>
          </w:p>
          <w:p w14:paraId="49E29C3A" w14:textId="77777777" w:rsidR="00E9697F" w:rsidRPr="00804087" w:rsidRDefault="00E9697F" w:rsidP="007D0FF3">
            <w:pPr>
              <w:ind w:right="-48"/>
              <w:rPr>
                <w:sz w:val="20"/>
                <w:lang w:eastAsia="lt-LT"/>
              </w:rPr>
            </w:pPr>
            <w:r w:rsidRPr="00804087">
              <w:rPr>
                <w:color w:val="000000"/>
                <w:sz w:val="20"/>
                <w:lang w:eastAsia="lt-LT"/>
              </w:rPr>
              <w:lastRenderedPageBreak/>
              <w:t>dantys (dantų požymiai, dantų būklė, dantų būklės schema);</w:t>
            </w:r>
          </w:p>
          <w:p w14:paraId="15903052" w14:textId="77777777" w:rsidR="00E9697F" w:rsidRPr="00804087" w:rsidRDefault="00E9697F" w:rsidP="007D0FF3">
            <w:pPr>
              <w:ind w:right="-48"/>
              <w:rPr>
                <w:sz w:val="20"/>
                <w:lang w:eastAsia="lt-LT"/>
              </w:rPr>
            </w:pPr>
            <w:r w:rsidRPr="00804087">
              <w:rPr>
                <w:color w:val="000000"/>
                <w:sz w:val="20"/>
                <w:lang w:eastAsia="lt-LT"/>
              </w:rPr>
              <w:t>aprangos elementai</w:t>
            </w:r>
            <w:r w:rsidRPr="00804087">
              <w:rPr>
                <w:b/>
                <w:bCs/>
                <w:color w:val="000000"/>
                <w:sz w:val="20"/>
                <w:lang w:eastAsia="lt-LT"/>
              </w:rPr>
              <w:t xml:space="preserve"> </w:t>
            </w:r>
            <w:r w:rsidRPr="00804087">
              <w:rPr>
                <w:color w:val="000000"/>
                <w:sz w:val="20"/>
                <w:lang w:eastAsia="lt-LT"/>
              </w:rPr>
              <w:t>(galvos apdangalas, drabužiai, avalynė).</w:t>
            </w:r>
          </w:p>
          <w:p w14:paraId="579A65B2" w14:textId="77777777" w:rsidR="00E9697F" w:rsidRPr="00804087" w:rsidRDefault="00E9697F" w:rsidP="007D0FF3">
            <w:pPr>
              <w:tabs>
                <w:tab w:val="left" w:pos="9072"/>
              </w:tabs>
              <w:ind w:right="-48"/>
              <w:rPr>
                <w:sz w:val="20"/>
                <w:lang w:eastAsia="lt-LT"/>
              </w:rPr>
            </w:pPr>
            <w:r w:rsidRPr="00804087">
              <w:rPr>
                <w:color w:val="000000"/>
                <w:sz w:val="20"/>
                <w:lang w:eastAsia="lt-LT"/>
              </w:rPr>
              <w:t>identifikavimo kodas Policijos registruojamų įvykių registre;</w:t>
            </w:r>
          </w:p>
          <w:p w14:paraId="593C4870" w14:textId="77777777" w:rsidR="00E9697F" w:rsidRPr="00804087" w:rsidRDefault="00E9697F" w:rsidP="007D0FF3">
            <w:pPr>
              <w:tabs>
                <w:tab w:val="left" w:pos="9072"/>
              </w:tabs>
              <w:ind w:right="-48"/>
              <w:rPr>
                <w:sz w:val="20"/>
                <w:lang w:eastAsia="lt-LT"/>
              </w:rPr>
            </w:pPr>
            <w:r w:rsidRPr="00804087">
              <w:rPr>
                <w:color w:val="000000"/>
                <w:sz w:val="20"/>
                <w:lang w:eastAsia="lt-LT"/>
              </w:rPr>
              <w:t xml:space="preserve">policijos įstaiga, kurioje registruojamas įvykis (pavadinimas, kodas pagal Nuostatų </w:t>
            </w:r>
            <w:r w:rsidRPr="00804087">
              <w:rPr>
                <w:bCs/>
                <w:color w:val="000000"/>
                <w:sz w:val="20"/>
                <w:lang w:eastAsia="lt-LT"/>
              </w:rPr>
              <w:t>35.1 papunktyje</w:t>
            </w:r>
            <w:r w:rsidRPr="00804087">
              <w:rPr>
                <w:color w:val="000000"/>
                <w:sz w:val="20"/>
                <w:lang w:eastAsia="lt-LT"/>
              </w:rPr>
              <w:t xml:space="preserve"> nurodytą klasifikatorių);</w:t>
            </w:r>
          </w:p>
          <w:p w14:paraId="78B3C44E" w14:textId="77777777" w:rsidR="00E9697F" w:rsidRPr="00804087" w:rsidRDefault="00E9697F" w:rsidP="007D0FF3">
            <w:pPr>
              <w:tabs>
                <w:tab w:val="left" w:pos="9072"/>
              </w:tabs>
              <w:ind w:right="-48"/>
              <w:rPr>
                <w:sz w:val="20"/>
                <w:lang w:eastAsia="lt-LT"/>
              </w:rPr>
            </w:pPr>
            <w:r w:rsidRPr="00804087">
              <w:rPr>
                <w:color w:val="000000"/>
                <w:sz w:val="20"/>
                <w:lang w:eastAsia="lt-LT"/>
              </w:rPr>
              <w:t>į policijos įstaigą pristatytų asmenų duomenys:</w:t>
            </w:r>
          </w:p>
          <w:p w14:paraId="237ED973" w14:textId="77777777" w:rsidR="00E9697F" w:rsidRPr="00804087" w:rsidRDefault="00E9697F" w:rsidP="007D0FF3">
            <w:pPr>
              <w:tabs>
                <w:tab w:val="left" w:pos="9072"/>
              </w:tabs>
              <w:ind w:right="94"/>
              <w:rPr>
                <w:sz w:val="20"/>
                <w:lang w:eastAsia="lt-LT"/>
              </w:rPr>
            </w:pPr>
            <w:r w:rsidRPr="00804087">
              <w:rPr>
                <w:color w:val="000000"/>
                <w:sz w:val="20"/>
                <w:lang w:eastAsia="lt-LT"/>
              </w:rPr>
              <w:t>pristatymo data ir laikas;</w:t>
            </w:r>
          </w:p>
          <w:p w14:paraId="5468E705" w14:textId="77777777" w:rsidR="00E9697F" w:rsidRPr="00804087" w:rsidRDefault="00E9697F" w:rsidP="007D0FF3">
            <w:pPr>
              <w:ind w:right="94"/>
              <w:rPr>
                <w:sz w:val="20"/>
                <w:lang w:eastAsia="lt-LT"/>
              </w:rPr>
            </w:pPr>
            <w:r w:rsidRPr="00804087">
              <w:rPr>
                <w:color w:val="000000"/>
                <w:sz w:val="20"/>
                <w:lang w:eastAsia="lt-LT"/>
              </w:rPr>
              <w:t>pristatymo pagrindas;</w:t>
            </w:r>
          </w:p>
          <w:p w14:paraId="57738747" w14:textId="77777777" w:rsidR="00E9697F" w:rsidRPr="00804087" w:rsidRDefault="00E9697F" w:rsidP="007D0FF3">
            <w:pPr>
              <w:ind w:right="94"/>
              <w:rPr>
                <w:sz w:val="20"/>
                <w:lang w:eastAsia="lt-LT"/>
              </w:rPr>
            </w:pPr>
            <w:r w:rsidRPr="00804087">
              <w:rPr>
                <w:color w:val="000000"/>
                <w:sz w:val="20"/>
                <w:lang w:eastAsia="lt-LT"/>
              </w:rPr>
              <w:t>išleidimo data ir laikas;</w:t>
            </w:r>
          </w:p>
          <w:p w14:paraId="06198E2E" w14:textId="77777777" w:rsidR="00E9697F" w:rsidRPr="00804087" w:rsidRDefault="00E9697F" w:rsidP="007D0FF3">
            <w:pPr>
              <w:ind w:right="94"/>
              <w:rPr>
                <w:sz w:val="20"/>
                <w:lang w:eastAsia="lt-LT"/>
              </w:rPr>
            </w:pPr>
            <w:r w:rsidRPr="00804087">
              <w:rPr>
                <w:color w:val="000000"/>
                <w:sz w:val="20"/>
                <w:lang w:eastAsia="lt-LT"/>
              </w:rPr>
              <w:t>ikiteisminio tyrimo bylos (baudžiamosios bylos) numeris;</w:t>
            </w:r>
          </w:p>
          <w:p w14:paraId="1D7036F5" w14:textId="77777777" w:rsidR="00E9697F" w:rsidRPr="00804087" w:rsidRDefault="00E9697F" w:rsidP="007D0FF3">
            <w:pPr>
              <w:ind w:right="94"/>
              <w:rPr>
                <w:sz w:val="20"/>
                <w:lang w:eastAsia="lt-LT"/>
              </w:rPr>
            </w:pPr>
            <w:r w:rsidRPr="00804087">
              <w:rPr>
                <w:color w:val="000000"/>
                <w:sz w:val="20"/>
                <w:lang w:eastAsia="lt-LT"/>
              </w:rPr>
              <w:t>telefono ryšio numeris;</w:t>
            </w:r>
          </w:p>
          <w:p w14:paraId="74F909FA" w14:textId="77777777" w:rsidR="00E9697F" w:rsidRPr="00804087" w:rsidRDefault="00E9697F" w:rsidP="007D0FF3">
            <w:pPr>
              <w:ind w:right="94"/>
              <w:rPr>
                <w:sz w:val="20"/>
                <w:lang w:eastAsia="lt-LT"/>
              </w:rPr>
            </w:pPr>
            <w:r w:rsidRPr="00804087">
              <w:rPr>
                <w:color w:val="000000"/>
                <w:sz w:val="20"/>
                <w:lang w:eastAsia="lt-LT"/>
              </w:rPr>
              <w:t>pranešimo apie įtarimą įteikimo data;</w:t>
            </w:r>
          </w:p>
          <w:p w14:paraId="1100A5C6" w14:textId="77777777" w:rsidR="00E9697F" w:rsidRPr="00804087" w:rsidRDefault="00E9697F" w:rsidP="007D0FF3">
            <w:pPr>
              <w:ind w:right="94"/>
              <w:rPr>
                <w:sz w:val="20"/>
                <w:lang w:eastAsia="lt-LT"/>
              </w:rPr>
            </w:pPr>
            <w:r w:rsidRPr="00804087">
              <w:rPr>
                <w:color w:val="000000"/>
                <w:sz w:val="20"/>
                <w:lang w:eastAsia="lt-LT"/>
              </w:rPr>
              <w:t>paskirta kardomoji priemonė;</w:t>
            </w:r>
          </w:p>
          <w:p w14:paraId="60E44A69" w14:textId="77777777" w:rsidR="00E9697F" w:rsidRPr="00804087" w:rsidRDefault="00E9697F" w:rsidP="007D0FF3">
            <w:pPr>
              <w:ind w:right="94"/>
              <w:rPr>
                <w:sz w:val="20"/>
                <w:lang w:eastAsia="lt-LT"/>
              </w:rPr>
            </w:pPr>
            <w:r w:rsidRPr="00804087">
              <w:rPr>
                <w:color w:val="000000"/>
                <w:sz w:val="20"/>
                <w:lang w:eastAsia="lt-LT"/>
              </w:rPr>
              <w:t>faktinis sulaikymas:</w:t>
            </w:r>
          </w:p>
          <w:p w14:paraId="310781CD" w14:textId="77777777" w:rsidR="00E9697F" w:rsidRPr="00804087" w:rsidRDefault="00E9697F" w:rsidP="007D0FF3">
            <w:pPr>
              <w:ind w:right="94"/>
              <w:rPr>
                <w:sz w:val="20"/>
                <w:lang w:eastAsia="lt-LT"/>
              </w:rPr>
            </w:pPr>
            <w:r w:rsidRPr="00804087">
              <w:rPr>
                <w:color w:val="000000"/>
                <w:sz w:val="20"/>
                <w:lang w:eastAsia="lt-LT"/>
              </w:rPr>
              <w:t>sulaikymo data ir laikas;</w:t>
            </w:r>
          </w:p>
          <w:p w14:paraId="080B5F48" w14:textId="77777777" w:rsidR="00E9697F" w:rsidRPr="00804087" w:rsidRDefault="00E9697F" w:rsidP="007D0FF3">
            <w:pPr>
              <w:ind w:right="94"/>
              <w:rPr>
                <w:color w:val="000000"/>
                <w:sz w:val="20"/>
                <w:lang w:eastAsia="lt-LT"/>
              </w:rPr>
            </w:pPr>
            <w:r w:rsidRPr="00804087">
              <w:rPr>
                <w:color w:val="000000"/>
                <w:sz w:val="20"/>
                <w:lang w:eastAsia="lt-LT"/>
              </w:rPr>
              <w:t>paleidimo data ir laikas;</w:t>
            </w:r>
          </w:p>
          <w:p w14:paraId="3752FD69" w14:textId="77777777" w:rsidR="00E9697F" w:rsidRPr="00804087" w:rsidRDefault="00E9697F" w:rsidP="007D0FF3">
            <w:pPr>
              <w:ind w:right="94"/>
              <w:rPr>
                <w:bCs/>
                <w:sz w:val="20"/>
                <w:lang w:eastAsia="lt-LT"/>
              </w:rPr>
            </w:pPr>
            <w:r w:rsidRPr="00804087">
              <w:rPr>
                <w:bCs/>
                <w:sz w:val="20"/>
                <w:lang w:eastAsia="lt-LT"/>
              </w:rPr>
              <w:t>BK straipsnis, numatantis nusikalstamą veiką, dėl kurios padarymo asmeniui įteiktas pranešimas apie įtarimą padarius nusikalstamą veiką;</w:t>
            </w:r>
          </w:p>
          <w:p w14:paraId="05D07E17" w14:textId="77777777" w:rsidR="00E9697F" w:rsidRPr="00804087" w:rsidRDefault="00E9697F" w:rsidP="007D0FF3">
            <w:pPr>
              <w:ind w:right="94"/>
              <w:rPr>
                <w:sz w:val="20"/>
                <w:lang w:eastAsia="lt-LT"/>
              </w:rPr>
            </w:pPr>
            <w:r w:rsidRPr="00804087">
              <w:rPr>
                <w:bCs/>
                <w:color w:val="000000"/>
                <w:sz w:val="20"/>
                <w:lang w:eastAsia="lt-LT"/>
              </w:rPr>
              <w:t>ikiteisminio tyrimo metu</w:t>
            </w:r>
            <w:r w:rsidRPr="00804087">
              <w:rPr>
                <w:color w:val="000000"/>
                <w:sz w:val="20"/>
                <w:lang w:eastAsia="lt-LT"/>
              </w:rPr>
              <w:t xml:space="preserve"> gautų ir baudžiamojo proceso nustatyta tvarka užfiksuotų habitoskopinių duomenų skaitmeniniai dokumentai (liudytojų apklausos protokolai, kiti procesiniai dokumentai ir jų priedai – fotonuotraukos, vaizdo įrašai registre tvarkomi tik su ikiteisminiam tyrimui vadovaujančio prokuroro leidimu);</w:t>
            </w:r>
          </w:p>
          <w:p w14:paraId="2A81DCC6" w14:textId="77777777" w:rsidR="00E9697F" w:rsidRPr="00804087" w:rsidRDefault="00E9697F" w:rsidP="007D0FF3">
            <w:pPr>
              <w:tabs>
                <w:tab w:val="left" w:pos="3955"/>
              </w:tabs>
              <w:ind w:right="94"/>
              <w:rPr>
                <w:sz w:val="20"/>
                <w:lang w:eastAsia="lt-LT"/>
              </w:rPr>
            </w:pPr>
            <w:r w:rsidRPr="00804087">
              <w:rPr>
                <w:color w:val="000000"/>
                <w:sz w:val="20"/>
                <w:lang w:eastAsia="lt-LT"/>
              </w:rPr>
              <w:t>tyrimą atliekanti ikiteisminio tyrimo įstaiga.</w:t>
            </w:r>
          </w:p>
          <w:p w14:paraId="52FF560B" w14:textId="77777777" w:rsidR="00E9697F" w:rsidRPr="00804087" w:rsidRDefault="00E9697F" w:rsidP="007D0FF3">
            <w:pPr>
              <w:ind w:hanging="14"/>
              <w:rPr>
                <w:b/>
                <w:bCs/>
                <w:color w:val="000000"/>
                <w:sz w:val="20"/>
                <w:lang w:eastAsia="lt-LT"/>
              </w:rPr>
            </w:pPr>
            <w:r w:rsidRPr="00804087">
              <w:rPr>
                <w:b/>
                <w:bCs/>
                <w:color w:val="000000"/>
                <w:sz w:val="20"/>
                <w:lang w:eastAsia="lt-LT"/>
              </w:rPr>
              <w:t>Teistų asmenų, Lietuvos Respublikoje atlikusių teismo nuosprendžiu paskirtą</w:t>
            </w:r>
            <w:r w:rsidRPr="00804087">
              <w:rPr>
                <w:color w:val="000000"/>
                <w:sz w:val="20"/>
                <w:lang w:eastAsia="lt-LT"/>
              </w:rPr>
              <w:t xml:space="preserve"> </w:t>
            </w:r>
            <w:r w:rsidRPr="00804087">
              <w:rPr>
                <w:b/>
                <w:bCs/>
                <w:color w:val="000000"/>
                <w:sz w:val="20"/>
                <w:lang w:eastAsia="lt-LT"/>
              </w:rPr>
              <w:t>arešto ar terminuoto laisvės atėmimo bausmę, duomenys:</w:t>
            </w:r>
          </w:p>
          <w:p w14:paraId="2894D417" w14:textId="77777777" w:rsidR="00E9697F" w:rsidRPr="00804087" w:rsidRDefault="00E9697F" w:rsidP="007D0FF3">
            <w:pPr>
              <w:tabs>
                <w:tab w:val="left" w:pos="9072"/>
                <w:tab w:val="left" w:pos="9214"/>
              </w:tabs>
              <w:ind w:hanging="14"/>
              <w:rPr>
                <w:sz w:val="20"/>
                <w:lang w:eastAsia="lt-LT"/>
              </w:rPr>
            </w:pPr>
            <w:r w:rsidRPr="00804087">
              <w:rPr>
                <w:color w:val="000000"/>
                <w:sz w:val="20"/>
                <w:lang w:eastAsia="lt-LT"/>
              </w:rPr>
              <w:t>registro objekto identifikavimo kodas, kuriamas programiniu būdu;</w:t>
            </w:r>
          </w:p>
          <w:p w14:paraId="70994600" w14:textId="77777777" w:rsidR="00E9697F" w:rsidRPr="00804087" w:rsidRDefault="00E9697F" w:rsidP="007D0FF3">
            <w:pPr>
              <w:tabs>
                <w:tab w:val="left" w:pos="9072"/>
                <w:tab w:val="left" w:pos="9214"/>
              </w:tabs>
              <w:ind w:hanging="14"/>
              <w:rPr>
                <w:sz w:val="20"/>
                <w:lang w:eastAsia="lt-LT"/>
              </w:rPr>
            </w:pPr>
            <w:r w:rsidRPr="00804087">
              <w:rPr>
                <w:color w:val="000000"/>
                <w:sz w:val="20"/>
                <w:lang w:eastAsia="lt-LT"/>
              </w:rPr>
              <w:t>registro objekto įregistravimo, išregistravimo datos, duomenų įrašymo ir keitimo datos;</w:t>
            </w:r>
          </w:p>
          <w:p w14:paraId="431F716D" w14:textId="77777777" w:rsidR="00E9697F" w:rsidRPr="00804087" w:rsidRDefault="00E9697F" w:rsidP="007D0FF3">
            <w:pPr>
              <w:tabs>
                <w:tab w:val="left" w:pos="9072"/>
                <w:tab w:val="left" w:pos="9214"/>
              </w:tabs>
              <w:ind w:hanging="14"/>
              <w:rPr>
                <w:sz w:val="20"/>
                <w:lang w:eastAsia="lt-LT"/>
              </w:rPr>
            </w:pPr>
            <w:r w:rsidRPr="00804087">
              <w:rPr>
                <w:color w:val="000000"/>
                <w:sz w:val="20"/>
                <w:lang w:eastAsia="lt-LT"/>
              </w:rPr>
              <w:t>daktiloskopinės kortelės nuoroda Daktiloskopinių duomenų registre;</w:t>
            </w:r>
          </w:p>
          <w:p w14:paraId="284F2D27" w14:textId="77777777" w:rsidR="00E9697F" w:rsidRPr="00804087" w:rsidRDefault="00E9697F" w:rsidP="007D0FF3">
            <w:pPr>
              <w:tabs>
                <w:tab w:val="left" w:pos="9072"/>
                <w:tab w:val="left" w:pos="9214"/>
              </w:tabs>
              <w:ind w:hanging="14"/>
              <w:rPr>
                <w:sz w:val="20"/>
                <w:lang w:eastAsia="lt-LT"/>
              </w:rPr>
            </w:pPr>
            <w:r w:rsidRPr="00804087">
              <w:rPr>
                <w:color w:val="000000"/>
                <w:sz w:val="20"/>
                <w:lang w:eastAsia="lt-LT"/>
              </w:rPr>
              <w:t>DNR analitės (genotipo) nuoroda DNR duomenų registre;</w:t>
            </w:r>
          </w:p>
          <w:p w14:paraId="008400BF" w14:textId="77777777" w:rsidR="00E9697F" w:rsidRPr="00804087" w:rsidRDefault="00E9697F" w:rsidP="007D0FF3">
            <w:pPr>
              <w:tabs>
                <w:tab w:val="left" w:pos="9072"/>
                <w:tab w:val="left" w:pos="9214"/>
              </w:tabs>
              <w:ind w:hanging="14"/>
              <w:rPr>
                <w:sz w:val="20"/>
                <w:lang w:eastAsia="lt-LT"/>
              </w:rPr>
            </w:pPr>
            <w:r w:rsidRPr="00804087">
              <w:rPr>
                <w:color w:val="000000"/>
                <w:sz w:val="20"/>
                <w:lang w:eastAsia="lt-LT"/>
              </w:rPr>
              <w:t>registro duomenis įrašiusio darbuotojo (pareigūno) vardas, pavardė, pareigos, telefono ryšio numeris, elektroninis paštas, įstaigos, kurioje dirba darbuotojas (tarnauja pareigūnas), pavadinimas.</w:t>
            </w:r>
          </w:p>
          <w:p w14:paraId="631D4F1D" w14:textId="77777777" w:rsidR="00E9697F" w:rsidRPr="00804087" w:rsidRDefault="00E9697F" w:rsidP="007D0FF3">
            <w:pPr>
              <w:tabs>
                <w:tab w:val="left" w:pos="8222"/>
                <w:tab w:val="left" w:pos="9072"/>
              </w:tabs>
              <w:ind w:hanging="14"/>
              <w:rPr>
                <w:sz w:val="20"/>
                <w:lang w:eastAsia="lt-LT"/>
              </w:rPr>
            </w:pPr>
            <w:r w:rsidRPr="00804087">
              <w:rPr>
                <w:color w:val="000000"/>
                <w:sz w:val="20"/>
                <w:lang w:eastAsia="lt-LT"/>
              </w:rPr>
              <w:t>asmens kodas, (jei jis suteiktas Lietuvos Respublikos gyventojų registro įstatymo nustatyta tvarka;</w:t>
            </w:r>
          </w:p>
          <w:p w14:paraId="7671006C" w14:textId="77777777" w:rsidR="00E9697F" w:rsidRPr="00804087" w:rsidRDefault="00E9697F" w:rsidP="007D0FF3">
            <w:pPr>
              <w:tabs>
                <w:tab w:val="left" w:pos="9214"/>
              </w:tabs>
              <w:ind w:right="974" w:hanging="14"/>
              <w:rPr>
                <w:sz w:val="20"/>
                <w:lang w:eastAsia="lt-LT"/>
              </w:rPr>
            </w:pPr>
            <w:r w:rsidRPr="00804087">
              <w:rPr>
                <w:color w:val="000000"/>
                <w:sz w:val="20"/>
                <w:lang w:eastAsia="lt-LT"/>
              </w:rPr>
              <w:t>pavardė (pavardės);</w:t>
            </w:r>
          </w:p>
          <w:p w14:paraId="682A2252" w14:textId="77777777" w:rsidR="00E9697F" w:rsidRPr="00804087" w:rsidRDefault="00E9697F" w:rsidP="007D0FF3">
            <w:pPr>
              <w:tabs>
                <w:tab w:val="left" w:pos="9214"/>
              </w:tabs>
              <w:ind w:right="974" w:hanging="14"/>
              <w:rPr>
                <w:sz w:val="20"/>
                <w:lang w:eastAsia="lt-LT"/>
              </w:rPr>
            </w:pPr>
            <w:r w:rsidRPr="00804087">
              <w:rPr>
                <w:color w:val="000000"/>
                <w:sz w:val="20"/>
                <w:lang w:eastAsia="lt-LT"/>
              </w:rPr>
              <w:t>pilietybė;</w:t>
            </w:r>
          </w:p>
          <w:p w14:paraId="3373A3FE" w14:textId="77777777" w:rsidR="00E9697F" w:rsidRPr="00804087" w:rsidRDefault="00E9697F" w:rsidP="007D0FF3">
            <w:pPr>
              <w:tabs>
                <w:tab w:val="left" w:pos="9214"/>
              </w:tabs>
              <w:ind w:hanging="14"/>
              <w:rPr>
                <w:sz w:val="20"/>
                <w:lang w:eastAsia="lt-LT"/>
              </w:rPr>
            </w:pPr>
            <w:r w:rsidRPr="00804087">
              <w:rPr>
                <w:color w:val="000000"/>
                <w:sz w:val="20"/>
                <w:lang w:eastAsia="lt-LT"/>
              </w:rPr>
              <w:t>asmens tapatybę patvirtinančio dokumento rūšis, šį dokumentą išdavusios valstybės kodas ir pavadinimas, šio dokumento serija ir numeris, šį dokumentą išdavusios įstaigos kodas ir pavadinimas, jo išdavimo data, data, iki kurios galioja šis dokumentas, šio dokumento galiojimo / negaliojimo būsena;</w:t>
            </w:r>
          </w:p>
          <w:p w14:paraId="766718F1" w14:textId="77777777" w:rsidR="00E9697F" w:rsidRPr="00804087" w:rsidRDefault="00E9697F" w:rsidP="007D0FF3">
            <w:pPr>
              <w:tabs>
                <w:tab w:val="left" w:pos="9214"/>
              </w:tabs>
              <w:ind w:hanging="14"/>
              <w:rPr>
                <w:sz w:val="20"/>
                <w:lang w:eastAsia="lt-LT"/>
              </w:rPr>
            </w:pPr>
            <w:r w:rsidRPr="00804087">
              <w:rPr>
                <w:color w:val="000000"/>
                <w:sz w:val="20"/>
                <w:lang w:eastAsia="lt-LT"/>
              </w:rPr>
              <w:t>lytis;</w:t>
            </w:r>
          </w:p>
          <w:p w14:paraId="6C34D54D" w14:textId="77777777" w:rsidR="00E9697F" w:rsidRPr="00804087" w:rsidRDefault="00E9697F" w:rsidP="007D0FF3">
            <w:pPr>
              <w:ind w:hanging="14"/>
              <w:rPr>
                <w:sz w:val="20"/>
                <w:lang w:eastAsia="lt-LT"/>
              </w:rPr>
            </w:pPr>
            <w:r w:rsidRPr="00804087">
              <w:rPr>
                <w:color w:val="000000"/>
                <w:sz w:val="20"/>
                <w:lang w:eastAsia="lt-LT"/>
              </w:rPr>
              <w:t>gimimo data;</w:t>
            </w:r>
          </w:p>
          <w:p w14:paraId="41E7DFA3" w14:textId="77777777" w:rsidR="00E9697F" w:rsidRPr="00804087" w:rsidRDefault="00E9697F" w:rsidP="007D0FF3">
            <w:pPr>
              <w:ind w:hanging="14"/>
              <w:rPr>
                <w:sz w:val="20"/>
                <w:lang w:eastAsia="lt-LT"/>
              </w:rPr>
            </w:pPr>
            <w:r w:rsidRPr="00804087">
              <w:rPr>
                <w:color w:val="000000"/>
                <w:sz w:val="20"/>
                <w:lang w:eastAsia="lt-LT"/>
              </w:rPr>
              <w:t>gimimo vieta;</w:t>
            </w:r>
          </w:p>
          <w:p w14:paraId="777B4302" w14:textId="77777777" w:rsidR="00E9697F" w:rsidRPr="00804087" w:rsidRDefault="00E9697F" w:rsidP="007D0FF3">
            <w:pPr>
              <w:ind w:hanging="14"/>
              <w:rPr>
                <w:sz w:val="20"/>
                <w:lang w:eastAsia="lt-LT"/>
              </w:rPr>
            </w:pPr>
            <w:r w:rsidRPr="00804087">
              <w:rPr>
                <w:color w:val="000000"/>
                <w:sz w:val="20"/>
                <w:lang w:eastAsia="lt-LT"/>
              </w:rPr>
              <w:t>mirties data;</w:t>
            </w:r>
          </w:p>
          <w:p w14:paraId="4EC698EA" w14:textId="77777777" w:rsidR="00E9697F" w:rsidRPr="00804087" w:rsidRDefault="00E9697F" w:rsidP="007D0FF3">
            <w:pPr>
              <w:ind w:hanging="14"/>
              <w:rPr>
                <w:sz w:val="20"/>
                <w:lang w:eastAsia="lt-LT"/>
              </w:rPr>
            </w:pPr>
            <w:r w:rsidRPr="00804087">
              <w:rPr>
                <w:color w:val="000000"/>
                <w:sz w:val="20"/>
                <w:lang w:eastAsia="lt-LT"/>
              </w:rPr>
              <w:t xml:space="preserve">gyvenamoji vieta </w:t>
            </w:r>
            <w:r w:rsidRPr="00804087">
              <w:rPr>
                <w:bCs/>
                <w:color w:val="000000"/>
                <w:sz w:val="20"/>
                <w:lang w:eastAsia="lt-LT"/>
              </w:rPr>
              <w:t>(adresas),</w:t>
            </w:r>
            <w:r w:rsidRPr="00804087">
              <w:rPr>
                <w:color w:val="000000"/>
                <w:sz w:val="20"/>
                <w:lang w:eastAsia="lt-LT"/>
              </w:rPr>
              <w:t xml:space="preserve"> o jeigu neturi gyvenamosios vietos ir yra įtrauktas į gyvenamosios vietos neturinčių asmenų apskaitą, – savivaldybė, kurioje gyvena;</w:t>
            </w:r>
          </w:p>
          <w:p w14:paraId="33E52625" w14:textId="77777777" w:rsidR="00E9697F" w:rsidRPr="00804087" w:rsidRDefault="00E9697F" w:rsidP="007D0FF3">
            <w:pPr>
              <w:ind w:hanging="14"/>
              <w:rPr>
                <w:sz w:val="20"/>
                <w:lang w:eastAsia="lt-LT"/>
              </w:rPr>
            </w:pPr>
            <w:r w:rsidRPr="00804087">
              <w:rPr>
                <w:color w:val="000000"/>
                <w:sz w:val="20"/>
                <w:lang w:eastAsia="lt-LT"/>
              </w:rPr>
              <w:t>skaitmeninis veido atvaizdas:</w:t>
            </w:r>
          </w:p>
          <w:p w14:paraId="78F52ACF" w14:textId="77777777" w:rsidR="00E9697F" w:rsidRPr="00804087" w:rsidRDefault="00E9697F" w:rsidP="007D0FF3">
            <w:pPr>
              <w:ind w:hanging="14"/>
              <w:rPr>
                <w:sz w:val="20"/>
                <w:lang w:eastAsia="lt-LT"/>
              </w:rPr>
            </w:pPr>
            <w:r w:rsidRPr="00804087">
              <w:rPr>
                <w:color w:val="000000"/>
                <w:sz w:val="20"/>
                <w:lang w:eastAsia="lt-LT"/>
              </w:rPr>
              <w:t>veido skaitmeninio atvaizdo padarymo data;</w:t>
            </w:r>
          </w:p>
          <w:p w14:paraId="70785170" w14:textId="77777777" w:rsidR="00E9697F" w:rsidRPr="00804087" w:rsidRDefault="00E9697F" w:rsidP="007D0FF3">
            <w:pPr>
              <w:ind w:hanging="14"/>
              <w:rPr>
                <w:sz w:val="20"/>
                <w:lang w:eastAsia="lt-LT"/>
              </w:rPr>
            </w:pPr>
            <w:r w:rsidRPr="00804087">
              <w:rPr>
                <w:color w:val="000000"/>
                <w:sz w:val="20"/>
                <w:lang w:eastAsia="lt-LT"/>
              </w:rPr>
              <w:t>pagrindinės žymės:</w:t>
            </w:r>
          </w:p>
          <w:p w14:paraId="52D93AD6" w14:textId="77777777" w:rsidR="00E9697F" w:rsidRPr="00804087" w:rsidRDefault="00E9697F" w:rsidP="007D0FF3">
            <w:pPr>
              <w:ind w:hanging="14"/>
              <w:rPr>
                <w:sz w:val="20"/>
                <w:lang w:eastAsia="lt-LT"/>
              </w:rPr>
            </w:pPr>
            <w:r w:rsidRPr="00804087">
              <w:rPr>
                <w:color w:val="000000"/>
                <w:sz w:val="20"/>
                <w:lang w:eastAsia="lt-LT"/>
              </w:rPr>
              <w:t>amžius pagal išvaizdą;</w:t>
            </w:r>
          </w:p>
          <w:p w14:paraId="72B2F509" w14:textId="77777777" w:rsidR="00E9697F" w:rsidRPr="00804087" w:rsidRDefault="00E9697F" w:rsidP="007D0FF3">
            <w:pPr>
              <w:ind w:right="566" w:hanging="14"/>
              <w:rPr>
                <w:sz w:val="20"/>
                <w:lang w:eastAsia="lt-LT"/>
              </w:rPr>
            </w:pPr>
            <w:r w:rsidRPr="00804087">
              <w:rPr>
                <w:color w:val="000000"/>
                <w:sz w:val="20"/>
                <w:lang w:eastAsia="lt-LT"/>
              </w:rPr>
              <w:t>ūgis/lavono ilgis;</w:t>
            </w:r>
          </w:p>
          <w:p w14:paraId="566F5D8B" w14:textId="77777777" w:rsidR="00E9697F" w:rsidRPr="00804087" w:rsidRDefault="00E9697F" w:rsidP="007D0FF3">
            <w:pPr>
              <w:ind w:right="566" w:hanging="14"/>
              <w:rPr>
                <w:sz w:val="20"/>
                <w:lang w:eastAsia="lt-LT"/>
              </w:rPr>
            </w:pPr>
            <w:r w:rsidRPr="00804087">
              <w:rPr>
                <w:color w:val="000000"/>
                <w:sz w:val="20"/>
                <w:lang w:eastAsia="lt-LT"/>
              </w:rPr>
              <w:lastRenderedPageBreak/>
              <w:t>kūno sudėjimas;</w:t>
            </w:r>
          </w:p>
          <w:p w14:paraId="09648055" w14:textId="77777777" w:rsidR="00E9697F" w:rsidRPr="00804087" w:rsidRDefault="00E9697F" w:rsidP="007D0FF3">
            <w:pPr>
              <w:ind w:right="566" w:hanging="14"/>
              <w:rPr>
                <w:sz w:val="20"/>
                <w:lang w:eastAsia="lt-LT"/>
              </w:rPr>
            </w:pPr>
            <w:r w:rsidRPr="00804087">
              <w:rPr>
                <w:color w:val="000000"/>
                <w:sz w:val="20"/>
                <w:lang w:eastAsia="lt-LT"/>
              </w:rPr>
              <w:t>galva (dydis, forma);</w:t>
            </w:r>
          </w:p>
          <w:p w14:paraId="6F9BE064" w14:textId="77777777" w:rsidR="00E9697F" w:rsidRPr="00804087" w:rsidRDefault="00E9697F" w:rsidP="007D0FF3">
            <w:pPr>
              <w:ind w:right="566" w:hanging="14"/>
              <w:rPr>
                <w:sz w:val="20"/>
                <w:lang w:eastAsia="lt-LT"/>
              </w:rPr>
            </w:pPr>
            <w:r w:rsidRPr="00804087">
              <w:rPr>
                <w:color w:val="000000"/>
                <w:sz w:val="20"/>
                <w:lang w:eastAsia="lt-LT"/>
              </w:rPr>
              <w:t>plaukai (spalva, šukuosena);</w:t>
            </w:r>
          </w:p>
          <w:p w14:paraId="49FC6047" w14:textId="77777777" w:rsidR="00E9697F" w:rsidRPr="00804087" w:rsidRDefault="00E9697F" w:rsidP="007D0FF3">
            <w:pPr>
              <w:ind w:right="566" w:hanging="14"/>
              <w:rPr>
                <w:sz w:val="20"/>
                <w:lang w:eastAsia="lt-LT"/>
              </w:rPr>
            </w:pPr>
            <w:r w:rsidRPr="00804087">
              <w:rPr>
                <w:color w:val="000000"/>
                <w:sz w:val="20"/>
                <w:lang w:eastAsia="lt-LT"/>
              </w:rPr>
              <w:t>veidas (veido forma, veido spalva, veido plaukai);</w:t>
            </w:r>
          </w:p>
          <w:p w14:paraId="720658AF" w14:textId="77777777" w:rsidR="00E9697F" w:rsidRPr="00804087" w:rsidRDefault="00E9697F" w:rsidP="007D0FF3">
            <w:pPr>
              <w:ind w:right="566" w:hanging="14"/>
              <w:rPr>
                <w:sz w:val="20"/>
                <w:lang w:eastAsia="lt-LT"/>
              </w:rPr>
            </w:pPr>
            <w:r w:rsidRPr="00804087">
              <w:rPr>
                <w:color w:val="000000"/>
                <w:sz w:val="20"/>
                <w:lang w:eastAsia="lt-LT"/>
              </w:rPr>
              <w:t>kakta (aukštis, plotis, nuolinkis);</w:t>
            </w:r>
          </w:p>
          <w:p w14:paraId="78852A0E" w14:textId="77777777" w:rsidR="00E9697F" w:rsidRPr="00804087" w:rsidRDefault="00E9697F" w:rsidP="007D0FF3">
            <w:pPr>
              <w:ind w:right="566" w:hanging="14"/>
              <w:rPr>
                <w:sz w:val="20"/>
                <w:lang w:eastAsia="lt-LT"/>
              </w:rPr>
            </w:pPr>
            <w:r w:rsidRPr="00804087">
              <w:rPr>
                <w:color w:val="000000"/>
                <w:sz w:val="20"/>
                <w:lang w:eastAsia="lt-LT"/>
              </w:rPr>
              <w:t>antakiai (forma, spalva, plotis);</w:t>
            </w:r>
          </w:p>
          <w:p w14:paraId="27AB5E4A" w14:textId="77777777" w:rsidR="00E9697F" w:rsidRPr="00804087" w:rsidRDefault="00E9697F" w:rsidP="007D0FF3">
            <w:pPr>
              <w:ind w:right="566" w:hanging="14"/>
              <w:rPr>
                <w:sz w:val="20"/>
                <w:lang w:eastAsia="lt-LT"/>
              </w:rPr>
            </w:pPr>
            <w:r w:rsidRPr="00804087">
              <w:rPr>
                <w:color w:val="000000"/>
                <w:sz w:val="20"/>
                <w:lang w:eastAsia="lt-LT"/>
              </w:rPr>
              <w:t>akys (tipas, spalva);</w:t>
            </w:r>
          </w:p>
          <w:p w14:paraId="744CF274" w14:textId="77777777" w:rsidR="00E9697F" w:rsidRPr="00804087" w:rsidRDefault="00E9697F" w:rsidP="007D0FF3">
            <w:pPr>
              <w:ind w:right="566" w:hanging="14"/>
              <w:rPr>
                <w:sz w:val="20"/>
                <w:lang w:eastAsia="lt-LT"/>
              </w:rPr>
            </w:pPr>
            <w:r w:rsidRPr="00804087">
              <w:rPr>
                <w:color w:val="000000"/>
                <w:sz w:val="20"/>
                <w:lang w:eastAsia="lt-LT"/>
              </w:rPr>
              <w:t>nosis (dydis, forma);</w:t>
            </w:r>
          </w:p>
          <w:p w14:paraId="46FE4779" w14:textId="77777777" w:rsidR="00E9697F" w:rsidRPr="00804087" w:rsidRDefault="00E9697F" w:rsidP="007D0FF3">
            <w:pPr>
              <w:ind w:right="1332" w:hanging="14"/>
              <w:rPr>
                <w:sz w:val="20"/>
                <w:lang w:eastAsia="lt-LT"/>
              </w:rPr>
            </w:pPr>
            <w:r w:rsidRPr="00804087">
              <w:rPr>
                <w:color w:val="000000"/>
                <w:sz w:val="20"/>
                <w:lang w:eastAsia="lt-LT"/>
              </w:rPr>
              <w:t>burna (dydis, kampų padėtis);</w:t>
            </w:r>
          </w:p>
          <w:p w14:paraId="2408C633" w14:textId="77777777" w:rsidR="00E9697F" w:rsidRPr="00804087" w:rsidRDefault="00E9697F" w:rsidP="007D0FF3">
            <w:pPr>
              <w:ind w:right="1332"/>
              <w:rPr>
                <w:sz w:val="20"/>
                <w:lang w:eastAsia="lt-LT"/>
              </w:rPr>
            </w:pPr>
            <w:r w:rsidRPr="00804087">
              <w:rPr>
                <w:color w:val="000000"/>
                <w:sz w:val="20"/>
                <w:lang w:eastAsia="lt-LT"/>
              </w:rPr>
              <w:t>lūpos;</w:t>
            </w:r>
          </w:p>
          <w:p w14:paraId="7FA852D0" w14:textId="77777777" w:rsidR="00E9697F" w:rsidRPr="00804087" w:rsidRDefault="00E9697F" w:rsidP="007D0FF3">
            <w:pPr>
              <w:ind w:right="1332"/>
              <w:rPr>
                <w:sz w:val="20"/>
                <w:lang w:eastAsia="lt-LT"/>
              </w:rPr>
            </w:pPr>
            <w:r w:rsidRPr="00804087">
              <w:rPr>
                <w:color w:val="000000"/>
                <w:sz w:val="20"/>
                <w:lang w:eastAsia="lt-LT"/>
              </w:rPr>
              <w:t>smakras (dydis, forma);</w:t>
            </w:r>
          </w:p>
          <w:p w14:paraId="777DEFEB" w14:textId="77777777" w:rsidR="00E9697F" w:rsidRPr="00804087" w:rsidRDefault="00E9697F" w:rsidP="007D0FF3">
            <w:pPr>
              <w:ind w:right="1332"/>
              <w:rPr>
                <w:sz w:val="20"/>
                <w:lang w:eastAsia="lt-LT"/>
              </w:rPr>
            </w:pPr>
            <w:r w:rsidRPr="00804087">
              <w:rPr>
                <w:color w:val="000000"/>
                <w:sz w:val="20"/>
                <w:lang w:eastAsia="lt-LT"/>
              </w:rPr>
              <w:t>ausys (dydis, forma);</w:t>
            </w:r>
          </w:p>
          <w:p w14:paraId="3569FC0A" w14:textId="77777777" w:rsidR="00E9697F" w:rsidRPr="00804087" w:rsidRDefault="00E9697F" w:rsidP="007D0FF3">
            <w:pPr>
              <w:ind w:right="1332"/>
              <w:rPr>
                <w:sz w:val="20"/>
                <w:lang w:eastAsia="lt-LT"/>
              </w:rPr>
            </w:pPr>
            <w:r w:rsidRPr="00804087">
              <w:rPr>
                <w:color w:val="000000"/>
                <w:sz w:val="20"/>
                <w:lang w:eastAsia="lt-LT"/>
              </w:rPr>
              <w:t>eisenos aprašymas;</w:t>
            </w:r>
          </w:p>
          <w:p w14:paraId="3DF6D43D" w14:textId="77777777" w:rsidR="00E9697F" w:rsidRPr="00804087" w:rsidRDefault="00E9697F" w:rsidP="007D0FF3">
            <w:pPr>
              <w:ind w:right="1332"/>
              <w:rPr>
                <w:sz w:val="20"/>
                <w:lang w:eastAsia="lt-LT"/>
              </w:rPr>
            </w:pPr>
            <w:r w:rsidRPr="00804087">
              <w:rPr>
                <w:color w:val="000000"/>
                <w:sz w:val="20"/>
                <w:lang w:eastAsia="lt-LT"/>
              </w:rPr>
              <w:t>odos spalva;</w:t>
            </w:r>
          </w:p>
          <w:p w14:paraId="41390260" w14:textId="77777777" w:rsidR="00E9697F" w:rsidRPr="00804087" w:rsidRDefault="00E9697F" w:rsidP="007D0FF3">
            <w:pPr>
              <w:ind w:right="1332"/>
              <w:rPr>
                <w:sz w:val="20"/>
                <w:lang w:eastAsia="lt-LT"/>
              </w:rPr>
            </w:pPr>
            <w:r w:rsidRPr="00804087">
              <w:rPr>
                <w:color w:val="000000"/>
                <w:sz w:val="20"/>
                <w:lang w:eastAsia="lt-LT"/>
              </w:rPr>
              <w:t>auskarų įvėrimo vietos;</w:t>
            </w:r>
          </w:p>
          <w:p w14:paraId="431CEB06" w14:textId="77777777" w:rsidR="00E9697F" w:rsidRPr="00804087" w:rsidRDefault="00E9697F" w:rsidP="007D0FF3">
            <w:pPr>
              <w:ind w:right="1332"/>
              <w:rPr>
                <w:sz w:val="20"/>
                <w:lang w:eastAsia="lt-LT"/>
              </w:rPr>
            </w:pPr>
            <w:r w:rsidRPr="00804087">
              <w:rPr>
                <w:color w:val="000000"/>
                <w:sz w:val="20"/>
                <w:lang w:eastAsia="lt-LT"/>
              </w:rPr>
              <w:t>operacijų, traumų žymės (vieta, aprašymas):</w:t>
            </w:r>
          </w:p>
          <w:p w14:paraId="47713054" w14:textId="77777777" w:rsidR="00E9697F" w:rsidRPr="00804087" w:rsidRDefault="00E9697F" w:rsidP="007D0FF3">
            <w:pPr>
              <w:ind w:right="566"/>
              <w:rPr>
                <w:sz w:val="20"/>
                <w:lang w:eastAsia="lt-LT"/>
              </w:rPr>
            </w:pPr>
            <w:r w:rsidRPr="00804087">
              <w:rPr>
                <w:color w:val="000000"/>
                <w:sz w:val="20"/>
                <w:lang w:eastAsia="lt-LT"/>
              </w:rPr>
              <w:t>randai;</w:t>
            </w:r>
          </w:p>
          <w:p w14:paraId="5C57D69D" w14:textId="77777777" w:rsidR="00E9697F" w:rsidRPr="00804087" w:rsidRDefault="00E9697F" w:rsidP="007D0FF3">
            <w:pPr>
              <w:ind w:right="566"/>
              <w:rPr>
                <w:sz w:val="20"/>
                <w:lang w:eastAsia="lt-LT"/>
              </w:rPr>
            </w:pPr>
            <w:r w:rsidRPr="00804087">
              <w:rPr>
                <w:color w:val="000000"/>
                <w:sz w:val="20"/>
                <w:lang w:eastAsia="lt-LT"/>
              </w:rPr>
              <w:t>siūlės;</w:t>
            </w:r>
          </w:p>
          <w:p w14:paraId="30D1258B" w14:textId="77777777" w:rsidR="00E9697F" w:rsidRPr="00804087" w:rsidRDefault="00E9697F" w:rsidP="007D0FF3">
            <w:pPr>
              <w:ind w:right="566"/>
              <w:rPr>
                <w:sz w:val="20"/>
                <w:lang w:eastAsia="lt-LT"/>
              </w:rPr>
            </w:pPr>
            <w:r w:rsidRPr="00804087">
              <w:rPr>
                <w:color w:val="000000"/>
                <w:sz w:val="20"/>
                <w:lang w:eastAsia="lt-LT"/>
              </w:rPr>
              <w:t>deformuota kūno dalis (-ys) (vieta, aprašymas);</w:t>
            </w:r>
          </w:p>
          <w:p w14:paraId="629A1D89" w14:textId="77777777" w:rsidR="00E9697F" w:rsidRPr="00804087" w:rsidRDefault="00E9697F" w:rsidP="007D0FF3">
            <w:pPr>
              <w:ind w:right="30"/>
              <w:rPr>
                <w:sz w:val="20"/>
                <w:lang w:eastAsia="lt-LT"/>
              </w:rPr>
            </w:pPr>
            <w:r w:rsidRPr="00804087">
              <w:rPr>
                <w:color w:val="000000"/>
                <w:sz w:val="20"/>
                <w:lang w:eastAsia="lt-LT"/>
              </w:rPr>
              <w:t>amputacijos (vieta, aprašymas);</w:t>
            </w:r>
          </w:p>
          <w:p w14:paraId="4D6BFB04" w14:textId="77777777" w:rsidR="00E9697F" w:rsidRPr="00804087" w:rsidRDefault="00E9697F" w:rsidP="007D0FF3">
            <w:pPr>
              <w:ind w:right="30"/>
              <w:rPr>
                <w:sz w:val="20"/>
                <w:lang w:eastAsia="lt-LT"/>
              </w:rPr>
            </w:pPr>
            <w:r w:rsidRPr="00804087">
              <w:rPr>
                <w:color w:val="000000"/>
                <w:sz w:val="20"/>
                <w:lang w:eastAsia="lt-LT"/>
              </w:rPr>
              <w:t>fiziniai trūkumai, vystymosi anomalijos ir kiti defektai (vieta, aprašymas);</w:t>
            </w:r>
          </w:p>
          <w:p w14:paraId="4289B806" w14:textId="77777777" w:rsidR="00E9697F" w:rsidRPr="00804087" w:rsidRDefault="00E9697F" w:rsidP="007D0FF3">
            <w:pPr>
              <w:ind w:right="30"/>
              <w:rPr>
                <w:sz w:val="20"/>
                <w:lang w:eastAsia="lt-LT"/>
              </w:rPr>
            </w:pPr>
            <w:r w:rsidRPr="00804087">
              <w:rPr>
                <w:color w:val="000000"/>
                <w:sz w:val="20"/>
                <w:lang w:eastAsia="lt-LT"/>
              </w:rPr>
              <w:t>pagrindinių žymių skaitmeniniai atvaizdai (skaitmeninių atvaizdų padarymo data, aprašymas);</w:t>
            </w:r>
          </w:p>
          <w:p w14:paraId="3865836A" w14:textId="77777777" w:rsidR="00E9697F" w:rsidRPr="00804087" w:rsidRDefault="00E9697F" w:rsidP="007D0FF3">
            <w:pPr>
              <w:ind w:right="30"/>
              <w:rPr>
                <w:sz w:val="20"/>
                <w:lang w:eastAsia="lt-LT"/>
              </w:rPr>
            </w:pPr>
            <w:r w:rsidRPr="00804087">
              <w:rPr>
                <w:color w:val="000000"/>
                <w:sz w:val="20"/>
                <w:lang w:eastAsia="lt-LT"/>
              </w:rPr>
              <w:t>tatuiruotė (-ės) (tipas, vieta, aprašymas);</w:t>
            </w:r>
          </w:p>
          <w:p w14:paraId="296F4D0E" w14:textId="77777777" w:rsidR="00E9697F" w:rsidRPr="00804087" w:rsidRDefault="00E9697F" w:rsidP="007D0FF3">
            <w:pPr>
              <w:ind w:right="30"/>
              <w:rPr>
                <w:sz w:val="20"/>
                <w:lang w:eastAsia="lt-LT"/>
              </w:rPr>
            </w:pPr>
            <w:r w:rsidRPr="00804087">
              <w:rPr>
                <w:color w:val="000000"/>
                <w:sz w:val="20"/>
                <w:lang w:eastAsia="lt-LT"/>
              </w:rPr>
              <w:t>protezai (vieta, aprašymas);</w:t>
            </w:r>
          </w:p>
          <w:p w14:paraId="2DEBD9DE" w14:textId="77777777" w:rsidR="00E9697F" w:rsidRPr="00804087" w:rsidRDefault="00E9697F" w:rsidP="007D0FF3">
            <w:pPr>
              <w:ind w:right="30"/>
              <w:rPr>
                <w:sz w:val="20"/>
                <w:lang w:eastAsia="lt-LT"/>
              </w:rPr>
            </w:pPr>
            <w:r w:rsidRPr="00804087">
              <w:rPr>
                <w:color w:val="000000"/>
                <w:sz w:val="20"/>
                <w:lang w:eastAsia="lt-LT"/>
              </w:rPr>
              <w:t>sveikatos būklė (ligos, sutrikimo pavadinimas);</w:t>
            </w:r>
          </w:p>
          <w:p w14:paraId="4C11F3F0" w14:textId="77777777" w:rsidR="00E9697F" w:rsidRPr="00804087" w:rsidRDefault="00E9697F" w:rsidP="007D0FF3">
            <w:pPr>
              <w:ind w:right="30"/>
              <w:rPr>
                <w:sz w:val="20"/>
                <w:lang w:eastAsia="lt-LT"/>
              </w:rPr>
            </w:pPr>
            <w:r w:rsidRPr="00804087">
              <w:rPr>
                <w:color w:val="000000"/>
                <w:sz w:val="20"/>
                <w:lang w:eastAsia="lt-LT"/>
              </w:rPr>
              <w:t>išskirtinės balso tembro, gestų ypatybės;</w:t>
            </w:r>
          </w:p>
          <w:p w14:paraId="67C8134E" w14:textId="77777777" w:rsidR="00E9697F" w:rsidRPr="00804087" w:rsidRDefault="00E9697F" w:rsidP="007D0FF3">
            <w:pPr>
              <w:ind w:right="30"/>
              <w:rPr>
                <w:sz w:val="20"/>
                <w:lang w:eastAsia="lt-LT"/>
              </w:rPr>
            </w:pPr>
            <w:r w:rsidRPr="00804087">
              <w:rPr>
                <w:color w:val="000000"/>
                <w:sz w:val="20"/>
                <w:lang w:eastAsia="lt-LT"/>
              </w:rPr>
              <w:t>išsamios atpažinimo žymės:</w:t>
            </w:r>
          </w:p>
          <w:p w14:paraId="01997E5E" w14:textId="77777777" w:rsidR="00E9697F" w:rsidRPr="00804087" w:rsidRDefault="00E9697F" w:rsidP="007D0FF3">
            <w:pPr>
              <w:ind w:right="30"/>
              <w:rPr>
                <w:sz w:val="20"/>
                <w:lang w:eastAsia="lt-LT"/>
              </w:rPr>
            </w:pPr>
            <w:r w:rsidRPr="00804087">
              <w:rPr>
                <w:color w:val="000000"/>
                <w:sz w:val="20"/>
                <w:lang w:eastAsia="lt-LT"/>
              </w:rPr>
              <w:t>kraujo grupė;</w:t>
            </w:r>
          </w:p>
          <w:p w14:paraId="78918641" w14:textId="77777777" w:rsidR="00E9697F" w:rsidRPr="00804087" w:rsidRDefault="00E9697F" w:rsidP="007D0FF3">
            <w:pPr>
              <w:ind w:right="30"/>
              <w:rPr>
                <w:sz w:val="20"/>
                <w:lang w:eastAsia="lt-LT"/>
              </w:rPr>
            </w:pPr>
            <w:r w:rsidRPr="00804087">
              <w:rPr>
                <w:color w:val="000000"/>
                <w:sz w:val="20"/>
                <w:lang w:eastAsia="lt-LT"/>
              </w:rPr>
              <w:t>dantys (dantų požymiai, dantų būklė, dantų būklės schema);</w:t>
            </w:r>
          </w:p>
          <w:p w14:paraId="01D86EF8" w14:textId="77777777" w:rsidR="00E9697F" w:rsidRPr="00804087" w:rsidRDefault="00E9697F" w:rsidP="007D0FF3">
            <w:pPr>
              <w:ind w:right="14"/>
              <w:rPr>
                <w:sz w:val="20"/>
                <w:lang w:eastAsia="lt-LT"/>
              </w:rPr>
            </w:pPr>
            <w:r w:rsidRPr="00804087">
              <w:rPr>
                <w:color w:val="000000"/>
                <w:sz w:val="20"/>
                <w:lang w:eastAsia="lt-LT"/>
              </w:rPr>
              <w:t>baudžiamosios bylos numeris;</w:t>
            </w:r>
          </w:p>
          <w:p w14:paraId="6725C8C7" w14:textId="77777777" w:rsidR="00E9697F" w:rsidRPr="00804087" w:rsidRDefault="00E9697F" w:rsidP="007D0FF3">
            <w:pPr>
              <w:ind w:right="14"/>
              <w:rPr>
                <w:sz w:val="20"/>
                <w:lang w:eastAsia="lt-LT"/>
              </w:rPr>
            </w:pPr>
            <w:bookmarkStart w:id="71" w:name="part_7605a0e068214bf3a08d0df2af6626d2"/>
            <w:bookmarkEnd w:id="71"/>
            <w:r w:rsidRPr="00804087">
              <w:rPr>
                <w:color w:val="000000"/>
                <w:sz w:val="20"/>
                <w:lang w:eastAsia="lt-LT"/>
              </w:rPr>
              <w:t>BK straipsnio, numatančio nusikalstamą veiką, už kurios padarymą asmuo nuteistas ir atliko arešto ar terminuoto laisvės atėmimo bausmę, numeris, dalis, punktas, papunktis;</w:t>
            </w:r>
          </w:p>
          <w:p w14:paraId="2F946C56" w14:textId="77777777" w:rsidR="00E9697F" w:rsidRPr="00804087" w:rsidRDefault="00E9697F" w:rsidP="007D0FF3">
            <w:pPr>
              <w:ind w:right="14"/>
              <w:rPr>
                <w:sz w:val="20"/>
                <w:lang w:eastAsia="lt-LT"/>
              </w:rPr>
            </w:pPr>
            <w:bookmarkStart w:id="72" w:name="part_b3ef2666e2b245018a9a582115599d4f"/>
            <w:bookmarkEnd w:id="72"/>
            <w:r w:rsidRPr="00804087">
              <w:rPr>
                <w:color w:val="000000"/>
                <w:sz w:val="20"/>
                <w:lang w:eastAsia="lt-LT"/>
              </w:rPr>
              <w:t>bausmės vykdymo pradžia;</w:t>
            </w:r>
          </w:p>
          <w:p w14:paraId="6C0CFB40" w14:textId="77777777" w:rsidR="00E9697F" w:rsidRPr="00804087" w:rsidRDefault="00E9697F" w:rsidP="007D0FF3">
            <w:pPr>
              <w:ind w:right="566"/>
              <w:rPr>
                <w:color w:val="000000"/>
                <w:sz w:val="20"/>
                <w:lang w:eastAsia="lt-LT"/>
              </w:rPr>
            </w:pPr>
            <w:bookmarkStart w:id="73" w:name="part_ffae9b289d5f4306a1d490a8a8bfd3b5"/>
            <w:bookmarkEnd w:id="73"/>
            <w:r w:rsidRPr="00804087">
              <w:rPr>
                <w:color w:val="000000"/>
                <w:sz w:val="20"/>
                <w:lang w:eastAsia="lt-LT"/>
              </w:rPr>
              <w:t>bausmės vykdymo pabaiga;</w:t>
            </w:r>
          </w:p>
          <w:p w14:paraId="490FC88D" w14:textId="77777777" w:rsidR="00E9697F" w:rsidRPr="00804087" w:rsidRDefault="00E9697F" w:rsidP="007D0FF3">
            <w:pPr>
              <w:ind w:hanging="14"/>
              <w:rPr>
                <w:b/>
                <w:bCs/>
                <w:color w:val="000000"/>
                <w:sz w:val="20"/>
                <w:lang w:eastAsia="lt-LT"/>
              </w:rPr>
            </w:pPr>
            <w:r w:rsidRPr="00804087">
              <w:rPr>
                <w:b/>
                <w:bCs/>
                <w:color w:val="000000"/>
                <w:sz w:val="20"/>
                <w:lang w:eastAsia="lt-LT"/>
              </w:rPr>
              <w:t>Ieškomų asmenų duomenys:</w:t>
            </w:r>
          </w:p>
          <w:p w14:paraId="7D8D9E43" w14:textId="77777777" w:rsidR="00E9697F" w:rsidRPr="00804087" w:rsidRDefault="00E9697F" w:rsidP="007D0FF3">
            <w:pPr>
              <w:tabs>
                <w:tab w:val="left" w:pos="9072"/>
                <w:tab w:val="left" w:pos="9214"/>
              </w:tabs>
              <w:ind w:right="14" w:hanging="14"/>
              <w:rPr>
                <w:sz w:val="20"/>
                <w:lang w:eastAsia="lt-LT"/>
              </w:rPr>
            </w:pPr>
            <w:r w:rsidRPr="00804087">
              <w:rPr>
                <w:color w:val="000000"/>
                <w:sz w:val="20"/>
                <w:lang w:eastAsia="lt-LT"/>
              </w:rPr>
              <w:t>registro objekto identifikavimo kodas, kuriamas programiniu būdu;</w:t>
            </w:r>
          </w:p>
          <w:p w14:paraId="3CFD76C3" w14:textId="77777777" w:rsidR="00E9697F" w:rsidRPr="00804087" w:rsidRDefault="00E9697F" w:rsidP="007D0FF3">
            <w:pPr>
              <w:tabs>
                <w:tab w:val="left" w:pos="9072"/>
                <w:tab w:val="left" w:pos="9214"/>
              </w:tabs>
              <w:ind w:right="14" w:hanging="14"/>
              <w:rPr>
                <w:sz w:val="20"/>
                <w:lang w:eastAsia="lt-LT"/>
              </w:rPr>
            </w:pPr>
            <w:r w:rsidRPr="00804087">
              <w:rPr>
                <w:color w:val="000000"/>
                <w:sz w:val="20"/>
                <w:lang w:eastAsia="lt-LT"/>
              </w:rPr>
              <w:t>registro objekto įregistravimo, išregistravimo datos, duomenų įrašymo ir keitimo datos;</w:t>
            </w:r>
          </w:p>
          <w:p w14:paraId="62C1EB95" w14:textId="77777777" w:rsidR="00E9697F" w:rsidRPr="00804087" w:rsidRDefault="00E9697F" w:rsidP="007D0FF3">
            <w:pPr>
              <w:tabs>
                <w:tab w:val="left" w:pos="9072"/>
                <w:tab w:val="left" w:pos="9214"/>
              </w:tabs>
              <w:ind w:right="14" w:hanging="14"/>
              <w:rPr>
                <w:sz w:val="20"/>
                <w:lang w:eastAsia="lt-LT"/>
              </w:rPr>
            </w:pPr>
            <w:r w:rsidRPr="00804087">
              <w:rPr>
                <w:color w:val="000000"/>
                <w:sz w:val="20"/>
                <w:lang w:eastAsia="lt-LT"/>
              </w:rPr>
              <w:t>daktiloskopinės kortelės nuoroda Daktiloskopinių duomenų registre;</w:t>
            </w:r>
          </w:p>
          <w:p w14:paraId="44779DAD" w14:textId="77777777" w:rsidR="00E9697F" w:rsidRPr="00804087" w:rsidRDefault="00E9697F" w:rsidP="007D0FF3">
            <w:pPr>
              <w:tabs>
                <w:tab w:val="left" w:pos="9072"/>
                <w:tab w:val="left" w:pos="9214"/>
              </w:tabs>
              <w:ind w:right="14" w:hanging="14"/>
              <w:rPr>
                <w:sz w:val="20"/>
                <w:lang w:eastAsia="lt-LT"/>
              </w:rPr>
            </w:pPr>
            <w:r w:rsidRPr="00804087">
              <w:rPr>
                <w:color w:val="000000"/>
                <w:sz w:val="20"/>
                <w:lang w:eastAsia="lt-LT"/>
              </w:rPr>
              <w:t>DNR analitės (genotipo) nuoroda DNR duomenų registre;</w:t>
            </w:r>
          </w:p>
          <w:p w14:paraId="3BE8DAED" w14:textId="77777777" w:rsidR="00E9697F" w:rsidRPr="00804087" w:rsidRDefault="00E9697F" w:rsidP="007D0FF3">
            <w:pPr>
              <w:tabs>
                <w:tab w:val="left" w:pos="9072"/>
                <w:tab w:val="left" w:pos="9214"/>
              </w:tabs>
              <w:ind w:right="14" w:hanging="14"/>
              <w:rPr>
                <w:sz w:val="20"/>
                <w:lang w:eastAsia="lt-LT"/>
              </w:rPr>
            </w:pPr>
            <w:r w:rsidRPr="00804087">
              <w:rPr>
                <w:color w:val="000000"/>
                <w:sz w:val="20"/>
                <w:lang w:eastAsia="lt-LT"/>
              </w:rPr>
              <w:t>registro duomenis įrašiusio darbuotojo (pareigūno) vardas, pavardė, pareigos, telefono ryšio numeris, elektroninis paštas, įstaigos, kurioje dirba darbuotojas (tarnauja pareigūnas), pavadinimas.</w:t>
            </w:r>
          </w:p>
          <w:p w14:paraId="6F239135" w14:textId="77777777" w:rsidR="00E9697F" w:rsidRPr="00804087" w:rsidRDefault="00E9697F" w:rsidP="007D0FF3">
            <w:pPr>
              <w:tabs>
                <w:tab w:val="left" w:pos="8222"/>
                <w:tab w:val="left" w:pos="9072"/>
              </w:tabs>
              <w:ind w:right="14" w:hanging="14"/>
              <w:rPr>
                <w:sz w:val="20"/>
                <w:lang w:eastAsia="lt-LT"/>
              </w:rPr>
            </w:pPr>
            <w:r w:rsidRPr="00804087">
              <w:rPr>
                <w:color w:val="000000"/>
                <w:sz w:val="20"/>
                <w:lang w:eastAsia="lt-LT"/>
              </w:rPr>
              <w:t>asmens kodas, (jei jis suteiktas Lietuvos Respublikos gyventojų registro įstatymo nustatyta tvarka;</w:t>
            </w:r>
          </w:p>
          <w:p w14:paraId="428699A9" w14:textId="77777777" w:rsidR="00E9697F" w:rsidRPr="00804087" w:rsidRDefault="00E9697F" w:rsidP="007D0FF3">
            <w:pPr>
              <w:tabs>
                <w:tab w:val="left" w:pos="9214"/>
              </w:tabs>
              <w:ind w:right="14" w:hanging="14"/>
              <w:rPr>
                <w:sz w:val="20"/>
                <w:lang w:eastAsia="lt-LT"/>
              </w:rPr>
            </w:pPr>
            <w:r w:rsidRPr="00804087">
              <w:rPr>
                <w:color w:val="000000"/>
                <w:sz w:val="20"/>
                <w:lang w:eastAsia="lt-LT"/>
              </w:rPr>
              <w:t>pavardė (pavardės);</w:t>
            </w:r>
          </w:p>
          <w:p w14:paraId="40C1C887" w14:textId="77777777" w:rsidR="00E9697F" w:rsidRPr="00804087" w:rsidRDefault="00E9697F" w:rsidP="007D0FF3">
            <w:pPr>
              <w:tabs>
                <w:tab w:val="left" w:pos="9214"/>
              </w:tabs>
              <w:ind w:right="14" w:hanging="14"/>
              <w:rPr>
                <w:sz w:val="20"/>
                <w:lang w:eastAsia="lt-LT"/>
              </w:rPr>
            </w:pPr>
            <w:r w:rsidRPr="00804087">
              <w:rPr>
                <w:color w:val="000000"/>
                <w:sz w:val="20"/>
                <w:lang w:eastAsia="lt-LT"/>
              </w:rPr>
              <w:t>pilietybė;</w:t>
            </w:r>
          </w:p>
          <w:p w14:paraId="6536BE9A" w14:textId="77777777" w:rsidR="00E9697F" w:rsidRPr="00804087" w:rsidRDefault="00E9697F" w:rsidP="007D0FF3">
            <w:pPr>
              <w:tabs>
                <w:tab w:val="left" w:pos="9214"/>
              </w:tabs>
              <w:ind w:right="14" w:hanging="14"/>
              <w:rPr>
                <w:sz w:val="20"/>
                <w:lang w:eastAsia="lt-LT"/>
              </w:rPr>
            </w:pPr>
            <w:r w:rsidRPr="00804087">
              <w:rPr>
                <w:color w:val="000000"/>
                <w:sz w:val="20"/>
                <w:lang w:eastAsia="lt-LT"/>
              </w:rPr>
              <w:t>asmens tapatybę patvirtinančio dokumento rūšis, šį dokumentą išdavusios valstybės kodas ir pavadinimas, šio dokumento serija ir numeris, šį dokumentą išdavusios įstaigos kodas ir pavadinimas, jo išdavimo data, data, iki kurios galioja šis dokumentas, šio dokumento galiojimo / negaliojimo būsena;</w:t>
            </w:r>
          </w:p>
          <w:p w14:paraId="003B18CE" w14:textId="77777777" w:rsidR="00E9697F" w:rsidRPr="00804087" w:rsidRDefault="00E9697F" w:rsidP="007D0FF3">
            <w:pPr>
              <w:tabs>
                <w:tab w:val="left" w:pos="3672"/>
                <w:tab w:val="left" w:pos="9214"/>
              </w:tabs>
              <w:ind w:right="864" w:hanging="14"/>
              <w:rPr>
                <w:sz w:val="20"/>
                <w:lang w:eastAsia="lt-LT"/>
              </w:rPr>
            </w:pPr>
            <w:r w:rsidRPr="00804087">
              <w:rPr>
                <w:color w:val="000000"/>
                <w:sz w:val="20"/>
                <w:lang w:eastAsia="lt-LT"/>
              </w:rPr>
              <w:t>lytis;</w:t>
            </w:r>
          </w:p>
          <w:p w14:paraId="763337CD" w14:textId="77777777" w:rsidR="00E9697F" w:rsidRPr="00804087" w:rsidRDefault="00E9697F" w:rsidP="007D0FF3">
            <w:pPr>
              <w:tabs>
                <w:tab w:val="left" w:pos="3672"/>
              </w:tabs>
              <w:ind w:right="864" w:hanging="14"/>
              <w:rPr>
                <w:sz w:val="20"/>
                <w:lang w:eastAsia="lt-LT"/>
              </w:rPr>
            </w:pPr>
            <w:r w:rsidRPr="00804087">
              <w:rPr>
                <w:color w:val="000000"/>
                <w:sz w:val="20"/>
                <w:lang w:eastAsia="lt-LT"/>
              </w:rPr>
              <w:t>gimimo data;</w:t>
            </w:r>
          </w:p>
          <w:p w14:paraId="25F0B0AE" w14:textId="77777777" w:rsidR="00E9697F" w:rsidRPr="00804087" w:rsidRDefault="00E9697F" w:rsidP="007D0FF3">
            <w:pPr>
              <w:tabs>
                <w:tab w:val="left" w:pos="3672"/>
              </w:tabs>
              <w:ind w:right="864" w:hanging="14"/>
              <w:rPr>
                <w:sz w:val="20"/>
                <w:lang w:eastAsia="lt-LT"/>
              </w:rPr>
            </w:pPr>
            <w:r w:rsidRPr="00804087">
              <w:rPr>
                <w:color w:val="000000"/>
                <w:sz w:val="20"/>
                <w:lang w:eastAsia="lt-LT"/>
              </w:rPr>
              <w:t>gimimo vieta;</w:t>
            </w:r>
          </w:p>
          <w:p w14:paraId="1DB6D928" w14:textId="77777777" w:rsidR="00E9697F" w:rsidRPr="00804087" w:rsidRDefault="00E9697F" w:rsidP="007D0FF3">
            <w:pPr>
              <w:tabs>
                <w:tab w:val="left" w:pos="3672"/>
              </w:tabs>
              <w:ind w:right="864" w:hanging="14"/>
              <w:rPr>
                <w:sz w:val="20"/>
                <w:lang w:eastAsia="lt-LT"/>
              </w:rPr>
            </w:pPr>
            <w:r w:rsidRPr="00804087">
              <w:rPr>
                <w:color w:val="000000"/>
                <w:sz w:val="20"/>
                <w:lang w:eastAsia="lt-LT"/>
              </w:rPr>
              <w:t>mirties data;</w:t>
            </w:r>
          </w:p>
          <w:p w14:paraId="0AB5941F" w14:textId="77777777" w:rsidR="00E9697F" w:rsidRPr="00804087" w:rsidRDefault="00E9697F" w:rsidP="007D0FF3">
            <w:pPr>
              <w:tabs>
                <w:tab w:val="left" w:pos="3672"/>
              </w:tabs>
              <w:ind w:right="30" w:hanging="14"/>
              <w:rPr>
                <w:sz w:val="20"/>
                <w:lang w:eastAsia="lt-LT"/>
              </w:rPr>
            </w:pPr>
            <w:r w:rsidRPr="00804087">
              <w:rPr>
                <w:color w:val="000000"/>
                <w:sz w:val="20"/>
                <w:lang w:eastAsia="lt-LT"/>
              </w:rPr>
              <w:lastRenderedPageBreak/>
              <w:t>gyvenamoji vieta (adresas), o jeigu neturi gyvenamosios vietos ir yra įtrauktas į gyvenamosios vietos neturinčių asmenų apskaitą, – savivaldybė, kurioje gyvena;</w:t>
            </w:r>
          </w:p>
          <w:p w14:paraId="730032C3" w14:textId="77777777" w:rsidR="00E9697F" w:rsidRPr="00804087" w:rsidRDefault="00E9697F" w:rsidP="007D0FF3">
            <w:pPr>
              <w:tabs>
                <w:tab w:val="left" w:pos="3672"/>
              </w:tabs>
              <w:ind w:right="30"/>
              <w:rPr>
                <w:sz w:val="20"/>
                <w:lang w:eastAsia="lt-LT"/>
              </w:rPr>
            </w:pPr>
            <w:r w:rsidRPr="00804087">
              <w:rPr>
                <w:color w:val="000000"/>
                <w:sz w:val="20"/>
                <w:lang w:eastAsia="lt-LT"/>
              </w:rPr>
              <w:t>skaitmeninis veido atvaizdas:</w:t>
            </w:r>
          </w:p>
          <w:p w14:paraId="69A86A4F" w14:textId="77777777" w:rsidR="00E9697F" w:rsidRPr="00804087" w:rsidRDefault="00E9697F" w:rsidP="007D0FF3">
            <w:pPr>
              <w:tabs>
                <w:tab w:val="left" w:pos="3672"/>
              </w:tabs>
              <w:ind w:right="30"/>
              <w:rPr>
                <w:sz w:val="20"/>
                <w:lang w:eastAsia="lt-LT"/>
              </w:rPr>
            </w:pPr>
            <w:r w:rsidRPr="00804087">
              <w:rPr>
                <w:color w:val="000000"/>
                <w:sz w:val="20"/>
                <w:lang w:eastAsia="lt-LT"/>
              </w:rPr>
              <w:t>veido skaitmeninio atvaizdo padarymo data;</w:t>
            </w:r>
          </w:p>
          <w:p w14:paraId="7D03421F" w14:textId="77777777" w:rsidR="00E9697F" w:rsidRPr="00804087" w:rsidRDefault="00E9697F" w:rsidP="007D0FF3">
            <w:pPr>
              <w:tabs>
                <w:tab w:val="left" w:pos="3672"/>
              </w:tabs>
              <w:rPr>
                <w:sz w:val="20"/>
                <w:lang w:eastAsia="lt-LT"/>
              </w:rPr>
            </w:pPr>
            <w:r w:rsidRPr="00804087">
              <w:rPr>
                <w:color w:val="000000"/>
                <w:sz w:val="20"/>
                <w:lang w:eastAsia="lt-LT"/>
              </w:rPr>
              <w:t>veido skaitmeninio atvaizdo padarymo pagrindas;</w:t>
            </w:r>
          </w:p>
          <w:p w14:paraId="010C8EE9" w14:textId="77777777" w:rsidR="00E9697F" w:rsidRPr="00804087" w:rsidRDefault="00E9697F" w:rsidP="007D0FF3">
            <w:pPr>
              <w:tabs>
                <w:tab w:val="left" w:pos="3672"/>
              </w:tabs>
              <w:rPr>
                <w:sz w:val="20"/>
                <w:lang w:eastAsia="lt-LT"/>
              </w:rPr>
            </w:pPr>
            <w:r w:rsidRPr="00804087">
              <w:rPr>
                <w:color w:val="000000"/>
                <w:sz w:val="20"/>
                <w:lang w:eastAsia="lt-LT"/>
              </w:rPr>
              <w:t>pirma identifikavimo žymė (pagrindinis asmens požymis) Šengeno informacinėje sistemoje;</w:t>
            </w:r>
          </w:p>
          <w:p w14:paraId="59D326A2" w14:textId="77777777" w:rsidR="00E9697F" w:rsidRPr="00804087" w:rsidRDefault="00E9697F" w:rsidP="007D0FF3">
            <w:pPr>
              <w:tabs>
                <w:tab w:val="left" w:pos="3672"/>
              </w:tabs>
              <w:rPr>
                <w:sz w:val="20"/>
                <w:lang w:eastAsia="lt-LT"/>
              </w:rPr>
            </w:pPr>
            <w:r w:rsidRPr="00804087">
              <w:rPr>
                <w:color w:val="000000"/>
                <w:sz w:val="20"/>
                <w:lang w:eastAsia="lt-LT"/>
              </w:rPr>
              <w:t>antra identifikavimo žymė (pagrindinis asmens požymis) Šengeno informacinėje sistemoje;</w:t>
            </w:r>
          </w:p>
          <w:p w14:paraId="147DF237" w14:textId="77777777" w:rsidR="00E9697F" w:rsidRPr="00804087" w:rsidRDefault="00E9697F" w:rsidP="007D0FF3">
            <w:pPr>
              <w:ind w:right="912"/>
              <w:rPr>
                <w:sz w:val="20"/>
                <w:lang w:eastAsia="lt-LT"/>
              </w:rPr>
            </w:pPr>
            <w:r w:rsidRPr="00804087">
              <w:rPr>
                <w:color w:val="000000"/>
                <w:sz w:val="20"/>
                <w:lang w:eastAsia="lt-LT"/>
              </w:rPr>
              <w:t>pagrindinės žymės:</w:t>
            </w:r>
          </w:p>
          <w:p w14:paraId="3EC1F35C" w14:textId="77777777" w:rsidR="00E9697F" w:rsidRPr="00804087" w:rsidRDefault="00E9697F" w:rsidP="007D0FF3">
            <w:pPr>
              <w:ind w:right="566"/>
              <w:rPr>
                <w:sz w:val="20"/>
                <w:lang w:eastAsia="lt-LT"/>
              </w:rPr>
            </w:pPr>
            <w:r w:rsidRPr="00804087">
              <w:rPr>
                <w:color w:val="000000"/>
                <w:sz w:val="20"/>
                <w:lang w:eastAsia="lt-LT"/>
              </w:rPr>
              <w:t>amžius pagal išvaizdą;</w:t>
            </w:r>
          </w:p>
          <w:p w14:paraId="31A1DFEC" w14:textId="77777777" w:rsidR="00E9697F" w:rsidRPr="00804087" w:rsidRDefault="00E9697F" w:rsidP="007D0FF3">
            <w:pPr>
              <w:ind w:right="566"/>
              <w:rPr>
                <w:sz w:val="20"/>
                <w:lang w:eastAsia="lt-LT"/>
              </w:rPr>
            </w:pPr>
            <w:r w:rsidRPr="00804087">
              <w:rPr>
                <w:color w:val="000000"/>
                <w:sz w:val="20"/>
                <w:lang w:eastAsia="lt-LT"/>
              </w:rPr>
              <w:t>ūgis/lavono ilgis;</w:t>
            </w:r>
          </w:p>
          <w:p w14:paraId="2A182FDC" w14:textId="77777777" w:rsidR="00E9697F" w:rsidRPr="00804087" w:rsidRDefault="00E9697F" w:rsidP="007D0FF3">
            <w:pPr>
              <w:ind w:right="566"/>
              <w:rPr>
                <w:sz w:val="20"/>
                <w:lang w:eastAsia="lt-LT"/>
              </w:rPr>
            </w:pPr>
            <w:r w:rsidRPr="00804087">
              <w:rPr>
                <w:color w:val="000000"/>
                <w:sz w:val="20"/>
                <w:lang w:eastAsia="lt-LT"/>
              </w:rPr>
              <w:t>kūno sudėjimas;</w:t>
            </w:r>
          </w:p>
          <w:p w14:paraId="7CF0DD90" w14:textId="77777777" w:rsidR="00E9697F" w:rsidRPr="00804087" w:rsidRDefault="00E9697F" w:rsidP="007D0FF3">
            <w:pPr>
              <w:ind w:right="566"/>
              <w:rPr>
                <w:sz w:val="20"/>
                <w:lang w:eastAsia="lt-LT"/>
              </w:rPr>
            </w:pPr>
            <w:r w:rsidRPr="00804087">
              <w:rPr>
                <w:color w:val="000000"/>
                <w:sz w:val="20"/>
                <w:lang w:eastAsia="lt-LT"/>
              </w:rPr>
              <w:t>galva (dydis, forma);</w:t>
            </w:r>
          </w:p>
          <w:p w14:paraId="3F70EAED" w14:textId="77777777" w:rsidR="00E9697F" w:rsidRPr="00804087" w:rsidRDefault="00E9697F" w:rsidP="007D0FF3">
            <w:pPr>
              <w:ind w:right="566"/>
              <w:rPr>
                <w:sz w:val="20"/>
                <w:lang w:eastAsia="lt-LT"/>
              </w:rPr>
            </w:pPr>
            <w:r w:rsidRPr="00804087">
              <w:rPr>
                <w:color w:val="000000"/>
                <w:sz w:val="20"/>
                <w:lang w:eastAsia="lt-LT"/>
              </w:rPr>
              <w:t>plaukai (spalva, šukuosena);</w:t>
            </w:r>
          </w:p>
          <w:p w14:paraId="69F16BA0" w14:textId="77777777" w:rsidR="00E9697F" w:rsidRPr="00804087" w:rsidRDefault="00E9697F" w:rsidP="007D0FF3">
            <w:pPr>
              <w:ind w:right="30"/>
              <w:rPr>
                <w:sz w:val="20"/>
                <w:lang w:eastAsia="lt-LT"/>
              </w:rPr>
            </w:pPr>
            <w:r w:rsidRPr="00804087">
              <w:rPr>
                <w:color w:val="000000"/>
                <w:sz w:val="20"/>
                <w:lang w:eastAsia="lt-LT"/>
              </w:rPr>
              <w:t>veidas (veido forma, veido spalva, veido plaukai);</w:t>
            </w:r>
          </w:p>
          <w:p w14:paraId="6DBAB7AF" w14:textId="77777777" w:rsidR="00E9697F" w:rsidRPr="00804087" w:rsidRDefault="00E9697F" w:rsidP="007D0FF3">
            <w:pPr>
              <w:ind w:right="566"/>
              <w:rPr>
                <w:sz w:val="20"/>
                <w:lang w:eastAsia="lt-LT"/>
              </w:rPr>
            </w:pPr>
            <w:r w:rsidRPr="00804087">
              <w:rPr>
                <w:color w:val="000000"/>
                <w:sz w:val="20"/>
                <w:lang w:eastAsia="lt-LT"/>
              </w:rPr>
              <w:t>kakta (aukštis, plotis, nuolinkis);</w:t>
            </w:r>
          </w:p>
          <w:p w14:paraId="2F259742" w14:textId="77777777" w:rsidR="00E9697F" w:rsidRPr="00804087" w:rsidRDefault="00E9697F" w:rsidP="007D0FF3">
            <w:pPr>
              <w:ind w:right="566"/>
              <w:rPr>
                <w:sz w:val="20"/>
                <w:lang w:eastAsia="lt-LT"/>
              </w:rPr>
            </w:pPr>
            <w:r w:rsidRPr="00804087">
              <w:rPr>
                <w:color w:val="000000"/>
                <w:sz w:val="20"/>
                <w:lang w:eastAsia="lt-LT"/>
              </w:rPr>
              <w:t>antakiai (forma, spalva, plotis);</w:t>
            </w:r>
          </w:p>
          <w:p w14:paraId="50287AFE" w14:textId="77777777" w:rsidR="00E9697F" w:rsidRPr="00804087" w:rsidRDefault="00E9697F" w:rsidP="007D0FF3">
            <w:pPr>
              <w:ind w:right="566"/>
              <w:rPr>
                <w:sz w:val="20"/>
                <w:lang w:eastAsia="lt-LT"/>
              </w:rPr>
            </w:pPr>
            <w:r w:rsidRPr="00804087">
              <w:rPr>
                <w:color w:val="000000"/>
                <w:sz w:val="20"/>
                <w:lang w:eastAsia="lt-LT"/>
              </w:rPr>
              <w:t>akys (tipas, spalva);</w:t>
            </w:r>
          </w:p>
          <w:p w14:paraId="3C034F12" w14:textId="77777777" w:rsidR="00E9697F" w:rsidRPr="00804087" w:rsidRDefault="00E9697F" w:rsidP="007D0FF3">
            <w:pPr>
              <w:ind w:right="566"/>
              <w:rPr>
                <w:sz w:val="20"/>
                <w:lang w:eastAsia="lt-LT"/>
              </w:rPr>
            </w:pPr>
            <w:r w:rsidRPr="00804087">
              <w:rPr>
                <w:color w:val="000000"/>
                <w:sz w:val="20"/>
                <w:lang w:eastAsia="lt-LT"/>
              </w:rPr>
              <w:t>nosis (dydis, forma);</w:t>
            </w:r>
          </w:p>
          <w:p w14:paraId="65FD357C" w14:textId="77777777" w:rsidR="00E9697F" w:rsidRPr="00804087" w:rsidRDefault="00E9697F" w:rsidP="007D0FF3">
            <w:pPr>
              <w:ind w:right="1332"/>
              <w:rPr>
                <w:sz w:val="20"/>
                <w:lang w:eastAsia="lt-LT"/>
              </w:rPr>
            </w:pPr>
            <w:r w:rsidRPr="00804087">
              <w:rPr>
                <w:color w:val="000000"/>
                <w:sz w:val="20"/>
                <w:lang w:eastAsia="lt-LT"/>
              </w:rPr>
              <w:t>burna (dydis, kampų padėtis);</w:t>
            </w:r>
          </w:p>
          <w:p w14:paraId="3DF9CEFB" w14:textId="77777777" w:rsidR="00E9697F" w:rsidRPr="00804087" w:rsidRDefault="00E9697F" w:rsidP="007D0FF3">
            <w:pPr>
              <w:ind w:right="172"/>
              <w:rPr>
                <w:sz w:val="20"/>
                <w:lang w:eastAsia="lt-LT"/>
              </w:rPr>
            </w:pPr>
            <w:r w:rsidRPr="00804087">
              <w:rPr>
                <w:color w:val="000000"/>
                <w:sz w:val="20"/>
                <w:lang w:eastAsia="lt-LT"/>
              </w:rPr>
              <w:t>lūpos;</w:t>
            </w:r>
          </w:p>
          <w:p w14:paraId="33865378" w14:textId="77777777" w:rsidR="00E9697F" w:rsidRPr="00804087" w:rsidRDefault="00E9697F" w:rsidP="007D0FF3">
            <w:pPr>
              <w:ind w:right="172"/>
              <w:rPr>
                <w:sz w:val="20"/>
                <w:lang w:eastAsia="lt-LT"/>
              </w:rPr>
            </w:pPr>
            <w:r w:rsidRPr="00804087">
              <w:rPr>
                <w:color w:val="000000"/>
                <w:sz w:val="20"/>
                <w:lang w:eastAsia="lt-LT"/>
              </w:rPr>
              <w:t>smakras (dydis, forma);</w:t>
            </w:r>
          </w:p>
          <w:p w14:paraId="433CE5BB" w14:textId="77777777" w:rsidR="00E9697F" w:rsidRPr="00804087" w:rsidRDefault="00E9697F" w:rsidP="007D0FF3">
            <w:pPr>
              <w:ind w:right="172"/>
              <w:rPr>
                <w:sz w:val="20"/>
                <w:lang w:eastAsia="lt-LT"/>
              </w:rPr>
            </w:pPr>
            <w:r w:rsidRPr="00804087">
              <w:rPr>
                <w:color w:val="000000"/>
                <w:sz w:val="20"/>
                <w:lang w:eastAsia="lt-LT"/>
              </w:rPr>
              <w:t>eisenos aprašymas;</w:t>
            </w:r>
          </w:p>
          <w:p w14:paraId="1246072F" w14:textId="77777777" w:rsidR="00E9697F" w:rsidRPr="00804087" w:rsidRDefault="00E9697F" w:rsidP="007D0FF3">
            <w:pPr>
              <w:ind w:right="172"/>
              <w:rPr>
                <w:sz w:val="20"/>
                <w:lang w:eastAsia="lt-LT"/>
              </w:rPr>
            </w:pPr>
            <w:r w:rsidRPr="00804087">
              <w:rPr>
                <w:color w:val="000000"/>
                <w:sz w:val="20"/>
                <w:lang w:eastAsia="lt-LT"/>
              </w:rPr>
              <w:t>odos spalva;</w:t>
            </w:r>
          </w:p>
          <w:p w14:paraId="238E5E28" w14:textId="77777777" w:rsidR="00E9697F" w:rsidRPr="00804087" w:rsidRDefault="00E9697F" w:rsidP="007D0FF3">
            <w:pPr>
              <w:ind w:right="172"/>
              <w:rPr>
                <w:sz w:val="20"/>
                <w:lang w:eastAsia="lt-LT"/>
              </w:rPr>
            </w:pPr>
            <w:r w:rsidRPr="00804087">
              <w:rPr>
                <w:color w:val="000000"/>
                <w:sz w:val="20"/>
                <w:lang w:eastAsia="lt-LT"/>
              </w:rPr>
              <w:t>auskarų įvėrimo vietos;</w:t>
            </w:r>
          </w:p>
          <w:p w14:paraId="27BEF455" w14:textId="77777777" w:rsidR="00E9697F" w:rsidRPr="00804087" w:rsidRDefault="00E9697F" w:rsidP="007D0FF3">
            <w:pPr>
              <w:ind w:right="172"/>
              <w:rPr>
                <w:sz w:val="20"/>
                <w:lang w:eastAsia="lt-LT"/>
              </w:rPr>
            </w:pPr>
            <w:r w:rsidRPr="00804087">
              <w:rPr>
                <w:color w:val="000000"/>
                <w:sz w:val="20"/>
                <w:lang w:eastAsia="lt-LT"/>
              </w:rPr>
              <w:t>operacijų, traumų žymės (vieta, aprašymas):</w:t>
            </w:r>
          </w:p>
          <w:p w14:paraId="63B02583" w14:textId="77777777" w:rsidR="00E9697F" w:rsidRPr="00804087" w:rsidRDefault="00E9697F" w:rsidP="007D0FF3">
            <w:pPr>
              <w:ind w:right="172"/>
              <w:rPr>
                <w:sz w:val="20"/>
                <w:lang w:eastAsia="lt-LT"/>
              </w:rPr>
            </w:pPr>
            <w:r w:rsidRPr="00804087">
              <w:rPr>
                <w:color w:val="000000"/>
                <w:sz w:val="20"/>
                <w:lang w:eastAsia="lt-LT"/>
              </w:rPr>
              <w:t>randai;</w:t>
            </w:r>
          </w:p>
          <w:p w14:paraId="779BFB1D" w14:textId="77777777" w:rsidR="00E9697F" w:rsidRPr="00804087" w:rsidRDefault="00E9697F" w:rsidP="007D0FF3">
            <w:pPr>
              <w:ind w:right="172"/>
              <w:rPr>
                <w:sz w:val="20"/>
                <w:lang w:eastAsia="lt-LT"/>
              </w:rPr>
            </w:pPr>
            <w:r w:rsidRPr="00804087">
              <w:rPr>
                <w:color w:val="000000"/>
                <w:sz w:val="20"/>
                <w:lang w:eastAsia="lt-LT"/>
              </w:rPr>
              <w:t>siūlės;</w:t>
            </w:r>
          </w:p>
          <w:p w14:paraId="35FD7049" w14:textId="77777777" w:rsidR="00E9697F" w:rsidRPr="00804087" w:rsidRDefault="00E9697F" w:rsidP="007D0FF3">
            <w:pPr>
              <w:ind w:right="172"/>
              <w:rPr>
                <w:sz w:val="20"/>
                <w:lang w:eastAsia="lt-LT"/>
              </w:rPr>
            </w:pPr>
            <w:r w:rsidRPr="00804087">
              <w:rPr>
                <w:color w:val="000000"/>
                <w:sz w:val="20"/>
                <w:lang w:eastAsia="lt-LT"/>
              </w:rPr>
              <w:t>deformuota kūno dalis (-ys) (vieta, aprašymas);</w:t>
            </w:r>
          </w:p>
          <w:p w14:paraId="56C977F6" w14:textId="77777777" w:rsidR="00E9697F" w:rsidRPr="00804087" w:rsidRDefault="00E9697F" w:rsidP="007D0FF3">
            <w:pPr>
              <w:tabs>
                <w:tab w:val="left" w:pos="4239"/>
              </w:tabs>
              <w:ind w:right="566"/>
              <w:rPr>
                <w:sz w:val="20"/>
                <w:lang w:eastAsia="lt-LT"/>
              </w:rPr>
            </w:pPr>
            <w:r w:rsidRPr="00804087">
              <w:rPr>
                <w:color w:val="000000"/>
                <w:sz w:val="20"/>
                <w:lang w:eastAsia="lt-LT"/>
              </w:rPr>
              <w:t>amputacijos (vieta, aprašymas);</w:t>
            </w:r>
          </w:p>
          <w:p w14:paraId="0A0BF13C" w14:textId="77777777" w:rsidR="00E9697F" w:rsidRPr="00804087" w:rsidRDefault="00E9697F" w:rsidP="007D0FF3">
            <w:pPr>
              <w:tabs>
                <w:tab w:val="left" w:pos="4239"/>
              </w:tabs>
              <w:ind w:right="974"/>
              <w:rPr>
                <w:sz w:val="20"/>
                <w:lang w:eastAsia="lt-LT"/>
              </w:rPr>
            </w:pPr>
            <w:r w:rsidRPr="00804087">
              <w:rPr>
                <w:color w:val="000000"/>
                <w:sz w:val="20"/>
                <w:lang w:eastAsia="lt-LT"/>
              </w:rPr>
              <w:t>fiziniai trūkumai, vystymosi anomalijos ir kiti defektai (vieta, aprašymas);</w:t>
            </w:r>
          </w:p>
          <w:p w14:paraId="07324E9C" w14:textId="77777777" w:rsidR="00E9697F" w:rsidRPr="00804087" w:rsidRDefault="00E9697F" w:rsidP="007D0FF3">
            <w:pPr>
              <w:tabs>
                <w:tab w:val="left" w:pos="4239"/>
              </w:tabs>
              <w:ind w:right="566"/>
              <w:rPr>
                <w:sz w:val="20"/>
                <w:lang w:eastAsia="lt-LT"/>
              </w:rPr>
            </w:pPr>
            <w:r w:rsidRPr="00804087">
              <w:rPr>
                <w:color w:val="000000"/>
                <w:sz w:val="20"/>
                <w:lang w:eastAsia="lt-LT"/>
              </w:rPr>
              <w:t>pagrindinių žymių skaitmeniniai atvaizdai (skaitmeninių atvaizdų padarymo data, aprašymas);</w:t>
            </w:r>
          </w:p>
          <w:p w14:paraId="2FFE78E9" w14:textId="77777777" w:rsidR="00E9697F" w:rsidRPr="00804087" w:rsidRDefault="00E9697F" w:rsidP="007D0FF3">
            <w:pPr>
              <w:tabs>
                <w:tab w:val="left" w:pos="4239"/>
              </w:tabs>
              <w:ind w:right="974"/>
              <w:rPr>
                <w:sz w:val="20"/>
                <w:lang w:eastAsia="lt-LT"/>
              </w:rPr>
            </w:pPr>
            <w:r w:rsidRPr="00804087">
              <w:rPr>
                <w:color w:val="000000"/>
                <w:sz w:val="20"/>
                <w:lang w:eastAsia="lt-LT"/>
              </w:rPr>
              <w:t>tatuiruotė (-ės) (tipas, vieta, aprašymas);</w:t>
            </w:r>
          </w:p>
          <w:p w14:paraId="50714C00" w14:textId="77777777" w:rsidR="00E9697F" w:rsidRPr="00804087" w:rsidRDefault="00E9697F" w:rsidP="007D0FF3">
            <w:pPr>
              <w:tabs>
                <w:tab w:val="left" w:pos="4239"/>
              </w:tabs>
              <w:ind w:right="974"/>
              <w:rPr>
                <w:sz w:val="20"/>
                <w:lang w:eastAsia="lt-LT"/>
              </w:rPr>
            </w:pPr>
            <w:r w:rsidRPr="00804087">
              <w:rPr>
                <w:color w:val="000000"/>
                <w:sz w:val="20"/>
                <w:lang w:eastAsia="lt-LT"/>
              </w:rPr>
              <w:t>protezai (vieta, aprašymas);</w:t>
            </w:r>
          </w:p>
          <w:p w14:paraId="257D6F2C" w14:textId="77777777" w:rsidR="00E9697F" w:rsidRPr="00804087" w:rsidRDefault="00E9697F" w:rsidP="007D0FF3">
            <w:pPr>
              <w:tabs>
                <w:tab w:val="left" w:pos="4239"/>
              </w:tabs>
              <w:ind w:right="566"/>
              <w:rPr>
                <w:sz w:val="20"/>
                <w:lang w:eastAsia="lt-LT"/>
              </w:rPr>
            </w:pPr>
            <w:r w:rsidRPr="00804087">
              <w:rPr>
                <w:color w:val="000000"/>
                <w:sz w:val="20"/>
                <w:lang w:eastAsia="lt-LT"/>
              </w:rPr>
              <w:t>sveikatos būklė (ligos, sutrikimo pavadinimas);</w:t>
            </w:r>
          </w:p>
          <w:p w14:paraId="581EB649" w14:textId="77777777" w:rsidR="00E9697F" w:rsidRPr="00804087" w:rsidRDefault="00E9697F" w:rsidP="007D0FF3">
            <w:pPr>
              <w:tabs>
                <w:tab w:val="left" w:pos="4239"/>
              </w:tabs>
              <w:ind w:right="974"/>
              <w:rPr>
                <w:sz w:val="20"/>
                <w:lang w:eastAsia="lt-LT"/>
              </w:rPr>
            </w:pPr>
            <w:r w:rsidRPr="00804087">
              <w:rPr>
                <w:color w:val="000000"/>
                <w:sz w:val="20"/>
                <w:lang w:eastAsia="lt-LT"/>
              </w:rPr>
              <w:t>išskirtinės balso tembro, gestų ypatybės;</w:t>
            </w:r>
          </w:p>
          <w:p w14:paraId="2D43FD6A" w14:textId="77777777" w:rsidR="00E9697F" w:rsidRPr="00804087" w:rsidRDefault="00E9697F" w:rsidP="007D0FF3">
            <w:pPr>
              <w:tabs>
                <w:tab w:val="left" w:pos="4239"/>
              </w:tabs>
              <w:ind w:right="974"/>
              <w:rPr>
                <w:sz w:val="20"/>
                <w:lang w:eastAsia="lt-LT"/>
              </w:rPr>
            </w:pPr>
            <w:r w:rsidRPr="00804087">
              <w:rPr>
                <w:color w:val="000000"/>
                <w:sz w:val="20"/>
                <w:lang w:eastAsia="lt-LT"/>
              </w:rPr>
              <w:t>išsamios atpažinimo žymės:</w:t>
            </w:r>
          </w:p>
          <w:p w14:paraId="245D9EC1" w14:textId="77777777" w:rsidR="00E9697F" w:rsidRPr="00804087" w:rsidRDefault="00E9697F" w:rsidP="007D0FF3">
            <w:pPr>
              <w:tabs>
                <w:tab w:val="left" w:pos="4239"/>
              </w:tabs>
              <w:ind w:right="974"/>
              <w:rPr>
                <w:sz w:val="20"/>
                <w:lang w:eastAsia="lt-LT"/>
              </w:rPr>
            </w:pPr>
            <w:r w:rsidRPr="00804087">
              <w:rPr>
                <w:color w:val="000000"/>
                <w:sz w:val="20"/>
                <w:lang w:eastAsia="lt-LT"/>
              </w:rPr>
              <w:t>kraujo grupė;</w:t>
            </w:r>
          </w:p>
          <w:p w14:paraId="36A02463" w14:textId="77777777" w:rsidR="00E9697F" w:rsidRPr="00804087" w:rsidRDefault="00E9697F" w:rsidP="007D0FF3">
            <w:pPr>
              <w:tabs>
                <w:tab w:val="left" w:pos="4239"/>
              </w:tabs>
              <w:ind w:right="30"/>
              <w:rPr>
                <w:sz w:val="20"/>
                <w:lang w:eastAsia="lt-LT"/>
              </w:rPr>
            </w:pPr>
            <w:r w:rsidRPr="00804087">
              <w:rPr>
                <w:color w:val="000000"/>
                <w:sz w:val="20"/>
                <w:lang w:eastAsia="lt-LT"/>
              </w:rPr>
              <w:t>dantys (dantų požymiai, dantų būklė, dantų būklės schema);</w:t>
            </w:r>
          </w:p>
          <w:p w14:paraId="38A0AE60" w14:textId="77777777" w:rsidR="00E9697F" w:rsidRPr="00804087" w:rsidRDefault="00E9697F" w:rsidP="007D0FF3">
            <w:pPr>
              <w:tabs>
                <w:tab w:val="left" w:pos="4239"/>
              </w:tabs>
              <w:ind w:right="30"/>
              <w:rPr>
                <w:sz w:val="20"/>
                <w:lang w:eastAsia="lt-LT"/>
              </w:rPr>
            </w:pPr>
            <w:r w:rsidRPr="00804087">
              <w:rPr>
                <w:color w:val="000000"/>
                <w:sz w:val="20"/>
                <w:lang w:eastAsia="lt-LT"/>
              </w:rPr>
              <w:t>aprangos elementai</w:t>
            </w:r>
            <w:r w:rsidRPr="00804087">
              <w:rPr>
                <w:b/>
                <w:bCs/>
                <w:color w:val="000000"/>
                <w:sz w:val="20"/>
                <w:lang w:eastAsia="lt-LT"/>
              </w:rPr>
              <w:t xml:space="preserve"> </w:t>
            </w:r>
            <w:r w:rsidRPr="00804087">
              <w:rPr>
                <w:color w:val="000000"/>
                <w:sz w:val="20"/>
                <w:lang w:eastAsia="lt-LT"/>
              </w:rPr>
              <w:t>(galvos apdangalas, drabužiai, avalynė).</w:t>
            </w:r>
          </w:p>
          <w:p w14:paraId="074E6C80" w14:textId="77777777" w:rsidR="00E9697F" w:rsidRPr="00804087" w:rsidRDefault="00E9697F" w:rsidP="007D0FF3">
            <w:pPr>
              <w:tabs>
                <w:tab w:val="left" w:pos="4380"/>
              </w:tabs>
              <w:ind w:right="456"/>
              <w:rPr>
                <w:sz w:val="20"/>
                <w:lang w:eastAsia="lt-LT"/>
              </w:rPr>
            </w:pPr>
            <w:r w:rsidRPr="00804087">
              <w:rPr>
                <w:color w:val="000000"/>
                <w:sz w:val="20"/>
                <w:lang w:eastAsia="lt-LT"/>
              </w:rPr>
              <w:t>identifikavimo kodas Ieškomų asmenų, neatpažintų lavonų ir nežinomų bejėgių asmenų žinybiniame registre;</w:t>
            </w:r>
          </w:p>
          <w:p w14:paraId="66A512E2" w14:textId="77777777" w:rsidR="00E9697F" w:rsidRPr="00804087" w:rsidRDefault="00E9697F" w:rsidP="007D0FF3">
            <w:pPr>
              <w:tabs>
                <w:tab w:val="left" w:pos="4380"/>
              </w:tabs>
              <w:ind w:right="456"/>
              <w:rPr>
                <w:sz w:val="20"/>
                <w:lang w:eastAsia="lt-LT"/>
              </w:rPr>
            </w:pPr>
            <w:r w:rsidRPr="00804087">
              <w:rPr>
                <w:color w:val="000000"/>
                <w:sz w:val="20"/>
                <w:lang w:eastAsia="lt-LT"/>
              </w:rPr>
              <w:t xml:space="preserve">asmens kategorija: </w:t>
            </w:r>
            <w:r w:rsidRPr="00804087">
              <w:rPr>
                <w:sz w:val="20"/>
                <w:lang w:eastAsia="lt-LT"/>
              </w:rPr>
              <w:t>ieškomas asmuo, neatpažintas lavonas, rastas nežinomas bejėgis asmuo, kurio tapatybė nustatinėjama;</w:t>
            </w:r>
          </w:p>
          <w:p w14:paraId="65D264A1" w14:textId="77777777" w:rsidR="00E9697F" w:rsidRPr="00804087" w:rsidRDefault="00E9697F" w:rsidP="007D0FF3">
            <w:pPr>
              <w:rPr>
                <w:sz w:val="20"/>
                <w:lang w:eastAsia="lt-LT"/>
              </w:rPr>
            </w:pPr>
            <w:r w:rsidRPr="00804087">
              <w:rPr>
                <w:sz w:val="20"/>
                <w:lang w:eastAsia="lt-LT"/>
              </w:rPr>
              <w:t>ieškomo asmens paieškos indeksas: alimentų nemokėtojas, asmuo, vengiantis administracinės atsakomybės, dingęs be žinios asmuo (kiti, liudytojas, kuris yra teisėsaugos institucijų šaukiamas atvykti, lygtinai atleistas nuo bausmės prieš terminą ar nuteistas arešto, viešųjų darbų bausme arba bausmės vykdymas atidėtas, skolininkas, įtariamasis, kaltinamasis, nuteistasis);</w:t>
            </w:r>
          </w:p>
          <w:p w14:paraId="536B7058" w14:textId="77777777" w:rsidR="00E9697F" w:rsidRPr="00804087" w:rsidRDefault="00E9697F" w:rsidP="007D0FF3">
            <w:pPr>
              <w:ind w:right="172"/>
              <w:rPr>
                <w:sz w:val="20"/>
                <w:lang w:eastAsia="lt-LT"/>
              </w:rPr>
            </w:pPr>
            <w:r w:rsidRPr="00804087">
              <w:rPr>
                <w:color w:val="000000"/>
                <w:sz w:val="20"/>
                <w:lang w:eastAsia="lt-LT"/>
              </w:rPr>
              <w:t>paieškos paskelbimo, nutraukimo data;</w:t>
            </w:r>
          </w:p>
          <w:p w14:paraId="5BC1C379" w14:textId="77777777" w:rsidR="00E9697F" w:rsidRPr="00804087" w:rsidRDefault="00E9697F" w:rsidP="007D0FF3">
            <w:pPr>
              <w:ind w:right="172"/>
              <w:rPr>
                <w:sz w:val="20"/>
                <w:lang w:eastAsia="lt-LT"/>
              </w:rPr>
            </w:pPr>
            <w:r w:rsidRPr="00804087">
              <w:rPr>
                <w:color w:val="000000"/>
                <w:sz w:val="20"/>
                <w:lang w:eastAsia="lt-LT"/>
              </w:rPr>
              <w:t>dingimo, radimo vieta;</w:t>
            </w:r>
          </w:p>
          <w:p w14:paraId="3374DB30" w14:textId="77777777" w:rsidR="00E9697F" w:rsidRPr="00804087" w:rsidRDefault="00E9697F" w:rsidP="007D0FF3">
            <w:pPr>
              <w:ind w:right="172"/>
              <w:rPr>
                <w:sz w:val="20"/>
                <w:lang w:eastAsia="lt-LT"/>
              </w:rPr>
            </w:pPr>
            <w:r w:rsidRPr="00804087">
              <w:rPr>
                <w:color w:val="000000"/>
                <w:sz w:val="20"/>
                <w:lang w:eastAsia="lt-LT"/>
              </w:rPr>
              <w:t>dingimo, radimo data;</w:t>
            </w:r>
          </w:p>
          <w:p w14:paraId="25099F4C" w14:textId="77777777" w:rsidR="00E9697F" w:rsidRPr="00804087" w:rsidRDefault="00E9697F" w:rsidP="007D0FF3">
            <w:pPr>
              <w:ind w:right="172"/>
              <w:rPr>
                <w:sz w:val="20"/>
                <w:lang w:eastAsia="lt-LT"/>
              </w:rPr>
            </w:pPr>
            <w:r w:rsidRPr="00804087">
              <w:rPr>
                <w:color w:val="000000"/>
                <w:sz w:val="20"/>
                <w:lang w:eastAsia="lt-LT"/>
              </w:rPr>
              <w:t>kardomoji priemonė (rūšis, skyrimo data);</w:t>
            </w:r>
          </w:p>
          <w:p w14:paraId="7D30FECC" w14:textId="77777777" w:rsidR="00E9697F" w:rsidRPr="00804087" w:rsidRDefault="00E9697F" w:rsidP="007D0FF3">
            <w:pPr>
              <w:ind w:right="172"/>
              <w:rPr>
                <w:sz w:val="20"/>
                <w:lang w:eastAsia="lt-LT"/>
              </w:rPr>
            </w:pPr>
            <w:r w:rsidRPr="00804087">
              <w:rPr>
                <w:color w:val="000000"/>
                <w:sz w:val="20"/>
                <w:lang w:eastAsia="lt-LT"/>
              </w:rPr>
              <w:t xml:space="preserve">ikiteisminio tyrimo bylos (baudžiamosios bylos) numeris, ikiteisminio tyrimo pradėjimo data, BK straipsnio, </w:t>
            </w:r>
            <w:r w:rsidRPr="00804087">
              <w:rPr>
                <w:color w:val="000000"/>
                <w:sz w:val="20"/>
                <w:lang w:eastAsia="lt-LT"/>
              </w:rPr>
              <w:lastRenderedPageBreak/>
              <w:t>numatančio nusikalstamą veiką, kurios padarymu įtariamas, kaltinamas, dėl kurios nuteistas ieškomas asmuo, numeris;</w:t>
            </w:r>
          </w:p>
          <w:p w14:paraId="5BABD04B" w14:textId="77777777" w:rsidR="00E9697F" w:rsidRPr="00804087" w:rsidRDefault="00E9697F" w:rsidP="007D0FF3">
            <w:pPr>
              <w:ind w:right="172"/>
              <w:rPr>
                <w:color w:val="000000"/>
                <w:sz w:val="20"/>
                <w:lang w:eastAsia="lt-LT"/>
              </w:rPr>
            </w:pPr>
            <w:r w:rsidRPr="00804087">
              <w:rPr>
                <w:color w:val="000000"/>
                <w:sz w:val="20"/>
                <w:lang w:eastAsia="lt-LT"/>
              </w:rPr>
              <w:t>asmens tapatybės nustatymo bylos numeris, asmens tapatybės nustatymo bylos pradėjimo data;</w:t>
            </w:r>
          </w:p>
          <w:p w14:paraId="6962B492" w14:textId="77777777" w:rsidR="00E9697F" w:rsidRPr="00804087" w:rsidRDefault="00E9697F" w:rsidP="007D0FF3">
            <w:pPr>
              <w:ind w:hanging="14"/>
              <w:rPr>
                <w:color w:val="000000"/>
                <w:sz w:val="20"/>
                <w:lang w:eastAsia="lt-LT"/>
              </w:rPr>
            </w:pPr>
            <w:r w:rsidRPr="00804087">
              <w:rPr>
                <w:b/>
                <w:bCs/>
                <w:color w:val="000000"/>
                <w:sz w:val="20"/>
                <w:lang w:eastAsia="lt-LT"/>
              </w:rPr>
              <w:t>Rastų neatpažintų lavonų duomenys:</w:t>
            </w:r>
          </w:p>
          <w:p w14:paraId="0AB63164" w14:textId="77777777" w:rsidR="00E9697F" w:rsidRPr="00804087" w:rsidRDefault="00E9697F" w:rsidP="007D0FF3">
            <w:pPr>
              <w:tabs>
                <w:tab w:val="left" w:pos="9072"/>
                <w:tab w:val="left" w:pos="9214"/>
              </w:tabs>
              <w:ind w:right="30" w:hanging="14"/>
              <w:rPr>
                <w:sz w:val="20"/>
                <w:lang w:eastAsia="lt-LT"/>
              </w:rPr>
            </w:pPr>
            <w:r w:rsidRPr="00804087">
              <w:rPr>
                <w:color w:val="000000"/>
                <w:sz w:val="20"/>
                <w:lang w:eastAsia="lt-LT"/>
              </w:rPr>
              <w:t>registro objekto identifikavimo kodas, kuriamas programiniu būdu;</w:t>
            </w:r>
          </w:p>
          <w:p w14:paraId="0A916F78" w14:textId="77777777" w:rsidR="00E9697F" w:rsidRPr="00804087" w:rsidRDefault="00E9697F" w:rsidP="007D0FF3">
            <w:pPr>
              <w:tabs>
                <w:tab w:val="left" w:pos="9072"/>
                <w:tab w:val="left" w:pos="9214"/>
              </w:tabs>
              <w:ind w:right="30" w:hanging="14"/>
              <w:rPr>
                <w:sz w:val="20"/>
                <w:lang w:eastAsia="lt-LT"/>
              </w:rPr>
            </w:pPr>
            <w:r w:rsidRPr="00804087">
              <w:rPr>
                <w:color w:val="000000"/>
                <w:sz w:val="20"/>
                <w:lang w:eastAsia="lt-LT"/>
              </w:rPr>
              <w:t>registro objekto įregistravimo, išregistravimo datos, duomenų įrašymo ir keitimo datos;</w:t>
            </w:r>
          </w:p>
          <w:p w14:paraId="086E1388" w14:textId="77777777" w:rsidR="00E9697F" w:rsidRPr="00804087" w:rsidRDefault="00E9697F" w:rsidP="007D0FF3">
            <w:pPr>
              <w:tabs>
                <w:tab w:val="left" w:pos="9072"/>
                <w:tab w:val="left" w:pos="9214"/>
              </w:tabs>
              <w:ind w:right="30" w:hanging="14"/>
              <w:rPr>
                <w:sz w:val="20"/>
                <w:lang w:eastAsia="lt-LT"/>
              </w:rPr>
            </w:pPr>
            <w:r w:rsidRPr="00804087">
              <w:rPr>
                <w:color w:val="000000"/>
                <w:sz w:val="20"/>
                <w:lang w:eastAsia="lt-LT"/>
              </w:rPr>
              <w:t>daktiloskopinės kortelės nuoroda Daktiloskopinių duomenų registre;</w:t>
            </w:r>
          </w:p>
          <w:p w14:paraId="01F00015" w14:textId="77777777" w:rsidR="00E9697F" w:rsidRPr="00804087" w:rsidRDefault="00E9697F" w:rsidP="007D0FF3">
            <w:pPr>
              <w:tabs>
                <w:tab w:val="left" w:pos="9072"/>
                <w:tab w:val="left" w:pos="9214"/>
              </w:tabs>
              <w:ind w:right="30" w:hanging="14"/>
              <w:rPr>
                <w:sz w:val="20"/>
                <w:lang w:eastAsia="lt-LT"/>
              </w:rPr>
            </w:pPr>
            <w:r w:rsidRPr="00804087">
              <w:rPr>
                <w:color w:val="000000"/>
                <w:sz w:val="20"/>
                <w:lang w:eastAsia="lt-LT"/>
              </w:rPr>
              <w:t>DNR analitės (genotipo) nuoroda DNR duomenų registre;</w:t>
            </w:r>
          </w:p>
          <w:p w14:paraId="6F3FD787" w14:textId="77777777" w:rsidR="00E9697F" w:rsidRPr="00804087" w:rsidRDefault="00E9697F" w:rsidP="007D0FF3">
            <w:pPr>
              <w:tabs>
                <w:tab w:val="left" w:pos="9072"/>
                <w:tab w:val="left" w:pos="9214"/>
              </w:tabs>
              <w:ind w:right="30" w:hanging="14"/>
              <w:rPr>
                <w:sz w:val="20"/>
                <w:lang w:eastAsia="lt-LT"/>
              </w:rPr>
            </w:pPr>
            <w:r w:rsidRPr="00804087">
              <w:rPr>
                <w:color w:val="000000"/>
                <w:sz w:val="20"/>
                <w:lang w:eastAsia="lt-LT"/>
              </w:rPr>
              <w:t>registro duomenis įrašiusio darbuotojo (pareigūno) vardas, pavardė, pareigos, telefono ryšio numeris, elektroninis paštas, įstaigos, kurioje dirba darbuotojas (tarnauja pareigūnas), pavadinimas.</w:t>
            </w:r>
          </w:p>
          <w:p w14:paraId="7F3C5532" w14:textId="77777777" w:rsidR="00E9697F" w:rsidRPr="00804087" w:rsidRDefault="00E9697F" w:rsidP="007D0FF3">
            <w:pPr>
              <w:tabs>
                <w:tab w:val="left" w:pos="8222"/>
                <w:tab w:val="left" w:pos="9072"/>
              </w:tabs>
              <w:ind w:right="30" w:hanging="14"/>
              <w:rPr>
                <w:sz w:val="20"/>
                <w:lang w:eastAsia="lt-LT"/>
              </w:rPr>
            </w:pPr>
            <w:r w:rsidRPr="00804087">
              <w:rPr>
                <w:color w:val="000000"/>
                <w:sz w:val="20"/>
                <w:lang w:eastAsia="lt-LT"/>
              </w:rPr>
              <w:t>asmens kodas, (jei jis suteiktas Lietuvos Respublikos gyventojų registro įstatymo nustatyta tvarka;</w:t>
            </w:r>
          </w:p>
          <w:p w14:paraId="489D595F" w14:textId="77777777" w:rsidR="00E9697F" w:rsidRPr="00804087" w:rsidRDefault="00E9697F" w:rsidP="007D0FF3">
            <w:pPr>
              <w:tabs>
                <w:tab w:val="left" w:pos="9214"/>
              </w:tabs>
              <w:ind w:right="30" w:hanging="14"/>
              <w:rPr>
                <w:sz w:val="20"/>
                <w:lang w:eastAsia="lt-LT"/>
              </w:rPr>
            </w:pPr>
            <w:r w:rsidRPr="00804087">
              <w:rPr>
                <w:color w:val="000000"/>
                <w:sz w:val="20"/>
                <w:lang w:eastAsia="lt-LT"/>
              </w:rPr>
              <w:t>pavardė (pavardės);</w:t>
            </w:r>
          </w:p>
          <w:p w14:paraId="577A753D" w14:textId="77777777" w:rsidR="00E9697F" w:rsidRPr="00804087" w:rsidRDefault="00E9697F" w:rsidP="007D0FF3">
            <w:pPr>
              <w:tabs>
                <w:tab w:val="left" w:pos="9214"/>
              </w:tabs>
              <w:ind w:right="30" w:hanging="14"/>
              <w:rPr>
                <w:sz w:val="20"/>
                <w:lang w:eastAsia="lt-LT"/>
              </w:rPr>
            </w:pPr>
            <w:r w:rsidRPr="00804087">
              <w:rPr>
                <w:color w:val="000000"/>
                <w:sz w:val="20"/>
                <w:lang w:eastAsia="lt-LT"/>
              </w:rPr>
              <w:t>pilietybė;</w:t>
            </w:r>
          </w:p>
          <w:p w14:paraId="0FF09C4D" w14:textId="77777777" w:rsidR="00E9697F" w:rsidRPr="00804087" w:rsidRDefault="00E9697F" w:rsidP="007D0FF3">
            <w:pPr>
              <w:tabs>
                <w:tab w:val="left" w:pos="9214"/>
              </w:tabs>
              <w:ind w:right="30" w:hanging="14"/>
              <w:rPr>
                <w:sz w:val="20"/>
                <w:lang w:eastAsia="lt-LT"/>
              </w:rPr>
            </w:pPr>
            <w:r w:rsidRPr="00804087">
              <w:rPr>
                <w:color w:val="000000"/>
                <w:sz w:val="20"/>
                <w:lang w:eastAsia="lt-LT"/>
              </w:rPr>
              <w:t>asmens tapatybę patvirtinančio dokumento rūšis, šį dokumentą išdavusios valstybės kodas ir pavadinimas, šio dokumento serija ir numeris, šį dokumentą išdavusios įstaigos kodas ir pavadinimas, jo išdavimo data, data, iki kurios galioja šis dokumentas, šio dokumento galiojimo / negaliojimo būsena;</w:t>
            </w:r>
          </w:p>
          <w:p w14:paraId="1CA8E21C" w14:textId="77777777" w:rsidR="00E9697F" w:rsidRPr="00804087" w:rsidRDefault="00E9697F" w:rsidP="007D0FF3">
            <w:pPr>
              <w:tabs>
                <w:tab w:val="left" w:pos="9214"/>
              </w:tabs>
              <w:ind w:right="30" w:hanging="14"/>
              <w:rPr>
                <w:sz w:val="20"/>
                <w:lang w:eastAsia="lt-LT"/>
              </w:rPr>
            </w:pPr>
            <w:r w:rsidRPr="00804087">
              <w:rPr>
                <w:color w:val="000000"/>
                <w:sz w:val="20"/>
                <w:lang w:eastAsia="lt-LT"/>
              </w:rPr>
              <w:t>lytis;</w:t>
            </w:r>
          </w:p>
          <w:p w14:paraId="15F6FF20" w14:textId="77777777" w:rsidR="00E9697F" w:rsidRPr="00804087" w:rsidRDefault="00E9697F" w:rsidP="007D0FF3">
            <w:pPr>
              <w:ind w:right="974"/>
              <w:rPr>
                <w:sz w:val="20"/>
                <w:lang w:eastAsia="lt-LT"/>
              </w:rPr>
            </w:pPr>
            <w:r w:rsidRPr="00804087">
              <w:rPr>
                <w:color w:val="000000"/>
                <w:sz w:val="20"/>
                <w:lang w:eastAsia="lt-LT"/>
              </w:rPr>
              <w:t>gimimo data;</w:t>
            </w:r>
          </w:p>
          <w:p w14:paraId="3FA635E2" w14:textId="77777777" w:rsidR="00E9697F" w:rsidRPr="00804087" w:rsidRDefault="00E9697F" w:rsidP="007D0FF3">
            <w:pPr>
              <w:ind w:right="974"/>
              <w:rPr>
                <w:sz w:val="20"/>
                <w:lang w:eastAsia="lt-LT"/>
              </w:rPr>
            </w:pPr>
            <w:r w:rsidRPr="00804087">
              <w:rPr>
                <w:color w:val="000000"/>
                <w:sz w:val="20"/>
                <w:lang w:eastAsia="lt-LT"/>
              </w:rPr>
              <w:t>gimimo vieta;</w:t>
            </w:r>
          </w:p>
          <w:p w14:paraId="666DEEF9" w14:textId="77777777" w:rsidR="00E9697F" w:rsidRPr="00804087" w:rsidRDefault="00E9697F" w:rsidP="007D0FF3">
            <w:pPr>
              <w:ind w:right="566"/>
              <w:rPr>
                <w:sz w:val="20"/>
                <w:lang w:eastAsia="lt-LT"/>
              </w:rPr>
            </w:pPr>
            <w:r w:rsidRPr="00804087">
              <w:rPr>
                <w:color w:val="000000"/>
                <w:sz w:val="20"/>
                <w:lang w:eastAsia="lt-LT"/>
              </w:rPr>
              <w:t>mirties data;</w:t>
            </w:r>
          </w:p>
          <w:p w14:paraId="2275B86D" w14:textId="77777777" w:rsidR="00E9697F" w:rsidRPr="00804087" w:rsidRDefault="00E9697F" w:rsidP="007D0FF3">
            <w:pPr>
              <w:ind w:right="30"/>
              <w:rPr>
                <w:sz w:val="20"/>
                <w:lang w:eastAsia="lt-LT"/>
              </w:rPr>
            </w:pPr>
            <w:r w:rsidRPr="00804087">
              <w:rPr>
                <w:color w:val="000000"/>
                <w:sz w:val="20"/>
                <w:lang w:eastAsia="lt-LT"/>
              </w:rPr>
              <w:t xml:space="preserve">gyvenamoji vieta </w:t>
            </w:r>
            <w:r w:rsidRPr="00804087">
              <w:rPr>
                <w:b/>
                <w:color w:val="000000"/>
                <w:sz w:val="20"/>
                <w:lang w:eastAsia="lt-LT"/>
              </w:rPr>
              <w:t>(</w:t>
            </w:r>
            <w:r w:rsidRPr="00804087">
              <w:rPr>
                <w:bCs/>
                <w:color w:val="000000"/>
                <w:sz w:val="20"/>
                <w:lang w:eastAsia="lt-LT"/>
              </w:rPr>
              <w:t>adresas),</w:t>
            </w:r>
            <w:r w:rsidRPr="00804087">
              <w:rPr>
                <w:color w:val="000000"/>
                <w:sz w:val="20"/>
                <w:lang w:eastAsia="lt-LT"/>
              </w:rPr>
              <w:t xml:space="preserve"> o jeigu neturi gyvenamosios vietos ir yra įtrauktas į gyvenamosios vietos neturinčių asmenų apskaitą, – savivaldybė, kurioje gyvena;</w:t>
            </w:r>
          </w:p>
          <w:p w14:paraId="1930EBA4" w14:textId="77777777" w:rsidR="00E9697F" w:rsidRPr="00804087" w:rsidRDefault="00E9697F" w:rsidP="007D0FF3">
            <w:pPr>
              <w:ind w:right="566"/>
              <w:rPr>
                <w:sz w:val="20"/>
                <w:lang w:eastAsia="lt-LT"/>
              </w:rPr>
            </w:pPr>
            <w:r w:rsidRPr="00804087">
              <w:rPr>
                <w:color w:val="000000"/>
                <w:sz w:val="20"/>
                <w:lang w:eastAsia="lt-LT"/>
              </w:rPr>
              <w:t>skaitmeninis veido atvaizdas:</w:t>
            </w:r>
          </w:p>
          <w:p w14:paraId="04CCB558" w14:textId="77777777" w:rsidR="00E9697F" w:rsidRPr="00804087" w:rsidRDefault="00E9697F" w:rsidP="007D0FF3">
            <w:pPr>
              <w:ind w:right="566"/>
              <w:rPr>
                <w:sz w:val="20"/>
                <w:lang w:eastAsia="lt-LT"/>
              </w:rPr>
            </w:pPr>
            <w:r w:rsidRPr="00804087">
              <w:rPr>
                <w:color w:val="000000"/>
                <w:sz w:val="20"/>
                <w:lang w:eastAsia="lt-LT"/>
              </w:rPr>
              <w:t>veido skaitmeninio atvaizdo padarymo data;</w:t>
            </w:r>
          </w:p>
          <w:p w14:paraId="3C559E60" w14:textId="77777777" w:rsidR="00E9697F" w:rsidRPr="00804087" w:rsidRDefault="00E9697F" w:rsidP="007D0FF3">
            <w:pPr>
              <w:ind w:right="30"/>
              <w:rPr>
                <w:sz w:val="20"/>
                <w:lang w:eastAsia="lt-LT"/>
              </w:rPr>
            </w:pPr>
            <w:r w:rsidRPr="00804087">
              <w:rPr>
                <w:color w:val="000000"/>
                <w:sz w:val="20"/>
                <w:lang w:eastAsia="lt-LT"/>
              </w:rPr>
              <w:t>veido skaitmeninio atvaizdo padarymo pagrindas;</w:t>
            </w:r>
          </w:p>
          <w:p w14:paraId="3BA9A590" w14:textId="77777777" w:rsidR="00E9697F" w:rsidRPr="00804087" w:rsidRDefault="00E9697F" w:rsidP="007D0FF3">
            <w:pPr>
              <w:ind w:right="30"/>
              <w:rPr>
                <w:sz w:val="20"/>
                <w:lang w:eastAsia="lt-LT"/>
              </w:rPr>
            </w:pPr>
            <w:r w:rsidRPr="00804087">
              <w:rPr>
                <w:color w:val="000000"/>
                <w:sz w:val="20"/>
                <w:lang w:eastAsia="lt-LT"/>
              </w:rPr>
              <w:t>pagrindinės žymės:</w:t>
            </w:r>
          </w:p>
          <w:p w14:paraId="7641533C" w14:textId="77777777" w:rsidR="00E9697F" w:rsidRPr="00804087" w:rsidRDefault="00E9697F" w:rsidP="007D0FF3">
            <w:pPr>
              <w:ind w:right="30"/>
              <w:rPr>
                <w:sz w:val="20"/>
                <w:lang w:eastAsia="lt-LT"/>
              </w:rPr>
            </w:pPr>
            <w:r w:rsidRPr="00804087">
              <w:rPr>
                <w:color w:val="000000"/>
                <w:sz w:val="20"/>
                <w:lang w:eastAsia="lt-LT"/>
              </w:rPr>
              <w:t>amžius pagal išvaizdą;</w:t>
            </w:r>
          </w:p>
          <w:p w14:paraId="43232167" w14:textId="77777777" w:rsidR="00E9697F" w:rsidRPr="00804087" w:rsidRDefault="00E9697F" w:rsidP="007D0FF3">
            <w:pPr>
              <w:ind w:right="30"/>
              <w:rPr>
                <w:sz w:val="20"/>
                <w:lang w:eastAsia="lt-LT"/>
              </w:rPr>
            </w:pPr>
            <w:r w:rsidRPr="00804087">
              <w:rPr>
                <w:color w:val="000000"/>
                <w:sz w:val="20"/>
                <w:lang w:eastAsia="lt-LT"/>
              </w:rPr>
              <w:t>ūgis/lavono ilgis;</w:t>
            </w:r>
          </w:p>
          <w:p w14:paraId="35C548F5" w14:textId="77777777" w:rsidR="00E9697F" w:rsidRPr="00804087" w:rsidRDefault="00E9697F" w:rsidP="007D0FF3">
            <w:pPr>
              <w:ind w:right="30"/>
              <w:rPr>
                <w:sz w:val="20"/>
                <w:lang w:eastAsia="lt-LT"/>
              </w:rPr>
            </w:pPr>
            <w:r w:rsidRPr="00804087">
              <w:rPr>
                <w:color w:val="000000"/>
                <w:sz w:val="20"/>
                <w:lang w:eastAsia="lt-LT"/>
              </w:rPr>
              <w:t>kūno sudėjimas;</w:t>
            </w:r>
          </w:p>
          <w:p w14:paraId="6C8C9EFE" w14:textId="77777777" w:rsidR="00E9697F" w:rsidRPr="00804087" w:rsidRDefault="00E9697F" w:rsidP="007D0FF3">
            <w:pPr>
              <w:ind w:right="30"/>
              <w:rPr>
                <w:sz w:val="20"/>
                <w:lang w:eastAsia="lt-LT"/>
              </w:rPr>
            </w:pPr>
            <w:r w:rsidRPr="00804087">
              <w:rPr>
                <w:color w:val="000000"/>
                <w:sz w:val="20"/>
                <w:lang w:eastAsia="lt-LT"/>
              </w:rPr>
              <w:t>galva (dydis, forma);</w:t>
            </w:r>
          </w:p>
          <w:p w14:paraId="69BC54C1" w14:textId="77777777" w:rsidR="00E9697F" w:rsidRPr="00804087" w:rsidRDefault="00E9697F" w:rsidP="007D0FF3">
            <w:pPr>
              <w:ind w:right="30"/>
              <w:rPr>
                <w:sz w:val="20"/>
                <w:lang w:eastAsia="lt-LT"/>
              </w:rPr>
            </w:pPr>
            <w:r w:rsidRPr="00804087">
              <w:rPr>
                <w:color w:val="000000"/>
                <w:sz w:val="20"/>
                <w:lang w:eastAsia="lt-LT"/>
              </w:rPr>
              <w:t>plaukai (spalva, šukuosena);</w:t>
            </w:r>
          </w:p>
          <w:p w14:paraId="790C7243" w14:textId="77777777" w:rsidR="00E9697F" w:rsidRPr="00804087" w:rsidRDefault="00E9697F" w:rsidP="007D0FF3">
            <w:pPr>
              <w:ind w:right="30"/>
              <w:rPr>
                <w:sz w:val="20"/>
                <w:lang w:eastAsia="lt-LT"/>
              </w:rPr>
            </w:pPr>
            <w:r w:rsidRPr="00804087">
              <w:rPr>
                <w:color w:val="000000"/>
                <w:sz w:val="20"/>
                <w:lang w:eastAsia="lt-LT"/>
              </w:rPr>
              <w:t>veidas (veido forma, veido spalva, veido plaukai);</w:t>
            </w:r>
          </w:p>
          <w:p w14:paraId="6D8861BC" w14:textId="77777777" w:rsidR="00E9697F" w:rsidRPr="00804087" w:rsidRDefault="00E9697F" w:rsidP="007D0FF3">
            <w:pPr>
              <w:ind w:right="30"/>
              <w:rPr>
                <w:sz w:val="20"/>
                <w:lang w:eastAsia="lt-LT"/>
              </w:rPr>
            </w:pPr>
            <w:r w:rsidRPr="00804087">
              <w:rPr>
                <w:color w:val="000000"/>
                <w:sz w:val="20"/>
                <w:lang w:eastAsia="lt-LT"/>
              </w:rPr>
              <w:t>kakta (aukštis, plotis, nuolinkis);</w:t>
            </w:r>
          </w:p>
          <w:p w14:paraId="241A4AA1" w14:textId="77777777" w:rsidR="00E9697F" w:rsidRPr="00804087" w:rsidRDefault="00E9697F" w:rsidP="007D0FF3">
            <w:pPr>
              <w:ind w:right="30"/>
              <w:rPr>
                <w:sz w:val="20"/>
                <w:lang w:eastAsia="lt-LT"/>
              </w:rPr>
            </w:pPr>
            <w:r w:rsidRPr="00804087">
              <w:rPr>
                <w:color w:val="000000"/>
                <w:sz w:val="20"/>
                <w:lang w:eastAsia="lt-LT"/>
              </w:rPr>
              <w:t>antakiai (forma, spalva, plotis);</w:t>
            </w:r>
          </w:p>
          <w:p w14:paraId="1FADDA88" w14:textId="77777777" w:rsidR="00E9697F" w:rsidRPr="00804087" w:rsidRDefault="00E9697F" w:rsidP="007D0FF3">
            <w:pPr>
              <w:ind w:right="30"/>
              <w:rPr>
                <w:sz w:val="20"/>
                <w:lang w:eastAsia="lt-LT"/>
              </w:rPr>
            </w:pPr>
            <w:r w:rsidRPr="00804087">
              <w:rPr>
                <w:color w:val="000000"/>
                <w:sz w:val="20"/>
                <w:lang w:eastAsia="lt-LT"/>
              </w:rPr>
              <w:t>akys (tipas, spalva);</w:t>
            </w:r>
          </w:p>
          <w:p w14:paraId="6BA5574A" w14:textId="77777777" w:rsidR="00E9697F" w:rsidRPr="00804087" w:rsidRDefault="00E9697F" w:rsidP="007D0FF3">
            <w:pPr>
              <w:ind w:right="30"/>
              <w:rPr>
                <w:sz w:val="20"/>
                <w:lang w:eastAsia="lt-LT"/>
              </w:rPr>
            </w:pPr>
            <w:r w:rsidRPr="00804087">
              <w:rPr>
                <w:color w:val="000000"/>
                <w:sz w:val="20"/>
                <w:lang w:eastAsia="lt-LT"/>
              </w:rPr>
              <w:t>nosis (dydis, forma);</w:t>
            </w:r>
          </w:p>
          <w:p w14:paraId="4112A174" w14:textId="77777777" w:rsidR="00E9697F" w:rsidRPr="00804087" w:rsidRDefault="00E9697F" w:rsidP="007D0FF3">
            <w:pPr>
              <w:ind w:right="30"/>
              <w:rPr>
                <w:sz w:val="20"/>
                <w:lang w:eastAsia="lt-LT"/>
              </w:rPr>
            </w:pPr>
            <w:r w:rsidRPr="00804087">
              <w:rPr>
                <w:color w:val="000000"/>
                <w:sz w:val="20"/>
                <w:lang w:eastAsia="lt-LT"/>
              </w:rPr>
              <w:t>burna (dydis, kampų padėtis);</w:t>
            </w:r>
          </w:p>
          <w:p w14:paraId="02C8A474" w14:textId="77777777" w:rsidR="00E9697F" w:rsidRPr="00804087" w:rsidRDefault="00E9697F" w:rsidP="007D0FF3">
            <w:pPr>
              <w:ind w:right="30"/>
              <w:rPr>
                <w:sz w:val="20"/>
                <w:lang w:eastAsia="lt-LT"/>
              </w:rPr>
            </w:pPr>
            <w:r w:rsidRPr="00804087">
              <w:rPr>
                <w:color w:val="000000"/>
                <w:sz w:val="20"/>
                <w:lang w:eastAsia="lt-LT"/>
              </w:rPr>
              <w:t>lūpos;</w:t>
            </w:r>
          </w:p>
          <w:p w14:paraId="6659AA4A" w14:textId="77777777" w:rsidR="00E9697F" w:rsidRPr="00804087" w:rsidRDefault="00E9697F" w:rsidP="007D0FF3">
            <w:pPr>
              <w:ind w:right="30"/>
              <w:rPr>
                <w:sz w:val="20"/>
                <w:lang w:eastAsia="lt-LT"/>
              </w:rPr>
            </w:pPr>
            <w:r w:rsidRPr="00804087">
              <w:rPr>
                <w:color w:val="000000"/>
                <w:sz w:val="20"/>
                <w:lang w:eastAsia="lt-LT"/>
              </w:rPr>
              <w:t>smakras (dydis, forma);</w:t>
            </w:r>
          </w:p>
          <w:p w14:paraId="18E6C2E9" w14:textId="77777777" w:rsidR="00E9697F" w:rsidRPr="00804087" w:rsidRDefault="00E9697F" w:rsidP="007D0FF3">
            <w:pPr>
              <w:ind w:right="30"/>
              <w:rPr>
                <w:sz w:val="20"/>
                <w:lang w:eastAsia="lt-LT"/>
              </w:rPr>
            </w:pPr>
            <w:r w:rsidRPr="00804087">
              <w:rPr>
                <w:color w:val="000000"/>
                <w:sz w:val="20"/>
                <w:lang w:eastAsia="lt-LT"/>
              </w:rPr>
              <w:t>ausys (dydis, forma);</w:t>
            </w:r>
          </w:p>
          <w:p w14:paraId="67D02FF2" w14:textId="77777777" w:rsidR="00E9697F" w:rsidRPr="00804087" w:rsidRDefault="00E9697F" w:rsidP="007D0FF3">
            <w:pPr>
              <w:ind w:right="30"/>
              <w:rPr>
                <w:sz w:val="20"/>
                <w:lang w:eastAsia="lt-LT"/>
              </w:rPr>
            </w:pPr>
            <w:r w:rsidRPr="00804087">
              <w:rPr>
                <w:color w:val="000000"/>
                <w:sz w:val="20"/>
                <w:lang w:eastAsia="lt-LT"/>
              </w:rPr>
              <w:t>eisenos aprašymas;. odos spalva;</w:t>
            </w:r>
          </w:p>
          <w:p w14:paraId="38CC45CF" w14:textId="77777777" w:rsidR="00E9697F" w:rsidRPr="00804087" w:rsidRDefault="00E9697F" w:rsidP="007D0FF3">
            <w:pPr>
              <w:ind w:right="30"/>
              <w:rPr>
                <w:sz w:val="20"/>
                <w:lang w:eastAsia="lt-LT"/>
              </w:rPr>
            </w:pPr>
            <w:r w:rsidRPr="00804087">
              <w:rPr>
                <w:color w:val="000000"/>
                <w:sz w:val="20"/>
                <w:lang w:eastAsia="lt-LT"/>
              </w:rPr>
              <w:t>auskarų įvėrimo vietos;</w:t>
            </w:r>
          </w:p>
          <w:p w14:paraId="0F9EE973" w14:textId="77777777" w:rsidR="00E9697F" w:rsidRPr="00804087" w:rsidRDefault="00E9697F" w:rsidP="007D0FF3">
            <w:pPr>
              <w:ind w:right="30" w:hanging="14"/>
              <w:rPr>
                <w:sz w:val="20"/>
                <w:lang w:eastAsia="lt-LT"/>
              </w:rPr>
            </w:pPr>
            <w:r w:rsidRPr="00804087">
              <w:rPr>
                <w:color w:val="000000"/>
                <w:sz w:val="20"/>
                <w:lang w:eastAsia="lt-LT"/>
              </w:rPr>
              <w:t>operacijų, traumų žymės (vieta, aprašymas):</w:t>
            </w:r>
          </w:p>
          <w:p w14:paraId="5E6E8CAF" w14:textId="77777777" w:rsidR="00E9697F" w:rsidRPr="00804087" w:rsidRDefault="00E9697F" w:rsidP="007D0FF3">
            <w:pPr>
              <w:ind w:right="566" w:hanging="14"/>
              <w:rPr>
                <w:sz w:val="20"/>
                <w:lang w:eastAsia="lt-LT"/>
              </w:rPr>
            </w:pPr>
            <w:r w:rsidRPr="00804087">
              <w:rPr>
                <w:color w:val="000000"/>
                <w:sz w:val="20"/>
                <w:lang w:eastAsia="lt-LT"/>
              </w:rPr>
              <w:t>randai;</w:t>
            </w:r>
          </w:p>
          <w:p w14:paraId="52180059" w14:textId="77777777" w:rsidR="00E9697F" w:rsidRPr="00804087" w:rsidRDefault="00E9697F" w:rsidP="007D0FF3">
            <w:pPr>
              <w:ind w:right="566" w:hanging="14"/>
              <w:rPr>
                <w:sz w:val="20"/>
                <w:lang w:eastAsia="lt-LT"/>
              </w:rPr>
            </w:pPr>
            <w:r w:rsidRPr="00804087">
              <w:rPr>
                <w:color w:val="000000"/>
                <w:sz w:val="20"/>
                <w:lang w:eastAsia="lt-LT"/>
              </w:rPr>
              <w:t>siūlės;</w:t>
            </w:r>
          </w:p>
          <w:p w14:paraId="7DD229F3" w14:textId="77777777" w:rsidR="00E9697F" w:rsidRPr="00804087" w:rsidRDefault="00E9697F" w:rsidP="007D0FF3">
            <w:pPr>
              <w:ind w:right="566" w:hanging="14"/>
              <w:rPr>
                <w:sz w:val="20"/>
                <w:lang w:eastAsia="lt-LT"/>
              </w:rPr>
            </w:pPr>
            <w:r w:rsidRPr="00804087">
              <w:rPr>
                <w:color w:val="000000"/>
                <w:sz w:val="20"/>
                <w:lang w:eastAsia="lt-LT"/>
              </w:rPr>
              <w:t>deformuota kūno dalis (-ys) (vieta, aprašymas);</w:t>
            </w:r>
          </w:p>
          <w:p w14:paraId="02A04465" w14:textId="77777777" w:rsidR="00E9697F" w:rsidRPr="00804087" w:rsidRDefault="00E9697F" w:rsidP="007D0FF3">
            <w:pPr>
              <w:ind w:right="566" w:hanging="14"/>
              <w:rPr>
                <w:sz w:val="20"/>
                <w:lang w:eastAsia="lt-LT"/>
              </w:rPr>
            </w:pPr>
            <w:r w:rsidRPr="00804087">
              <w:rPr>
                <w:color w:val="000000"/>
                <w:sz w:val="20"/>
                <w:lang w:eastAsia="lt-LT"/>
              </w:rPr>
              <w:t>amputacijos (vieta, aprašymas);</w:t>
            </w:r>
          </w:p>
          <w:p w14:paraId="596C8692" w14:textId="77777777" w:rsidR="00E9697F" w:rsidRPr="00804087" w:rsidRDefault="00E9697F" w:rsidP="007D0FF3">
            <w:pPr>
              <w:ind w:right="974" w:hanging="14"/>
              <w:rPr>
                <w:sz w:val="20"/>
                <w:lang w:eastAsia="lt-LT"/>
              </w:rPr>
            </w:pPr>
            <w:r w:rsidRPr="00804087">
              <w:rPr>
                <w:color w:val="000000"/>
                <w:sz w:val="20"/>
                <w:lang w:eastAsia="lt-LT"/>
              </w:rPr>
              <w:t>fiziniai trūkumai, vystymosi anomalijos ir kiti defektai (vieta, aprašymas);</w:t>
            </w:r>
          </w:p>
          <w:p w14:paraId="33736B81" w14:textId="77777777" w:rsidR="00E9697F" w:rsidRPr="00804087" w:rsidRDefault="00E9697F" w:rsidP="007D0FF3">
            <w:pPr>
              <w:ind w:right="566" w:hanging="14"/>
              <w:rPr>
                <w:sz w:val="20"/>
                <w:lang w:eastAsia="lt-LT"/>
              </w:rPr>
            </w:pPr>
            <w:r w:rsidRPr="00804087">
              <w:rPr>
                <w:color w:val="000000"/>
                <w:sz w:val="20"/>
                <w:lang w:eastAsia="lt-LT"/>
              </w:rPr>
              <w:t>pagrindinių žymių skaitmeniniai atvaizdai (skaitmeninių atvaizdų padarymo data, aprašymas);</w:t>
            </w:r>
          </w:p>
          <w:p w14:paraId="6DF003E2" w14:textId="77777777" w:rsidR="00E9697F" w:rsidRPr="00804087" w:rsidRDefault="00E9697F" w:rsidP="007D0FF3">
            <w:pPr>
              <w:ind w:hanging="14"/>
              <w:rPr>
                <w:sz w:val="20"/>
                <w:lang w:eastAsia="lt-LT"/>
              </w:rPr>
            </w:pPr>
            <w:r w:rsidRPr="00804087">
              <w:rPr>
                <w:color w:val="000000"/>
                <w:sz w:val="20"/>
                <w:lang w:eastAsia="lt-LT"/>
              </w:rPr>
              <w:t>tatuiruotė (-ės) (tipas, vieta, aprašymas);</w:t>
            </w:r>
          </w:p>
          <w:p w14:paraId="2BD1F501" w14:textId="77777777" w:rsidR="00E9697F" w:rsidRPr="00804087" w:rsidRDefault="00E9697F" w:rsidP="007D0FF3">
            <w:pPr>
              <w:ind w:hanging="14"/>
              <w:rPr>
                <w:sz w:val="20"/>
                <w:lang w:eastAsia="lt-LT"/>
              </w:rPr>
            </w:pPr>
            <w:r w:rsidRPr="00804087">
              <w:rPr>
                <w:color w:val="000000"/>
                <w:sz w:val="20"/>
                <w:lang w:eastAsia="lt-LT"/>
              </w:rPr>
              <w:lastRenderedPageBreak/>
              <w:t>protezai (vieta, aprašymas);</w:t>
            </w:r>
          </w:p>
          <w:p w14:paraId="30B1039A" w14:textId="77777777" w:rsidR="00E9697F" w:rsidRPr="00804087" w:rsidRDefault="00E9697F" w:rsidP="007D0FF3">
            <w:pPr>
              <w:ind w:hanging="14"/>
              <w:rPr>
                <w:sz w:val="20"/>
                <w:lang w:eastAsia="lt-LT"/>
              </w:rPr>
            </w:pPr>
            <w:r w:rsidRPr="00804087">
              <w:rPr>
                <w:color w:val="000000"/>
                <w:sz w:val="20"/>
                <w:lang w:eastAsia="lt-LT"/>
              </w:rPr>
              <w:t>sveikatos būklė (ligos, sutrikimo pavadinimas);</w:t>
            </w:r>
          </w:p>
          <w:p w14:paraId="11E3F56D" w14:textId="77777777" w:rsidR="00E9697F" w:rsidRPr="00804087" w:rsidRDefault="00E9697F" w:rsidP="007D0FF3">
            <w:pPr>
              <w:ind w:hanging="14"/>
              <w:rPr>
                <w:sz w:val="20"/>
                <w:lang w:eastAsia="lt-LT"/>
              </w:rPr>
            </w:pPr>
            <w:r w:rsidRPr="00804087">
              <w:rPr>
                <w:color w:val="000000"/>
                <w:sz w:val="20"/>
                <w:lang w:eastAsia="lt-LT"/>
              </w:rPr>
              <w:t>išskirtinės balso tembro, gestų ypatybės;</w:t>
            </w:r>
          </w:p>
          <w:p w14:paraId="714B1F33" w14:textId="77777777" w:rsidR="00E9697F" w:rsidRPr="00804087" w:rsidRDefault="00E9697F" w:rsidP="007D0FF3">
            <w:pPr>
              <w:ind w:hanging="14"/>
              <w:rPr>
                <w:sz w:val="20"/>
                <w:lang w:eastAsia="lt-LT"/>
              </w:rPr>
            </w:pPr>
            <w:r w:rsidRPr="00804087">
              <w:rPr>
                <w:color w:val="000000"/>
                <w:sz w:val="20"/>
                <w:lang w:eastAsia="lt-LT"/>
              </w:rPr>
              <w:t>išsamios atpažinimo žymės:</w:t>
            </w:r>
          </w:p>
          <w:p w14:paraId="69F8E81A" w14:textId="77777777" w:rsidR="00E9697F" w:rsidRPr="00804087" w:rsidRDefault="00E9697F" w:rsidP="007D0FF3">
            <w:pPr>
              <w:ind w:hanging="14"/>
              <w:rPr>
                <w:sz w:val="20"/>
                <w:lang w:eastAsia="lt-LT"/>
              </w:rPr>
            </w:pPr>
            <w:r w:rsidRPr="00804087">
              <w:rPr>
                <w:color w:val="000000"/>
                <w:sz w:val="20"/>
                <w:lang w:eastAsia="lt-LT"/>
              </w:rPr>
              <w:t>kraujo grupė;</w:t>
            </w:r>
          </w:p>
          <w:p w14:paraId="0CED21F6" w14:textId="77777777" w:rsidR="00E9697F" w:rsidRPr="00804087" w:rsidRDefault="00E9697F" w:rsidP="007D0FF3">
            <w:pPr>
              <w:ind w:hanging="14"/>
              <w:rPr>
                <w:sz w:val="20"/>
                <w:lang w:eastAsia="lt-LT"/>
              </w:rPr>
            </w:pPr>
            <w:r w:rsidRPr="00804087">
              <w:rPr>
                <w:color w:val="000000"/>
                <w:sz w:val="20"/>
                <w:lang w:eastAsia="lt-LT"/>
              </w:rPr>
              <w:t>dantys (dantų požymiai, dantų būklė, dantų būklės schema);</w:t>
            </w:r>
          </w:p>
          <w:p w14:paraId="003C9F28" w14:textId="77777777" w:rsidR="00E9697F" w:rsidRPr="00804087" w:rsidRDefault="00E9697F" w:rsidP="007D0FF3">
            <w:pPr>
              <w:ind w:hanging="14"/>
              <w:rPr>
                <w:sz w:val="20"/>
                <w:lang w:eastAsia="lt-LT"/>
              </w:rPr>
            </w:pPr>
            <w:r w:rsidRPr="00804087">
              <w:rPr>
                <w:color w:val="000000"/>
                <w:sz w:val="20"/>
                <w:lang w:eastAsia="lt-LT"/>
              </w:rPr>
              <w:t>aprangos elementai</w:t>
            </w:r>
            <w:r w:rsidRPr="00804087">
              <w:rPr>
                <w:b/>
                <w:bCs/>
                <w:color w:val="000000"/>
                <w:sz w:val="20"/>
                <w:lang w:eastAsia="lt-LT"/>
              </w:rPr>
              <w:t xml:space="preserve"> </w:t>
            </w:r>
            <w:r w:rsidRPr="00804087">
              <w:rPr>
                <w:color w:val="000000"/>
                <w:sz w:val="20"/>
                <w:lang w:eastAsia="lt-LT"/>
              </w:rPr>
              <w:t>(galvos apdangalas, drabužiai, avalynė).</w:t>
            </w:r>
          </w:p>
          <w:p w14:paraId="30B26B44" w14:textId="77777777" w:rsidR="00E9697F" w:rsidRPr="00804087" w:rsidRDefault="00E9697F" w:rsidP="007D0FF3">
            <w:pPr>
              <w:rPr>
                <w:sz w:val="20"/>
                <w:lang w:eastAsia="lt-LT"/>
              </w:rPr>
            </w:pPr>
            <w:r w:rsidRPr="00804087">
              <w:rPr>
                <w:color w:val="000000"/>
                <w:sz w:val="20"/>
                <w:lang w:eastAsia="lt-LT"/>
              </w:rPr>
              <w:t>identifikavimo kodas Ieškomų asmenų, neatpažintų lavonų ir nežinomų bejėgių asmenų žinybiniame registre;</w:t>
            </w:r>
          </w:p>
          <w:p w14:paraId="47C9F036" w14:textId="77777777" w:rsidR="00E9697F" w:rsidRPr="00804087" w:rsidRDefault="00E9697F" w:rsidP="007D0FF3">
            <w:pPr>
              <w:rPr>
                <w:bCs/>
                <w:sz w:val="20"/>
                <w:lang w:eastAsia="lt-LT"/>
              </w:rPr>
            </w:pPr>
            <w:r w:rsidRPr="00804087">
              <w:rPr>
                <w:color w:val="000000"/>
                <w:sz w:val="20"/>
                <w:lang w:eastAsia="lt-LT"/>
              </w:rPr>
              <w:t xml:space="preserve">asmens kategorija: </w:t>
            </w:r>
            <w:r w:rsidRPr="00804087">
              <w:rPr>
                <w:bCs/>
                <w:sz w:val="20"/>
                <w:lang w:eastAsia="lt-LT"/>
              </w:rPr>
              <w:t xml:space="preserve">neatpažintas lavonas, </w:t>
            </w:r>
          </w:p>
          <w:p w14:paraId="29112E0C" w14:textId="77777777" w:rsidR="00E9697F" w:rsidRPr="00804087" w:rsidRDefault="00E9697F" w:rsidP="007D0FF3">
            <w:pPr>
              <w:rPr>
                <w:sz w:val="20"/>
                <w:lang w:eastAsia="lt-LT"/>
              </w:rPr>
            </w:pPr>
            <w:r w:rsidRPr="00804087">
              <w:rPr>
                <w:color w:val="000000"/>
                <w:sz w:val="20"/>
                <w:lang w:eastAsia="lt-LT"/>
              </w:rPr>
              <w:t>paieškos paskelbimo, nutraukimo data;</w:t>
            </w:r>
          </w:p>
          <w:p w14:paraId="13204174" w14:textId="77777777" w:rsidR="00E9697F" w:rsidRPr="00804087" w:rsidRDefault="00E9697F" w:rsidP="007D0FF3">
            <w:pPr>
              <w:rPr>
                <w:sz w:val="20"/>
                <w:lang w:eastAsia="lt-LT"/>
              </w:rPr>
            </w:pPr>
            <w:r w:rsidRPr="00804087">
              <w:rPr>
                <w:color w:val="000000"/>
                <w:sz w:val="20"/>
                <w:lang w:eastAsia="lt-LT"/>
              </w:rPr>
              <w:t>dingimo, radimo vieta;</w:t>
            </w:r>
          </w:p>
          <w:p w14:paraId="577BB05E" w14:textId="77777777" w:rsidR="00E9697F" w:rsidRPr="00804087" w:rsidRDefault="00E9697F" w:rsidP="007D0FF3">
            <w:pPr>
              <w:rPr>
                <w:sz w:val="20"/>
                <w:lang w:eastAsia="lt-LT"/>
              </w:rPr>
            </w:pPr>
            <w:r w:rsidRPr="00804087">
              <w:rPr>
                <w:color w:val="000000"/>
                <w:sz w:val="20"/>
                <w:lang w:eastAsia="lt-LT"/>
              </w:rPr>
              <w:t>dingimo, radimo data;</w:t>
            </w:r>
          </w:p>
          <w:p w14:paraId="3F29ECF3" w14:textId="77777777" w:rsidR="00E9697F" w:rsidRPr="00804087" w:rsidRDefault="00E9697F" w:rsidP="007D0FF3">
            <w:pPr>
              <w:rPr>
                <w:sz w:val="20"/>
                <w:lang w:eastAsia="lt-LT"/>
              </w:rPr>
            </w:pPr>
            <w:r w:rsidRPr="00804087">
              <w:rPr>
                <w:color w:val="000000"/>
                <w:sz w:val="20"/>
                <w:lang w:eastAsia="lt-LT"/>
              </w:rPr>
              <w:t>kardomoji priemonė (rūšis, skyrimo data);</w:t>
            </w:r>
          </w:p>
          <w:p w14:paraId="46740835" w14:textId="77777777" w:rsidR="00E9697F" w:rsidRPr="00804087" w:rsidRDefault="00E9697F" w:rsidP="007D0FF3">
            <w:pPr>
              <w:rPr>
                <w:sz w:val="20"/>
                <w:lang w:eastAsia="lt-LT"/>
              </w:rPr>
            </w:pPr>
            <w:r w:rsidRPr="00804087">
              <w:rPr>
                <w:color w:val="000000"/>
                <w:sz w:val="20"/>
                <w:lang w:eastAsia="lt-LT"/>
              </w:rPr>
              <w:t>ikiteisminio tyrimo bylos (baudžiamosios bylos) numeris, ikiteisminio tyrimo pradėjimo data, BK straipsnio, numatančio nusikalstamą veiką, kurios padarymu įtariamas, kaltinamas, dėl kurios nuteistas ieškomas asmuo, numeris;</w:t>
            </w:r>
          </w:p>
          <w:p w14:paraId="6C6BC29A" w14:textId="77777777" w:rsidR="00E9697F" w:rsidRPr="00804087" w:rsidRDefault="00E9697F" w:rsidP="007D0FF3">
            <w:pPr>
              <w:rPr>
                <w:color w:val="000000"/>
                <w:sz w:val="20"/>
                <w:lang w:eastAsia="lt-LT"/>
              </w:rPr>
            </w:pPr>
            <w:r w:rsidRPr="00804087">
              <w:rPr>
                <w:color w:val="000000"/>
                <w:sz w:val="20"/>
                <w:lang w:eastAsia="lt-LT"/>
              </w:rPr>
              <w:t>asmens tapatybės nustatymo bylos numeris, asmens tapatybės nustatymo bylos pradėjimo data;</w:t>
            </w:r>
          </w:p>
          <w:p w14:paraId="7D15769E" w14:textId="77777777" w:rsidR="00E9697F" w:rsidRPr="00804087" w:rsidRDefault="00E9697F" w:rsidP="007D0FF3">
            <w:pPr>
              <w:rPr>
                <w:b/>
                <w:bCs/>
                <w:color w:val="000000"/>
                <w:sz w:val="20"/>
                <w:lang w:eastAsia="lt-LT"/>
              </w:rPr>
            </w:pPr>
            <w:r w:rsidRPr="00804087">
              <w:rPr>
                <w:b/>
                <w:bCs/>
                <w:color w:val="000000"/>
                <w:sz w:val="20"/>
                <w:lang w:eastAsia="lt-LT"/>
              </w:rPr>
              <w:t>Rastų nežinomų bejėgių asmenų, kurių tapatybė nustatinėjama, duomenys:</w:t>
            </w:r>
          </w:p>
          <w:p w14:paraId="3B748229" w14:textId="77777777" w:rsidR="00E9697F" w:rsidRPr="00804087" w:rsidRDefault="00E9697F" w:rsidP="007D0FF3">
            <w:pPr>
              <w:tabs>
                <w:tab w:val="left" w:pos="9072"/>
                <w:tab w:val="left" w:pos="9214"/>
              </w:tabs>
              <w:ind w:right="172"/>
              <w:rPr>
                <w:sz w:val="20"/>
                <w:lang w:eastAsia="lt-LT"/>
              </w:rPr>
            </w:pPr>
            <w:r w:rsidRPr="00804087">
              <w:rPr>
                <w:color w:val="000000"/>
                <w:sz w:val="20"/>
                <w:lang w:eastAsia="lt-LT"/>
              </w:rPr>
              <w:t>registro objekto identifikavimo kodas, kuriamas programiniu būdu;</w:t>
            </w:r>
          </w:p>
          <w:p w14:paraId="7FB234FC" w14:textId="77777777" w:rsidR="00E9697F" w:rsidRPr="00804087" w:rsidRDefault="00E9697F" w:rsidP="007D0FF3">
            <w:pPr>
              <w:tabs>
                <w:tab w:val="left" w:pos="3813"/>
                <w:tab w:val="left" w:pos="9072"/>
                <w:tab w:val="left" w:pos="9214"/>
              </w:tabs>
              <w:ind w:right="172"/>
              <w:rPr>
                <w:sz w:val="20"/>
                <w:lang w:eastAsia="lt-LT"/>
              </w:rPr>
            </w:pPr>
            <w:r w:rsidRPr="00804087">
              <w:rPr>
                <w:color w:val="000000"/>
                <w:sz w:val="20"/>
                <w:lang w:eastAsia="lt-LT"/>
              </w:rPr>
              <w:t>registro objekto įregistravimo, išregistravimo datos, duomenų įrašymo ir keitimo datos;</w:t>
            </w:r>
          </w:p>
          <w:p w14:paraId="72A79C6F" w14:textId="77777777" w:rsidR="00E9697F" w:rsidRPr="00804087" w:rsidRDefault="00E9697F" w:rsidP="007D0FF3">
            <w:pPr>
              <w:tabs>
                <w:tab w:val="left" w:pos="3813"/>
                <w:tab w:val="left" w:pos="9072"/>
                <w:tab w:val="left" w:pos="9214"/>
              </w:tabs>
              <w:ind w:right="172"/>
              <w:rPr>
                <w:sz w:val="20"/>
                <w:lang w:eastAsia="lt-LT"/>
              </w:rPr>
            </w:pPr>
            <w:r w:rsidRPr="00804087">
              <w:rPr>
                <w:color w:val="000000"/>
                <w:sz w:val="20"/>
                <w:lang w:eastAsia="lt-LT"/>
              </w:rPr>
              <w:t>daktiloskopinės kortelės nuoroda Daktiloskopinių duomenų registre;</w:t>
            </w:r>
          </w:p>
          <w:p w14:paraId="232935F4" w14:textId="77777777" w:rsidR="00E9697F" w:rsidRPr="00804087" w:rsidRDefault="00E9697F" w:rsidP="007D0FF3">
            <w:pPr>
              <w:tabs>
                <w:tab w:val="left" w:pos="3813"/>
                <w:tab w:val="left" w:pos="9072"/>
                <w:tab w:val="left" w:pos="9214"/>
              </w:tabs>
              <w:ind w:right="172"/>
              <w:rPr>
                <w:sz w:val="20"/>
                <w:lang w:eastAsia="lt-LT"/>
              </w:rPr>
            </w:pPr>
            <w:r w:rsidRPr="00804087">
              <w:rPr>
                <w:color w:val="000000"/>
                <w:sz w:val="20"/>
                <w:lang w:eastAsia="lt-LT"/>
              </w:rPr>
              <w:t>DNR analitės (genotipo) nuoroda DNR duomenų registre;</w:t>
            </w:r>
          </w:p>
          <w:p w14:paraId="7F078D35" w14:textId="77777777" w:rsidR="00E9697F" w:rsidRPr="00804087" w:rsidRDefault="00E9697F" w:rsidP="007D0FF3">
            <w:pPr>
              <w:tabs>
                <w:tab w:val="left" w:pos="3813"/>
                <w:tab w:val="left" w:pos="9072"/>
                <w:tab w:val="left" w:pos="9214"/>
              </w:tabs>
              <w:ind w:right="172"/>
              <w:rPr>
                <w:sz w:val="20"/>
                <w:lang w:eastAsia="lt-LT"/>
              </w:rPr>
            </w:pPr>
            <w:r w:rsidRPr="00804087">
              <w:rPr>
                <w:color w:val="000000"/>
                <w:sz w:val="20"/>
                <w:lang w:eastAsia="lt-LT"/>
              </w:rPr>
              <w:t>registro duomenis įrašiusio darbuotojo (pareigūno) vardas, pavardė, pareigos, telefono ryšio numeris, elektroninis paštas, įstaigos, kurioje dirba darbuotojas (tarnauja pareigūnas), pavadinimas.</w:t>
            </w:r>
          </w:p>
          <w:p w14:paraId="5FC1139A" w14:textId="77777777" w:rsidR="00E9697F" w:rsidRPr="00804087" w:rsidRDefault="00E9697F" w:rsidP="007D0FF3">
            <w:pPr>
              <w:tabs>
                <w:tab w:val="left" w:pos="3813"/>
                <w:tab w:val="left" w:pos="8222"/>
                <w:tab w:val="left" w:pos="9072"/>
              </w:tabs>
              <w:ind w:right="172"/>
              <w:rPr>
                <w:sz w:val="20"/>
                <w:lang w:eastAsia="lt-LT"/>
              </w:rPr>
            </w:pPr>
            <w:r w:rsidRPr="00804087">
              <w:rPr>
                <w:color w:val="000000"/>
                <w:sz w:val="20"/>
                <w:lang w:eastAsia="lt-LT"/>
              </w:rPr>
              <w:t>asmens kodas, (jei jis suteiktas Lietuvos Respublikos gyventojų registro įstatymo nustatyta tvarka;</w:t>
            </w:r>
          </w:p>
          <w:p w14:paraId="0D19E3C6" w14:textId="77777777" w:rsidR="00E9697F" w:rsidRPr="00804087" w:rsidRDefault="00E9697F" w:rsidP="007D0FF3">
            <w:pPr>
              <w:tabs>
                <w:tab w:val="left" w:pos="3813"/>
                <w:tab w:val="left" w:pos="9214"/>
              </w:tabs>
              <w:ind w:right="974"/>
              <w:rPr>
                <w:sz w:val="20"/>
                <w:lang w:eastAsia="lt-LT"/>
              </w:rPr>
            </w:pPr>
            <w:r w:rsidRPr="00804087">
              <w:rPr>
                <w:color w:val="000000"/>
                <w:sz w:val="20"/>
                <w:lang w:eastAsia="lt-LT"/>
              </w:rPr>
              <w:t>pavardė (pavardės);</w:t>
            </w:r>
          </w:p>
          <w:p w14:paraId="3543DAD4" w14:textId="77777777" w:rsidR="00E9697F" w:rsidRPr="00804087" w:rsidRDefault="00E9697F" w:rsidP="007D0FF3">
            <w:pPr>
              <w:tabs>
                <w:tab w:val="left" w:pos="3813"/>
                <w:tab w:val="left" w:pos="9214"/>
              </w:tabs>
              <w:ind w:right="974"/>
              <w:rPr>
                <w:sz w:val="20"/>
                <w:lang w:eastAsia="lt-LT"/>
              </w:rPr>
            </w:pPr>
            <w:r w:rsidRPr="00804087">
              <w:rPr>
                <w:color w:val="000000"/>
                <w:sz w:val="20"/>
                <w:lang w:eastAsia="lt-LT"/>
              </w:rPr>
              <w:t>pilietybė;</w:t>
            </w:r>
          </w:p>
          <w:p w14:paraId="072EBDD4" w14:textId="77777777" w:rsidR="00E9697F" w:rsidRPr="00804087" w:rsidRDefault="00E9697F" w:rsidP="007D0FF3">
            <w:pPr>
              <w:tabs>
                <w:tab w:val="left" w:pos="3813"/>
                <w:tab w:val="left" w:pos="9214"/>
              </w:tabs>
              <w:ind w:right="566"/>
              <w:rPr>
                <w:sz w:val="20"/>
                <w:lang w:eastAsia="lt-LT"/>
              </w:rPr>
            </w:pPr>
            <w:r w:rsidRPr="00804087">
              <w:rPr>
                <w:color w:val="000000"/>
                <w:sz w:val="20"/>
                <w:lang w:eastAsia="lt-LT"/>
              </w:rPr>
              <w:t>asmens tapatybę patvirtinančio dokumento rūšis, šį dokumentą išdavusios valstybės kodas ir pavadinimas, šio dokumento serija ir numeris, šį dokumentą išdavusios įstaigos kodas ir pavadinimas, jo išdavimo data, data, iki kurios galioja šis dokumentas, šio dokumento galiojimo / negaliojimo būsena;</w:t>
            </w:r>
          </w:p>
          <w:p w14:paraId="27351415" w14:textId="77777777" w:rsidR="00E9697F" w:rsidRPr="00804087" w:rsidRDefault="00E9697F" w:rsidP="007D0FF3">
            <w:pPr>
              <w:tabs>
                <w:tab w:val="left" w:pos="3813"/>
                <w:tab w:val="left" w:pos="9214"/>
              </w:tabs>
              <w:ind w:right="974"/>
              <w:rPr>
                <w:sz w:val="20"/>
                <w:lang w:eastAsia="lt-LT"/>
              </w:rPr>
            </w:pPr>
            <w:r w:rsidRPr="00804087">
              <w:rPr>
                <w:color w:val="000000"/>
                <w:sz w:val="20"/>
                <w:lang w:eastAsia="lt-LT"/>
              </w:rPr>
              <w:t>lytis;</w:t>
            </w:r>
          </w:p>
          <w:p w14:paraId="3A502798" w14:textId="77777777" w:rsidR="00E9697F" w:rsidRPr="00804087" w:rsidRDefault="00E9697F" w:rsidP="007D0FF3">
            <w:pPr>
              <w:tabs>
                <w:tab w:val="left" w:pos="3813"/>
              </w:tabs>
              <w:ind w:right="974"/>
              <w:rPr>
                <w:sz w:val="20"/>
                <w:lang w:eastAsia="lt-LT"/>
              </w:rPr>
            </w:pPr>
            <w:r w:rsidRPr="00804087">
              <w:rPr>
                <w:color w:val="000000"/>
                <w:sz w:val="20"/>
                <w:lang w:eastAsia="lt-LT"/>
              </w:rPr>
              <w:t>gimimo data;</w:t>
            </w:r>
          </w:p>
          <w:p w14:paraId="300BD460" w14:textId="77777777" w:rsidR="00E9697F" w:rsidRPr="00804087" w:rsidRDefault="00E9697F" w:rsidP="007D0FF3">
            <w:pPr>
              <w:tabs>
                <w:tab w:val="left" w:pos="3813"/>
              </w:tabs>
              <w:ind w:right="974"/>
              <w:rPr>
                <w:sz w:val="20"/>
                <w:lang w:eastAsia="lt-LT"/>
              </w:rPr>
            </w:pPr>
            <w:r w:rsidRPr="00804087">
              <w:rPr>
                <w:color w:val="000000"/>
                <w:sz w:val="20"/>
                <w:lang w:eastAsia="lt-LT"/>
              </w:rPr>
              <w:t>gimimo vieta;</w:t>
            </w:r>
          </w:p>
          <w:p w14:paraId="50DF3EC4" w14:textId="77777777" w:rsidR="00E9697F" w:rsidRPr="00804087" w:rsidRDefault="00E9697F" w:rsidP="007D0FF3">
            <w:pPr>
              <w:tabs>
                <w:tab w:val="left" w:pos="3813"/>
              </w:tabs>
              <w:ind w:right="566"/>
              <w:rPr>
                <w:sz w:val="20"/>
                <w:lang w:eastAsia="lt-LT"/>
              </w:rPr>
            </w:pPr>
            <w:r w:rsidRPr="00804087">
              <w:rPr>
                <w:color w:val="000000"/>
                <w:sz w:val="20"/>
                <w:lang w:eastAsia="lt-LT"/>
              </w:rPr>
              <w:t>mirties data;</w:t>
            </w:r>
          </w:p>
          <w:p w14:paraId="1F77C184" w14:textId="77777777" w:rsidR="00E9697F" w:rsidRPr="00804087" w:rsidRDefault="00E9697F" w:rsidP="007D0FF3">
            <w:pPr>
              <w:tabs>
                <w:tab w:val="left" w:pos="3813"/>
              </w:tabs>
              <w:ind w:right="30"/>
              <w:rPr>
                <w:sz w:val="20"/>
                <w:lang w:eastAsia="lt-LT"/>
              </w:rPr>
            </w:pPr>
            <w:r w:rsidRPr="00804087">
              <w:rPr>
                <w:color w:val="000000"/>
                <w:sz w:val="20"/>
                <w:lang w:eastAsia="lt-LT"/>
              </w:rPr>
              <w:t xml:space="preserve">gyvenamoji vieta </w:t>
            </w:r>
            <w:r w:rsidRPr="00804087">
              <w:rPr>
                <w:bCs/>
                <w:color w:val="000000"/>
                <w:sz w:val="20"/>
                <w:lang w:eastAsia="lt-LT"/>
              </w:rPr>
              <w:t>(adresas),</w:t>
            </w:r>
            <w:r w:rsidRPr="00804087">
              <w:rPr>
                <w:color w:val="000000"/>
                <w:sz w:val="20"/>
                <w:lang w:eastAsia="lt-LT"/>
              </w:rPr>
              <w:t xml:space="preserve"> o jeigu neturi gyvenamosios vietos ir yra įtrauktas į gyvenamosios vietos neturinčių asmenų apskaitą, – savivaldybė, kurioje gyvena;</w:t>
            </w:r>
          </w:p>
          <w:p w14:paraId="5047B666" w14:textId="77777777" w:rsidR="00E9697F" w:rsidRPr="00804087" w:rsidRDefault="00E9697F" w:rsidP="007D0FF3">
            <w:pPr>
              <w:ind w:right="30"/>
              <w:rPr>
                <w:sz w:val="20"/>
                <w:lang w:eastAsia="lt-LT"/>
              </w:rPr>
            </w:pPr>
            <w:r w:rsidRPr="00804087">
              <w:rPr>
                <w:color w:val="000000"/>
                <w:sz w:val="20"/>
                <w:lang w:eastAsia="lt-LT"/>
              </w:rPr>
              <w:t>skaitmeninis veido atvaizdas:</w:t>
            </w:r>
          </w:p>
          <w:p w14:paraId="6A2D51E6" w14:textId="77777777" w:rsidR="00E9697F" w:rsidRPr="00804087" w:rsidRDefault="00E9697F" w:rsidP="007D0FF3">
            <w:pPr>
              <w:ind w:right="30"/>
              <w:rPr>
                <w:sz w:val="20"/>
                <w:lang w:eastAsia="lt-LT"/>
              </w:rPr>
            </w:pPr>
            <w:r w:rsidRPr="00804087">
              <w:rPr>
                <w:color w:val="000000"/>
                <w:sz w:val="20"/>
                <w:lang w:eastAsia="lt-LT"/>
              </w:rPr>
              <w:t>veido skaitmeninio atvaizdo padarymo data;</w:t>
            </w:r>
          </w:p>
          <w:p w14:paraId="67ABE581" w14:textId="77777777" w:rsidR="00E9697F" w:rsidRPr="00804087" w:rsidRDefault="00E9697F" w:rsidP="007D0FF3">
            <w:pPr>
              <w:ind w:right="30"/>
              <w:rPr>
                <w:sz w:val="20"/>
                <w:lang w:eastAsia="lt-LT"/>
              </w:rPr>
            </w:pPr>
            <w:r w:rsidRPr="00804087">
              <w:rPr>
                <w:color w:val="000000"/>
                <w:sz w:val="20"/>
                <w:lang w:eastAsia="lt-LT"/>
              </w:rPr>
              <w:t>veido skaitmeninio atvaizdo padarymo pagrindas;</w:t>
            </w:r>
          </w:p>
          <w:p w14:paraId="489076DB" w14:textId="77777777" w:rsidR="00E9697F" w:rsidRPr="00804087" w:rsidRDefault="00E9697F" w:rsidP="007D0FF3">
            <w:pPr>
              <w:ind w:right="912"/>
              <w:rPr>
                <w:sz w:val="20"/>
                <w:lang w:eastAsia="lt-LT"/>
              </w:rPr>
            </w:pPr>
            <w:r w:rsidRPr="00804087">
              <w:rPr>
                <w:color w:val="000000"/>
                <w:sz w:val="20"/>
                <w:lang w:eastAsia="lt-LT"/>
              </w:rPr>
              <w:t>pagrindinės žymės:</w:t>
            </w:r>
          </w:p>
          <w:p w14:paraId="692C8619" w14:textId="77777777" w:rsidR="00E9697F" w:rsidRPr="00804087" w:rsidRDefault="00E9697F" w:rsidP="007D0FF3">
            <w:pPr>
              <w:ind w:right="566"/>
              <w:rPr>
                <w:sz w:val="20"/>
                <w:lang w:eastAsia="lt-LT"/>
              </w:rPr>
            </w:pPr>
            <w:r w:rsidRPr="00804087">
              <w:rPr>
                <w:color w:val="000000"/>
                <w:sz w:val="20"/>
                <w:lang w:eastAsia="lt-LT"/>
              </w:rPr>
              <w:t>amžius pagal išvaizdą;</w:t>
            </w:r>
          </w:p>
          <w:p w14:paraId="6C21656A" w14:textId="77777777" w:rsidR="00E9697F" w:rsidRPr="00804087" w:rsidRDefault="00E9697F" w:rsidP="007D0FF3">
            <w:pPr>
              <w:ind w:right="566"/>
              <w:rPr>
                <w:sz w:val="20"/>
                <w:lang w:eastAsia="lt-LT"/>
              </w:rPr>
            </w:pPr>
            <w:r w:rsidRPr="00804087">
              <w:rPr>
                <w:color w:val="000000"/>
                <w:sz w:val="20"/>
                <w:lang w:eastAsia="lt-LT"/>
              </w:rPr>
              <w:t>ūgis/lavono ilgis;</w:t>
            </w:r>
          </w:p>
          <w:p w14:paraId="583C88C5" w14:textId="77777777" w:rsidR="00E9697F" w:rsidRPr="00804087" w:rsidRDefault="00E9697F" w:rsidP="007D0FF3">
            <w:pPr>
              <w:ind w:right="566"/>
              <w:rPr>
                <w:sz w:val="20"/>
                <w:lang w:eastAsia="lt-LT"/>
              </w:rPr>
            </w:pPr>
            <w:r w:rsidRPr="00804087">
              <w:rPr>
                <w:color w:val="000000"/>
                <w:sz w:val="20"/>
                <w:lang w:eastAsia="lt-LT"/>
              </w:rPr>
              <w:t>kūno sudėjimas;</w:t>
            </w:r>
          </w:p>
          <w:p w14:paraId="2557D1BF" w14:textId="77777777" w:rsidR="00E9697F" w:rsidRPr="00804087" w:rsidRDefault="00E9697F" w:rsidP="007D0FF3">
            <w:pPr>
              <w:ind w:right="566"/>
              <w:rPr>
                <w:sz w:val="20"/>
                <w:lang w:eastAsia="lt-LT"/>
              </w:rPr>
            </w:pPr>
            <w:r w:rsidRPr="00804087">
              <w:rPr>
                <w:color w:val="000000"/>
                <w:sz w:val="20"/>
                <w:lang w:eastAsia="lt-LT"/>
              </w:rPr>
              <w:t>galva (dydis, forma);</w:t>
            </w:r>
          </w:p>
          <w:p w14:paraId="3516609B" w14:textId="77777777" w:rsidR="00E9697F" w:rsidRPr="00804087" w:rsidRDefault="00E9697F" w:rsidP="007D0FF3">
            <w:pPr>
              <w:ind w:right="566"/>
              <w:rPr>
                <w:sz w:val="20"/>
                <w:lang w:eastAsia="lt-LT"/>
              </w:rPr>
            </w:pPr>
            <w:r w:rsidRPr="00804087">
              <w:rPr>
                <w:color w:val="000000"/>
                <w:sz w:val="20"/>
                <w:lang w:eastAsia="lt-LT"/>
              </w:rPr>
              <w:t>plaukai (spalva, šukuosena);</w:t>
            </w:r>
          </w:p>
          <w:p w14:paraId="3684FA71" w14:textId="77777777" w:rsidR="00E9697F" w:rsidRPr="00804087" w:rsidRDefault="00E9697F" w:rsidP="007D0FF3">
            <w:pPr>
              <w:ind w:right="172"/>
              <w:rPr>
                <w:sz w:val="20"/>
                <w:lang w:eastAsia="lt-LT"/>
              </w:rPr>
            </w:pPr>
            <w:r w:rsidRPr="00804087">
              <w:rPr>
                <w:color w:val="000000"/>
                <w:sz w:val="20"/>
                <w:lang w:eastAsia="lt-LT"/>
              </w:rPr>
              <w:t>veidas (veido forma, veido spalva, veido plaukai);</w:t>
            </w:r>
          </w:p>
          <w:p w14:paraId="26889C9D" w14:textId="77777777" w:rsidR="00E9697F" w:rsidRPr="00804087" w:rsidRDefault="00E9697F" w:rsidP="007D0FF3">
            <w:pPr>
              <w:ind w:right="566"/>
              <w:rPr>
                <w:sz w:val="20"/>
                <w:lang w:eastAsia="lt-LT"/>
              </w:rPr>
            </w:pPr>
            <w:r w:rsidRPr="00804087">
              <w:rPr>
                <w:color w:val="000000"/>
                <w:sz w:val="20"/>
                <w:lang w:eastAsia="lt-LT"/>
              </w:rPr>
              <w:t>kakta (aukštis, plotis, nuolinkis);</w:t>
            </w:r>
          </w:p>
          <w:p w14:paraId="61ED0B86" w14:textId="77777777" w:rsidR="00E9697F" w:rsidRPr="00804087" w:rsidRDefault="00E9697F" w:rsidP="007D0FF3">
            <w:pPr>
              <w:ind w:right="566" w:hanging="14"/>
              <w:rPr>
                <w:sz w:val="20"/>
                <w:lang w:eastAsia="lt-LT"/>
              </w:rPr>
            </w:pPr>
            <w:r w:rsidRPr="00804087">
              <w:rPr>
                <w:color w:val="000000"/>
                <w:sz w:val="20"/>
                <w:lang w:eastAsia="lt-LT"/>
              </w:rPr>
              <w:t>antakiai (forma, spalva, plotis);</w:t>
            </w:r>
          </w:p>
          <w:p w14:paraId="5DE00160" w14:textId="77777777" w:rsidR="00E9697F" w:rsidRPr="00804087" w:rsidRDefault="00E9697F" w:rsidP="007D0FF3">
            <w:pPr>
              <w:ind w:right="566" w:hanging="14"/>
              <w:rPr>
                <w:sz w:val="20"/>
                <w:lang w:eastAsia="lt-LT"/>
              </w:rPr>
            </w:pPr>
            <w:r w:rsidRPr="00804087">
              <w:rPr>
                <w:color w:val="000000"/>
                <w:sz w:val="20"/>
                <w:lang w:eastAsia="lt-LT"/>
              </w:rPr>
              <w:t>akys (tipas, spalva);</w:t>
            </w:r>
          </w:p>
          <w:p w14:paraId="75A196B7" w14:textId="77777777" w:rsidR="00E9697F" w:rsidRPr="00804087" w:rsidRDefault="00E9697F" w:rsidP="007D0FF3">
            <w:pPr>
              <w:ind w:right="566" w:hanging="14"/>
              <w:rPr>
                <w:sz w:val="20"/>
                <w:lang w:eastAsia="lt-LT"/>
              </w:rPr>
            </w:pPr>
            <w:r w:rsidRPr="00804087">
              <w:rPr>
                <w:color w:val="000000"/>
                <w:sz w:val="20"/>
                <w:lang w:eastAsia="lt-LT"/>
              </w:rPr>
              <w:lastRenderedPageBreak/>
              <w:t>nosis (dydis, forma);</w:t>
            </w:r>
          </w:p>
          <w:p w14:paraId="531FD853" w14:textId="77777777" w:rsidR="00E9697F" w:rsidRPr="00804087" w:rsidRDefault="00E9697F" w:rsidP="007D0FF3">
            <w:pPr>
              <w:ind w:right="1332" w:hanging="14"/>
              <w:rPr>
                <w:sz w:val="20"/>
                <w:lang w:eastAsia="lt-LT"/>
              </w:rPr>
            </w:pPr>
            <w:r w:rsidRPr="00804087">
              <w:rPr>
                <w:color w:val="000000"/>
                <w:sz w:val="20"/>
                <w:lang w:eastAsia="lt-LT"/>
              </w:rPr>
              <w:t>burna (dydis, kampų padėtis);</w:t>
            </w:r>
          </w:p>
          <w:p w14:paraId="07BACD16" w14:textId="77777777" w:rsidR="00E9697F" w:rsidRPr="00804087" w:rsidRDefault="00E9697F" w:rsidP="007D0FF3">
            <w:pPr>
              <w:ind w:right="1332" w:hanging="14"/>
              <w:rPr>
                <w:sz w:val="20"/>
                <w:lang w:eastAsia="lt-LT"/>
              </w:rPr>
            </w:pPr>
            <w:r w:rsidRPr="00804087">
              <w:rPr>
                <w:color w:val="000000"/>
                <w:sz w:val="20"/>
                <w:lang w:eastAsia="lt-LT"/>
              </w:rPr>
              <w:t>lūpos;</w:t>
            </w:r>
          </w:p>
          <w:p w14:paraId="245A6BCF" w14:textId="77777777" w:rsidR="00E9697F" w:rsidRPr="00804087" w:rsidRDefault="00E9697F" w:rsidP="007D0FF3">
            <w:pPr>
              <w:ind w:right="1332" w:hanging="14"/>
              <w:rPr>
                <w:sz w:val="20"/>
                <w:lang w:eastAsia="lt-LT"/>
              </w:rPr>
            </w:pPr>
            <w:r w:rsidRPr="00804087">
              <w:rPr>
                <w:color w:val="000000"/>
                <w:sz w:val="20"/>
                <w:lang w:eastAsia="lt-LT"/>
              </w:rPr>
              <w:t>smakras (dydis, forma);</w:t>
            </w:r>
          </w:p>
          <w:p w14:paraId="3BE69B1F" w14:textId="77777777" w:rsidR="00E9697F" w:rsidRPr="00804087" w:rsidRDefault="00E9697F" w:rsidP="007D0FF3">
            <w:pPr>
              <w:ind w:right="1332" w:hanging="14"/>
              <w:rPr>
                <w:sz w:val="20"/>
                <w:lang w:eastAsia="lt-LT"/>
              </w:rPr>
            </w:pPr>
            <w:r w:rsidRPr="00804087">
              <w:rPr>
                <w:color w:val="000000"/>
                <w:sz w:val="20"/>
                <w:lang w:eastAsia="lt-LT"/>
              </w:rPr>
              <w:t>ausys (dydis, forma);</w:t>
            </w:r>
          </w:p>
          <w:p w14:paraId="18D9D393" w14:textId="77777777" w:rsidR="00E9697F" w:rsidRPr="00804087" w:rsidRDefault="00E9697F" w:rsidP="007D0FF3">
            <w:pPr>
              <w:ind w:right="1332" w:hanging="14"/>
              <w:rPr>
                <w:sz w:val="20"/>
                <w:lang w:eastAsia="lt-LT"/>
              </w:rPr>
            </w:pPr>
            <w:r w:rsidRPr="00804087">
              <w:rPr>
                <w:color w:val="000000"/>
                <w:sz w:val="20"/>
                <w:lang w:eastAsia="lt-LT"/>
              </w:rPr>
              <w:t>eisenos aprašymas;</w:t>
            </w:r>
          </w:p>
          <w:p w14:paraId="779663AC" w14:textId="77777777" w:rsidR="00E9697F" w:rsidRPr="00804087" w:rsidRDefault="00E9697F" w:rsidP="007D0FF3">
            <w:pPr>
              <w:ind w:right="1332" w:hanging="14"/>
              <w:rPr>
                <w:sz w:val="20"/>
                <w:lang w:eastAsia="lt-LT"/>
              </w:rPr>
            </w:pPr>
            <w:r w:rsidRPr="00804087">
              <w:rPr>
                <w:color w:val="000000"/>
                <w:sz w:val="20"/>
                <w:lang w:eastAsia="lt-LT"/>
              </w:rPr>
              <w:t>odos spalva;</w:t>
            </w:r>
          </w:p>
          <w:p w14:paraId="5F7AC34E" w14:textId="77777777" w:rsidR="00E9697F" w:rsidRPr="00804087" w:rsidRDefault="00E9697F" w:rsidP="007D0FF3">
            <w:pPr>
              <w:ind w:right="1332" w:hanging="14"/>
              <w:rPr>
                <w:sz w:val="20"/>
                <w:lang w:eastAsia="lt-LT"/>
              </w:rPr>
            </w:pPr>
            <w:r w:rsidRPr="00804087">
              <w:rPr>
                <w:color w:val="000000"/>
                <w:sz w:val="20"/>
                <w:lang w:eastAsia="lt-LT"/>
              </w:rPr>
              <w:t>auskarų įvėrimo vietos;</w:t>
            </w:r>
          </w:p>
          <w:p w14:paraId="03A37110" w14:textId="77777777" w:rsidR="00E9697F" w:rsidRPr="00804087" w:rsidRDefault="00E9697F" w:rsidP="007D0FF3">
            <w:pPr>
              <w:ind w:hanging="14"/>
              <w:rPr>
                <w:sz w:val="20"/>
                <w:lang w:eastAsia="lt-LT"/>
              </w:rPr>
            </w:pPr>
            <w:r w:rsidRPr="00804087">
              <w:rPr>
                <w:color w:val="000000"/>
                <w:sz w:val="20"/>
                <w:lang w:eastAsia="lt-LT"/>
              </w:rPr>
              <w:t>operacijų, traumų žymės (vieta, aprašymas):</w:t>
            </w:r>
          </w:p>
          <w:p w14:paraId="3035319B" w14:textId="77777777" w:rsidR="00E9697F" w:rsidRPr="00804087" w:rsidRDefault="00E9697F" w:rsidP="007D0FF3">
            <w:pPr>
              <w:ind w:right="566" w:hanging="14"/>
              <w:rPr>
                <w:sz w:val="20"/>
                <w:lang w:eastAsia="lt-LT"/>
              </w:rPr>
            </w:pPr>
            <w:r w:rsidRPr="00804087">
              <w:rPr>
                <w:color w:val="000000"/>
                <w:sz w:val="20"/>
                <w:lang w:eastAsia="lt-LT"/>
              </w:rPr>
              <w:t>randai;</w:t>
            </w:r>
          </w:p>
          <w:p w14:paraId="03BCC308" w14:textId="77777777" w:rsidR="00E9697F" w:rsidRPr="00804087" w:rsidRDefault="00E9697F" w:rsidP="007D0FF3">
            <w:pPr>
              <w:ind w:right="566" w:hanging="14"/>
              <w:rPr>
                <w:sz w:val="20"/>
                <w:lang w:eastAsia="lt-LT"/>
              </w:rPr>
            </w:pPr>
            <w:r w:rsidRPr="00804087">
              <w:rPr>
                <w:color w:val="000000"/>
                <w:sz w:val="20"/>
                <w:lang w:eastAsia="lt-LT"/>
              </w:rPr>
              <w:t>siūlės;</w:t>
            </w:r>
          </w:p>
          <w:p w14:paraId="7B92B476" w14:textId="77777777" w:rsidR="00E9697F" w:rsidRPr="00804087" w:rsidRDefault="00E9697F" w:rsidP="007D0FF3">
            <w:pPr>
              <w:ind w:right="566" w:hanging="14"/>
              <w:rPr>
                <w:sz w:val="20"/>
                <w:lang w:eastAsia="lt-LT"/>
              </w:rPr>
            </w:pPr>
            <w:r w:rsidRPr="00804087">
              <w:rPr>
                <w:color w:val="000000"/>
                <w:sz w:val="20"/>
                <w:lang w:eastAsia="lt-LT"/>
              </w:rPr>
              <w:t>deformuota kūno dalis (-ys) (vieta, aprašymas);</w:t>
            </w:r>
          </w:p>
          <w:p w14:paraId="462219AA" w14:textId="77777777" w:rsidR="00E9697F" w:rsidRPr="00804087" w:rsidRDefault="00E9697F" w:rsidP="007D0FF3">
            <w:pPr>
              <w:ind w:right="172"/>
              <w:rPr>
                <w:sz w:val="20"/>
                <w:lang w:eastAsia="lt-LT"/>
              </w:rPr>
            </w:pPr>
            <w:r w:rsidRPr="00804087">
              <w:rPr>
                <w:color w:val="000000"/>
                <w:sz w:val="20"/>
                <w:lang w:eastAsia="lt-LT"/>
              </w:rPr>
              <w:t>amputacijos (vieta, aprašymas);</w:t>
            </w:r>
          </w:p>
          <w:p w14:paraId="253F5FE8" w14:textId="77777777" w:rsidR="00E9697F" w:rsidRPr="00804087" w:rsidRDefault="00E9697F" w:rsidP="007D0FF3">
            <w:pPr>
              <w:ind w:right="172"/>
              <w:rPr>
                <w:sz w:val="20"/>
                <w:lang w:eastAsia="lt-LT"/>
              </w:rPr>
            </w:pPr>
            <w:r w:rsidRPr="00804087">
              <w:rPr>
                <w:color w:val="000000"/>
                <w:sz w:val="20"/>
                <w:lang w:eastAsia="lt-LT"/>
              </w:rPr>
              <w:t>fiziniai trūkumai, vystymosi anomalijos ir kiti defektai (vieta, aprašymas);</w:t>
            </w:r>
          </w:p>
          <w:p w14:paraId="0B4F1642" w14:textId="77777777" w:rsidR="00E9697F" w:rsidRPr="00804087" w:rsidRDefault="00E9697F" w:rsidP="007D0FF3">
            <w:pPr>
              <w:ind w:right="172"/>
              <w:rPr>
                <w:sz w:val="20"/>
                <w:lang w:eastAsia="lt-LT"/>
              </w:rPr>
            </w:pPr>
            <w:r w:rsidRPr="00804087">
              <w:rPr>
                <w:color w:val="000000"/>
                <w:sz w:val="20"/>
                <w:lang w:eastAsia="lt-LT"/>
              </w:rPr>
              <w:t>pagrindinių žymių skaitmeniniai atvaizdai (skaitmeninių atvaizdų padarymo data, aprašymas);</w:t>
            </w:r>
          </w:p>
          <w:p w14:paraId="7415A6AF" w14:textId="77777777" w:rsidR="00E9697F" w:rsidRPr="00804087" w:rsidRDefault="00E9697F" w:rsidP="007D0FF3">
            <w:pPr>
              <w:ind w:right="172"/>
              <w:rPr>
                <w:sz w:val="20"/>
                <w:lang w:eastAsia="lt-LT"/>
              </w:rPr>
            </w:pPr>
            <w:r w:rsidRPr="00804087">
              <w:rPr>
                <w:color w:val="000000"/>
                <w:sz w:val="20"/>
                <w:lang w:eastAsia="lt-LT"/>
              </w:rPr>
              <w:t>tatuiruotė (-ės) (tipas, vieta, aprašymas);</w:t>
            </w:r>
          </w:p>
          <w:p w14:paraId="7DA87710" w14:textId="77777777" w:rsidR="00E9697F" w:rsidRPr="00804087" w:rsidRDefault="00E9697F" w:rsidP="007D0FF3">
            <w:pPr>
              <w:ind w:right="172"/>
              <w:rPr>
                <w:sz w:val="20"/>
                <w:lang w:eastAsia="lt-LT"/>
              </w:rPr>
            </w:pPr>
            <w:r w:rsidRPr="00804087">
              <w:rPr>
                <w:color w:val="000000"/>
                <w:sz w:val="20"/>
                <w:lang w:eastAsia="lt-LT"/>
              </w:rPr>
              <w:t>protezai (vieta, aprašymas);</w:t>
            </w:r>
          </w:p>
          <w:p w14:paraId="42ECABCE" w14:textId="77777777" w:rsidR="00E9697F" w:rsidRPr="00804087" w:rsidRDefault="00E9697F" w:rsidP="007D0FF3">
            <w:pPr>
              <w:ind w:right="172"/>
              <w:rPr>
                <w:sz w:val="20"/>
                <w:lang w:eastAsia="lt-LT"/>
              </w:rPr>
            </w:pPr>
            <w:r w:rsidRPr="00804087">
              <w:rPr>
                <w:color w:val="000000"/>
                <w:sz w:val="20"/>
                <w:lang w:eastAsia="lt-LT"/>
              </w:rPr>
              <w:t>sveikatos būklė (ligos, sutrikimo pavadinimas);</w:t>
            </w:r>
          </w:p>
          <w:p w14:paraId="0C87D595" w14:textId="77777777" w:rsidR="00E9697F" w:rsidRPr="00804087" w:rsidRDefault="00E9697F" w:rsidP="007D0FF3">
            <w:pPr>
              <w:ind w:right="172"/>
              <w:rPr>
                <w:sz w:val="20"/>
                <w:lang w:eastAsia="lt-LT"/>
              </w:rPr>
            </w:pPr>
            <w:r w:rsidRPr="00804087">
              <w:rPr>
                <w:color w:val="000000"/>
                <w:sz w:val="20"/>
                <w:lang w:eastAsia="lt-LT"/>
              </w:rPr>
              <w:t>išskirtinės balso tembro, gestų ypatybės;</w:t>
            </w:r>
          </w:p>
          <w:p w14:paraId="52195D24" w14:textId="77777777" w:rsidR="00E9697F" w:rsidRPr="00804087" w:rsidRDefault="00E9697F" w:rsidP="007D0FF3">
            <w:pPr>
              <w:ind w:right="172"/>
              <w:rPr>
                <w:sz w:val="20"/>
                <w:lang w:eastAsia="lt-LT"/>
              </w:rPr>
            </w:pPr>
            <w:r w:rsidRPr="00804087">
              <w:rPr>
                <w:color w:val="000000"/>
                <w:sz w:val="20"/>
                <w:lang w:eastAsia="lt-LT"/>
              </w:rPr>
              <w:t>išsamios atpažinimo žymės:</w:t>
            </w:r>
          </w:p>
          <w:p w14:paraId="321707C5" w14:textId="77777777" w:rsidR="00E9697F" w:rsidRPr="00804087" w:rsidRDefault="00E9697F" w:rsidP="007D0FF3">
            <w:pPr>
              <w:ind w:right="172"/>
              <w:rPr>
                <w:sz w:val="20"/>
                <w:lang w:eastAsia="lt-LT"/>
              </w:rPr>
            </w:pPr>
            <w:r w:rsidRPr="00804087">
              <w:rPr>
                <w:color w:val="000000"/>
                <w:sz w:val="20"/>
                <w:lang w:eastAsia="lt-LT"/>
              </w:rPr>
              <w:t>kraujo grupė;</w:t>
            </w:r>
          </w:p>
          <w:p w14:paraId="3891D44D" w14:textId="77777777" w:rsidR="00E9697F" w:rsidRPr="00804087" w:rsidRDefault="00E9697F" w:rsidP="007D0FF3">
            <w:pPr>
              <w:rPr>
                <w:sz w:val="20"/>
                <w:lang w:eastAsia="lt-LT"/>
              </w:rPr>
            </w:pPr>
            <w:r w:rsidRPr="00804087">
              <w:rPr>
                <w:color w:val="000000"/>
                <w:sz w:val="20"/>
                <w:lang w:eastAsia="lt-LT"/>
              </w:rPr>
              <w:t>dantys (dantų požymiai, dantų būklė, dantų</w:t>
            </w:r>
          </w:p>
          <w:p w14:paraId="4D8A6F9B" w14:textId="77777777" w:rsidR="00E9697F" w:rsidRPr="00804087" w:rsidRDefault="00E9697F" w:rsidP="007D0FF3">
            <w:pPr>
              <w:ind w:right="172"/>
              <w:rPr>
                <w:sz w:val="20"/>
                <w:lang w:eastAsia="lt-LT"/>
              </w:rPr>
            </w:pPr>
            <w:r w:rsidRPr="00804087">
              <w:rPr>
                <w:color w:val="000000"/>
                <w:sz w:val="20"/>
                <w:lang w:eastAsia="lt-LT"/>
              </w:rPr>
              <w:t>aprangos elementai</w:t>
            </w:r>
            <w:r w:rsidRPr="00804087">
              <w:rPr>
                <w:b/>
                <w:bCs/>
                <w:color w:val="000000"/>
                <w:sz w:val="20"/>
                <w:lang w:eastAsia="lt-LT"/>
              </w:rPr>
              <w:t xml:space="preserve"> </w:t>
            </w:r>
            <w:r w:rsidRPr="00804087">
              <w:rPr>
                <w:color w:val="000000"/>
                <w:sz w:val="20"/>
                <w:lang w:eastAsia="lt-LT"/>
              </w:rPr>
              <w:t>(galvos apdangalas, drabužiai, avalynė).</w:t>
            </w:r>
          </w:p>
          <w:p w14:paraId="52E85AC9" w14:textId="77777777" w:rsidR="00E9697F" w:rsidRPr="00804087" w:rsidRDefault="00E9697F" w:rsidP="007D0FF3">
            <w:pPr>
              <w:ind w:right="172"/>
              <w:rPr>
                <w:sz w:val="20"/>
                <w:lang w:eastAsia="lt-LT"/>
              </w:rPr>
            </w:pPr>
            <w:r w:rsidRPr="00804087">
              <w:rPr>
                <w:color w:val="000000"/>
                <w:sz w:val="20"/>
                <w:lang w:eastAsia="lt-LT"/>
              </w:rPr>
              <w:t>identifikavimo kodas Ieškomų asmenų, neatpažintų lavonų ir nežinomų bejėgių asmenų žinybiniame registre;</w:t>
            </w:r>
          </w:p>
          <w:p w14:paraId="36EFA3D1" w14:textId="77777777" w:rsidR="00E9697F" w:rsidRPr="00804087" w:rsidRDefault="00E9697F" w:rsidP="007D0FF3">
            <w:pPr>
              <w:ind w:right="172"/>
              <w:rPr>
                <w:bCs/>
                <w:sz w:val="20"/>
                <w:lang w:eastAsia="lt-LT"/>
              </w:rPr>
            </w:pPr>
            <w:bookmarkStart w:id="74" w:name="part_435c34ac5fb345c89bb76cb7d71ca3b4"/>
            <w:bookmarkEnd w:id="74"/>
            <w:r w:rsidRPr="00804087">
              <w:rPr>
                <w:color w:val="000000"/>
                <w:sz w:val="20"/>
                <w:lang w:eastAsia="lt-LT"/>
              </w:rPr>
              <w:t xml:space="preserve">asmens kategorija: </w:t>
            </w:r>
            <w:r w:rsidRPr="00804087">
              <w:rPr>
                <w:bCs/>
                <w:sz w:val="20"/>
                <w:lang w:eastAsia="lt-LT"/>
              </w:rPr>
              <w:t>rastas nežinomas bejėgis asmuo, kurio tapatybė nustatinėjama;</w:t>
            </w:r>
          </w:p>
          <w:p w14:paraId="226C57C1" w14:textId="77777777" w:rsidR="00E9697F" w:rsidRPr="00804087" w:rsidRDefault="00E9697F" w:rsidP="007D0FF3">
            <w:pPr>
              <w:ind w:right="172"/>
              <w:rPr>
                <w:sz w:val="20"/>
                <w:lang w:eastAsia="lt-LT"/>
              </w:rPr>
            </w:pPr>
            <w:bookmarkStart w:id="75" w:name="part_ce29843a099348b7b66a839dddc92698"/>
            <w:bookmarkEnd w:id="75"/>
            <w:r w:rsidRPr="00804087">
              <w:rPr>
                <w:color w:val="000000"/>
                <w:sz w:val="20"/>
                <w:lang w:eastAsia="lt-LT"/>
              </w:rPr>
              <w:t>paieškos paskelbimo, nutraukimo data;</w:t>
            </w:r>
          </w:p>
          <w:p w14:paraId="316F3DE3" w14:textId="77777777" w:rsidR="00E9697F" w:rsidRPr="00804087" w:rsidRDefault="00E9697F" w:rsidP="007D0FF3">
            <w:pPr>
              <w:ind w:right="172"/>
              <w:rPr>
                <w:sz w:val="20"/>
                <w:lang w:eastAsia="lt-LT"/>
              </w:rPr>
            </w:pPr>
            <w:bookmarkStart w:id="76" w:name="part_d00be8d047b6484187668d64b70c78d0"/>
            <w:bookmarkEnd w:id="76"/>
            <w:r w:rsidRPr="00804087">
              <w:rPr>
                <w:color w:val="000000"/>
                <w:sz w:val="20"/>
                <w:lang w:eastAsia="lt-LT"/>
              </w:rPr>
              <w:t>dingimo, radimo vieta;</w:t>
            </w:r>
          </w:p>
          <w:p w14:paraId="13A5FED7" w14:textId="77777777" w:rsidR="00E9697F" w:rsidRPr="00804087" w:rsidRDefault="00E9697F" w:rsidP="007D0FF3">
            <w:pPr>
              <w:ind w:right="172"/>
              <w:rPr>
                <w:sz w:val="20"/>
                <w:lang w:eastAsia="lt-LT"/>
              </w:rPr>
            </w:pPr>
            <w:bookmarkStart w:id="77" w:name="part_d1d7af1911544d2d81218701c410da1b"/>
            <w:bookmarkEnd w:id="77"/>
            <w:r w:rsidRPr="00804087">
              <w:rPr>
                <w:color w:val="000000"/>
                <w:sz w:val="20"/>
                <w:lang w:eastAsia="lt-LT"/>
              </w:rPr>
              <w:t>dingimo, radimo data;</w:t>
            </w:r>
          </w:p>
          <w:p w14:paraId="622E3B9F" w14:textId="77777777" w:rsidR="00E9697F" w:rsidRPr="00804087" w:rsidRDefault="00E9697F" w:rsidP="007D0FF3">
            <w:pPr>
              <w:ind w:right="30"/>
              <w:rPr>
                <w:sz w:val="20"/>
                <w:lang w:eastAsia="lt-LT"/>
              </w:rPr>
            </w:pPr>
            <w:bookmarkStart w:id="78" w:name="part_2cfbb1b097214707986988892688abf4"/>
            <w:bookmarkStart w:id="79" w:name="part_23b5862e3c7f4b17ac69c54a665101ce"/>
            <w:bookmarkEnd w:id="78"/>
            <w:bookmarkEnd w:id="79"/>
            <w:r w:rsidRPr="00804087">
              <w:rPr>
                <w:color w:val="000000"/>
                <w:sz w:val="20"/>
                <w:lang w:eastAsia="lt-LT"/>
              </w:rPr>
              <w:t>ikiteisminio tyrimo bylos (baudžiamosios bylos) numeris, ikiteisminio tyrimo pradėjimo data, BK straipsnio, numatančio nusikalstamą veiką, kurios padarymu įtariamas, kaltinamas, dėl kurios nuteistas ieškomas asmuo, numeris;</w:t>
            </w:r>
          </w:p>
          <w:p w14:paraId="22B22179" w14:textId="77777777" w:rsidR="00E9697F" w:rsidRPr="00804087" w:rsidRDefault="00E9697F" w:rsidP="007D0FF3">
            <w:pPr>
              <w:ind w:right="30"/>
              <w:rPr>
                <w:color w:val="000000"/>
                <w:sz w:val="20"/>
                <w:lang w:eastAsia="lt-LT"/>
              </w:rPr>
            </w:pPr>
            <w:bookmarkStart w:id="80" w:name="part_a585a8f948fb4132aeaac29d56a6bb38"/>
            <w:bookmarkEnd w:id="80"/>
            <w:r w:rsidRPr="00804087">
              <w:rPr>
                <w:color w:val="000000"/>
                <w:sz w:val="20"/>
                <w:lang w:eastAsia="lt-LT"/>
              </w:rPr>
              <w:t>asmens tapatybės nustatymo bylos numeris, asmens tapatybės nustatymo bylos pradėjimo data;</w:t>
            </w:r>
            <w:bookmarkStart w:id="81" w:name="part_cee9932415274ebe9b194dab8c271dae"/>
            <w:bookmarkEnd w:id="81"/>
          </w:p>
          <w:p w14:paraId="26BAE936" w14:textId="77777777" w:rsidR="00E9697F" w:rsidRPr="00804087" w:rsidRDefault="00E9697F" w:rsidP="007D0FF3">
            <w:pPr>
              <w:rPr>
                <w:b/>
                <w:bCs/>
                <w:color w:val="000000"/>
                <w:sz w:val="20"/>
                <w:lang w:eastAsia="lt-LT"/>
              </w:rPr>
            </w:pPr>
            <w:r w:rsidRPr="00804087">
              <w:rPr>
                <w:b/>
                <w:bCs/>
                <w:color w:val="000000"/>
                <w:sz w:val="20"/>
                <w:lang w:eastAsia="lt-LT"/>
              </w:rPr>
              <w:t>Užsieniečių</w:t>
            </w:r>
            <w:r w:rsidRPr="00804087">
              <w:rPr>
                <w:color w:val="000000"/>
                <w:sz w:val="20"/>
                <w:lang w:eastAsia="lt-LT"/>
              </w:rPr>
              <w:t xml:space="preserve">, </w:t>
            </w:r>
            <w:r w:rsidRPr="00804087">
              <w:rPr>
                <w:b/>
                <w:bCs/>
                <w:color w:val="000000"/>
                <w:sz w:val="20"/>
                <w:lang w:eastAsia="lt-LT"/>
              </w:rPr>
              <w:t>kurie kompetentingų kontrolės institucijų buvo sulaikyti dėl neteisėto valstybės sienos kirtimo jūra, sausuma ar oru iš trečiosios šalies ir kurie nebuvo grąžinti atgal į tą šalį, duomenys:</w:t>
            </w:r>
          </w:p>
          <w:p w14:paraId="6B9196AE" w14:textId="77777777" w:rsidR="00E9697F" w:rsidRPr="00804087" w:rsidRDefault="00E9697F" w:rsidP="007D0FF3">
            <w:pPr>
              <w:tabs>
                <w:tab w:val="left" w:pos="9072"/>
                <w:tab w:val="left" w:pos="9214"/>
              </w:tabs>
              <w:rPr>
                <w:sz w:val="20"/>
                <w:lang w:eastAsia="lt-LT"/>
              </w:rPr>
            </w:pPr>
            <w:r w:rsidRPr="00804087">
              <w:rPr>
                <w:color w:val="000000"/>
                <w:sz w:val="20"/>
                <w:lang w:eastAsia="lt-LT"/>
              </w:rPr>
              <w:t>registro objekto identifikavimo kodas, kuriamas programiniu būdu;</w:t>
            </w:r>
          </w:p>
          <w:p w14:paraId="4B4E77CA" w14:textId="77777777" w:rsidR="00E9697F" w:rsidRPr="00804087" w:rsidRDefault="00E9697F" w:rsidP="007D0FF3">
            <w:pPr>
              <w:tabs>
                <w:tab w:val="left" w:pos="9072"/>
                <w:tab w:val="left" w:pos="9214"/>
              </w:tabs>
              <w:rPr>
                <w:sz w:val="20"/>
                <w:lang w:eastAsia="lt-LT"/>
              </w:rPr>
            </w:pPr>
            <w:r w:rsidRPr="00804087">
              <w:rPr>
                <w:color w:val="000000"/>
                <w:sz w:val="20"/>
                <w:lang w:eastAsia="lt-LT"/>
              </w:rPr>
              <w:t>registro objekto įregistravimo, išregistravimo datos, duomenų įrašymo ir keitimo datos;</w:t>
            </w:r>
          </w:p>
          <w:p w14:paraId="1C564D7D" w14:textId="77777777" w:rsidR="00E9697F" w:rsidRPr="00804087" w:rsidRDefault="00E9697F" w:rsidP="007D0FF3">
            <w:pPr>
              <w:tabs>
                <w:tab w:val="left" w:pos="9072"/>
                <w:tab w:val="left" w:pos="9214"/>
              </w:tabs>
              <w:rPr>
                <w:sz w:val="20"/>
                <w:lang w:eastAsia="lt-LT"/>
              </w:rPr>
            </w:pPr>
            <w:r w:rsidRPr="00804087">
              <w:rPr>
                <w:color w:val="000000"/>
                <w:sz w:val="20"/>
                <w:lang w:eastAsia="lt-LT"/>
              </w:rPr>
              <w:t>daktiloskopinės kortelės nuoroda Daktiloskopinių duomenų registre;</w:t>
            </w:r>
          </w:p>
          <w:p w14:paraId="35E7645D" w14:textId="77777777" w:rsidR="00E9697F" w:rsidRPr="00804087" w:rsidRDefault="00E9697F" w:rsidP="007D0FF3">
            <w:pPr>
              <w:tabs>
                <w:tab w:val="left" w:pos="9072"/>
                <w:tab w:val="left" w:pos="9214"/>
              </w:tabs>
              <w:rPr>
                <w:sz w:val="20"/>
                <w:lang w:eastAsia="lt-LT"/>
              </w:rPr>
            </w:pPr>
            <w:r w:rsidRPr="00804087">
              <w:rPr>
                <w:color w:val="000000"/>
                <w:sz w:val="20"/>
                <w:lang w:eastAsia="lt-LT"/>
              </w:rPr>
              <w:t>registro duomenis įrašiusio darbuotojo (pareigūno) vardas, pavardė, pareigos, telefono ryšio numeris, elektroninis paštas, įstaigos, kurioje dirba darbuotojas (tarnauja pareigūnas), pavadinimas.</w:t>
            </w:r>
          </w:p>
          <w:p w14:paraId="09022738" w14:textId="77777777" w:rsidR="00E9697F" w:rsidRPr="00804087" w:rsidRDefault="00E9697F" w:rsidP="007D0FF3">
            <w:pPr>
              <w:tabs>
                <w:tab w:val="left" w:pos="8222"/>
                <w:tab w:val="left" w:pos="9072"/>
              </w:tabs>
              <w:rPr>
                <w:sz w:val="20"/>
                <w:lang w:eastAsia="lt-LT"/>
              </w:rPr>
            </w:pPr>
            <w:r w:rsidRPr="00804087">
              <w:rPr>
                <w:color w:val="000000"/>
                <w:sz w:val="20"/>
                <w:lang w:eastAsia="lt-LT"/>
              </w:rPr>
              <w:t>asmens kodas, (jei jis suteiktas Lietuvos Respublikos gyventojų registro įstatymo nustatyta tvarka;</w:t>
            </w:r>
          </w:p>
          <w:p w14:paraId="32A7443F" w14:textId="77777777" w:rsidR="00E9697F" w:rsidRPr="00804087" w:rsidRDefault="00E9697F" w:rsidP="007D0FF3">
            <w:pPr>
              <w:tabs>
                <w:tab w:val="left" w:pos="9214"/>
              </w:tabs>
              <w:rPr>
                <w:sz w:val="20"/>
                <w:lang w:eastAsia="lt-LT"/>
              </w:rPr>
            </w:pPr>
            <w:r w:rsidRPr="00804087">
              <w:rPr>
                <w:color w:val="000000"/>
                <w:sz w:val="20"/>
                <w:lang w:eastAsia="lt-LT"/>
              </w:rPr>
              <w:t>pavardė (pavardės);</w:t>
            </w:r>
          </w:p>
          <w:p w14:paraId="55F1E181" w14:textId="77777777" w:rsidR="00E9697F" w:rsidRPr="00804087" w:rsidRDefault="00E9697F" w:rsidP="007D0FF3">
            <w:pPr>
              <w:tabs>
                <w:tab w:val="left" w:pos="9214"/>
              </w:tabs>
              <w:rPr>
                <w:sz w:val="20"/>
                <w:lang w:eastAsia="lt-LT"/>
              </w:rPr>
            </w:pPr>
            <w:r w:rsidRPr="00804087">
              <w:rPr>
                <w:color w:val="000000"/>
                <w:sz w:val="20"/>
                <w:lang w:eastAsia="lt-LT"/>
              </w:rPr>
              <w:t>pilietybė;</w:t>
            </w:r>
          </w:p>
          <w:p w14:paraId="3B64E9AE" w14:textId="77777777" w:rsidR="00E9697F" w:rsidRPr="00804087" w:rsidRDefault="00E9697F" w:rsidP="007D0FF3">
            <w:pPr>
              <w:tabs>
                <w:tab w:val="left" w:pos="9214"/>
              </w:tabs>
              <w:rPr>
                <w:sz w:val="20"/>
                <w:lang w:eastAsia="lt-LT"/>
              </w:rPr>
            </w:pPr>
            <w:r w:rsidRPr="00804087">
              <w:rPr>
                <w:color w:val="000000"/>
                <w:sz w:val="20"/>
                <w:lang w:eastAsia="lt-LT"/>
              </w:rPr>
              <w:t>asmens tapatybę patvirtinančio dokumento rūšis, šį dokumentą išdavusios valstybės kodas ir pavadinimas, šio dokumento serija ir numeris, šį dokumentą išdavusios įstaigos kodas ir pavadinimas, jo išdavimo data, data, iki kurios galioja šis dokumentas, šio dokumento galiojimo / negaliojimo būsena;</w:t>
            </w:r>
          </w:p>
          <w:p w14:paraId="29658D8E" w14:textId="77777777" w:rsidR="00E9697F" w:rsidRPr="00804087" w:rsidRDefault="00E9697F" w:rsidP="007D0FF3">
            <w:pPr>
              <w:tabs>
                <w:tab w:val="left" w:pos="9214"/>
              </w:tabs>
              <w:ind w:right="974"/>
              <w:rPr>
                <w:sz w:val="20"/>
                <w:lang w:eastAsia="lt-LT"/>
              </w:rPr>
            </w:pPr>
            <w:r w:rsidRPr="00804087">
              <w:rPr>
                <w:color w:val="000000"/>
                <w:sz w:val="20"/>
                <w:lang w:eastAsia="lt-LT"/>
              </w:rPr>
              <w:lastRenderedPageBreak/>
              <w:t>lytis;</w:t>
            </w:r>
          </w:p>
          <w:p w14:paraId="37F45628" w14:textId="77777777" w:rsidR="00E9697F" w:rsidRPr="00804087" w:rsidRDefault="00E9697F" w:rsidP="007D0FF3">
            <w:pPr>
              <w:ind w:right="974"/>
              <w:rPr>
                <w:sz w:val="20"/>
                <w:lang w:eastAsia="lt-LT"/>
              </w:rPr>
            </w:pPr>
            <w:r w:rsidRPr="00804087">
              <w:rPr>
                <w:color w:val="000000"/>
                <w:sz w:val="20"/>
                <w:lang w:eastAsia="lt-LT"/>
              </w:rPr>
              <w:t>gimimo data;</w:t>
            </w:r>
          </w:p>
          <w:p w14:paraId="339A00A4" w14:textId="77777777" w:rsidR="00E9697F" w:rsidRPr="00804087" w:rsidRDefault="00E9697F" w:rsidP="007D0FF3">
            <w:pPr>
              <w:ind w:right="974"/>
              <w:rPr>
                <w:sz w:val="20"/>
                <w:lang w:eastAsia="lt-LT"/>
              </w:rPr>
            </w:pPr>
            <w:r w:rsidRPr="00804087">
              <w:rPr>
                <w:color w:val="000000"/>
                <w:sz w:val="20"/>
                <w:lang w:eastAsia="lt-LT"/>
              </w:rPr>
              <w:t>gimimo vieta;</w:t>
            </w:r>
          </w:p>
          <w:p w14:paraId="361771B0" w14:textId="77777777" w:rsidR="00E9697F" w:rsidRPr="00804087" w:rsidRDefault="00E9697F" w:rsidP="007D0FF3">
            <w:pPr>
              <w:ind w:right="172"/>
              <w:rPr>
                <w:sz w:val="20"/>
                <w:lang w:eastAsia="lt-LT"/>
              </w:rPr>
            </w:pPr>
            <w:r w:rsidRPr="00804087">
              <w:rPr>
                <w:color w:val="000000"/>
                <w:sz w:val="20"/>
                <w:lang w:eastAsia="lt-LT"/>
              </w:rPr>
              <w:t>mirties data;</w:t>
            </w:r>
          </w:p>
          <w:p w14:paraId="3C714C2C" w14:textId="77777777" w:rsidR="00E9697F" w:rsidRPr="00804087" w:rsidRDefault="00E9697F" w:rsidP="007D0FF3">
            <w:pPr>
              <w:ind w:right="172"/>
              <w:rPr>
                <w:sz w:val="20"/>
                <w:lang w:eastAsia="lt-LT"/>
              </w:rPr>
            </w:pPr>
            <w:r w:rsidRPr="00804087">
              <w:rPr>
                <w:color w:val="000000"/>
                <w:sz w:val="20"/>
                <w:lang w:eastAsia="lt-LT"/>
              </w:rPr>
              <w:t xml:space="preserve">gyvenamoji vieta </w:t>
            </w:r>
            <w:r w:rsidRPr="00804087">
              <w:rPr>
                <w:bCs/>
                <w:color w:val="000000"/>
                <w:sz w:val="20"/>
                <w:lang w:eastAsia="lt-LT"/>
              </w:rPr>
              <w:t>(adresas),</w:t>
            </w:r>
            <w:r w:rsidRPr="00804087">
              <w:rPr>
                <w:color w:val="000000"/>
                <w:sz w:val="20"/>
                <w:lang w:eastAsia="lt-LT"/>
              </w:rPr>
              <w:t xml:space="preserve"> o jeigu neturi gyvenamosios vietos ir yra įtrauktas į gyvenamosios vietos neturinčių asmenų apskaitą, – savivaldybė, kurioje gyvena;</w:t>
            </w:r>
          </w:p>
          <w:p w14:paraId="618408A7" w14:textId="77777777" w:rsidR="00E9697F" w:rsidRPr="00804087" w:rsidRDefault="00E9697F" w:rsidP="007D0FF3">
            <w:pPr>
              <w:ind w:right="172"/>
              <w:rPr>
                <w:sz w:val="20"/>
                <w:lang w:eastAsia="lt-LT"/>
              </w:rPr>
            </w:pPr>
            <w:r w:rsidRPr="00804087">
              <w:rPr>
                <w:color w:val="000000"/>
                <w:sz w:val="20"/>
                <w:lang w:eastAsia="lt-LT"/>
              </w:rPr>
              <w:t>skaitmeninis veido atvaizdas:</w:t>
            </w:r>
          </w:p>
          <w:p w14:paraId="214CD240" w14:textId="77777777" w:rsidR="00E9697F" w:rsidRPr="00804087" w:rsidRDefault="00E9697F" w:rsidP="007D0FF3">
            <w:pPr>
              <w:ind w:right="172"/>
              <w:rPr>
                <w:sz w:val="20"/>
                <w:lang w:eastAsia="lt-LT"/>
              </w:rPr>
            </w:pPr>
            <w:r w:rsidRPr="00804087">
              <w:rPr>
                <w:color w:val="000000"/>
                <w:sz w:val="20"/>
                <w:lang w:eastAsia="lt-LT"/>
              </w:rPr>
              <w:t>veido skaitmeninio atvaizdo padarymo data;</w:t>
            </w:r>
          </w:p>
          <w:p w14:paraId="1B2AA417" w14:textId="77777777" w:rsidR="00E9697F" w:rsidRPr="00804087" w:rsidRDefault="00E9697F" w:rsidP="007D0FF3">
            <w:pPr>
              <w:ind w:right="172"/>
              <w:rPr>
                <w:sz w:val="20"/>
                <w:lang w:eastAsia="lt-LT"/>
              </w:rPr>
            </w:pPr>
            <w:r w:rsidRPr="00804087">
              <w:rPr>
                <w:color w:val="000000"/>
                <w:sz w:val="20"/>
                <w:lang w:eastAsia="lt-LT"/>
              </w:rPr>
              <w:t>veido skaitmeninio atvaizdo padarymo pagrindas;</w:t>
            </w:r>
          </w:p>
          <w:p w14:paraId="4DE5BABB" w14:textId="77777777" w:rsidR="00E9697F" w:rsidRPr="00804087" w:rsidRDefault="00E9697F" w:rsidP="007D0FF3">
            <w:pPr>
              <w:ind w:right="172"/>
              <w:rPr>
                <w:sz w:val="20"/>
                <w:lang w:eastAsia="lt-LT"/>
              </w:rPr>
            </w:pPr>
            <w:r w:rsidRPr="00804087">
              <w:rPr>
                <w:color w:val="000000"/>
                <w:sz w:val="20"/>
                <w:lang w:eastAsia="lt-LT"/>
              </w:rPr>
              <w:t>pagrindinės žymės:</w:t>
            </w:r>
          </w:p>
          <w:p w14:paraId="01397081" w14:textId="77777777" w:rsidR="00E9697F" w:rsidRPr="00804087" w:rsidRDefault="00E9697F" w:rsidP="007D0FF3">
            <w:pPr>
              <w:ind w:right="172"/>
              <w:rPr>
                <w:sz w:val="20"/>
                <w:lang w:eastAsia="lt-LT"/>
              </w:rPr>
            </w:pPr>
            <w:r w:rsidRPr="00804087">
              <w:rPr>
                <w:color w:val="000000"/>
                <w:sz w:val="20"/>
                <w:lang w:eastAsia="lt-LT"/>
              </w:rPr>
              <w:t>amžius pagal išvaizdą;</w:t>
            </w:r>
          </w:p>
          <w:p w14:paraId="139DACCE" w14:textId="77777777" w:rsidR="00E9697F" w:rsidRPr="00804087" w:rsidRDefault="00E9697F" w:rsidP="007D0FF3">
            <w:pPr>
              <w:ind w:right="566"/>
              <w:rPr>
                <w:sz w:val="20"/>
                <w:lang w:eastAsia="lt-LT"/>
              </w:rPr>
            </w:pPr>
            <w:r w:rsidRPr="00804087">
              <w:rPr>
                <w:color w:val="000000"/>
                <w:sz w:val="20"/>
                <w:lang w:eastAsia="lt-LT"/>
              </w:rPr>
              <w:t>ūgis/lavono ilgis;</w:t>
            </w:r>
          </w:p>
          <w:p w14:paraId="22FB0732" w14:textId="77777777" w:rsidR="00E9697F" w:rsidRPr="00804087" w:rsidRDefault="00E9697F" w:rsidP="007D0FF3">
            <w:pPr>
              <w:ind w:right="566"/>
              <w:rPr>
                <w:sz w:val="20"/>
                <w:lang w:eastAsia="lt-LT"/>
              </w:rPr>
            </w:pPr>
            <w:r w:rsidRPr="00804087">
              <w:rPr>
                <w:color w:val="000000"/>
                <w:sz w:val="20"/>
                <w:lang w:eastAsia="lt-LT"/>
              </w:rPr>
              <w:t>kūno sudėjimas;</w:t>
            </w:r>
          </w:p>
          <w:p w14:paraId="134FDC86" w14:textId="77777777" w:rsidR="00E9697F" w:rsidRPr="00804087" w:rsidRDefault="00E9697F" w:rsidP="007D0FF3">
            <w:pPr>
              <w:ind w:right="566"/>
              <w:rPr>
                <w:sz w:val="20"/>
                <w:lang w:eastAsia="lt-LT"/>
              </w:rPr>
            </w:pPr>
            <w:r w:rsidRPr="00804087">
              <w:rPr>
                <w:color w:val="000000"/>
                <w:sz w:val="20"/>
                <w:lang w:eastAsia="lt-LT"/>
              </w:rPr>
              <w:t>galva (dydis, forma);</w:t>
            </w:r>
          </w:p>
          <w:p w14:paraId="79CBCA38" w14:textId="77777777" w:rsidR="00E9697F" w:rsidRPr="00804087" w:rsidRDefault="00E9697F" w:rsidP="007D0FF3">
            <w:pPr>
              <w:ind w:right="566"/>
              <w:rPr>
                <w:sz w:val="20"/>
                <w:lang w:eastAsia="lt-LT"/>
              </w:rPr>
            </w:pPr>
            <w:r w:rsidRPr="00804087">
              <w:rPr>
                <w:color w:val="000000"/>
                <w:sz w:val="20"/>
                <w:lang w:eastAsia="lt-LT"/>
              </w:rPr>
              <w:t>plaukai (spalva, šukuosena);</w:t>
            </w:r>
          </w:p>
          <w:p w14:paraId="1A19BE1F" w14:textId="77777777" w:rsidR="00E9697F" w:rsidRPr="00804087" w:rsidRDefault="00E9697F" w:rsidP="007D0FF3">
            <w:pPr>
              <w:ind w:right="566"/>
              <w:rPr>
                <w:sz w:val="20"/>
                <w:lang w:eastAsia="lt-LT"/>
              </w:rPr>
            </w:pPr>
            <w:r w:rsidRPr="00804087">
              <w:rPr>
                <w:color w:val="000000"/>
                <w:sz w:val="20"/>
                <w:lang w:eastAsia="lt-LT"/>
              </w:rPr>
              <w:t>veidas (veido forma, veido spalva, veido plaukai);</w:t>
            </w:r>
          </w:p>
          <w:p w14:paraId="689F5931" w14:textId="77777777" w:rsidR="00E9697F" w:rsidRPr="00804087" w:rsidRDefault="00E9697F" w:rsidP="007D0FF3">
            <w:pPr>
              <w:ind w:right="566"/>
              <w:rPr>
                <w:sz w:val="20"/>
                <w:lang w:eastAsia="lt-LT"/>
              </w:rPr>
            </w:pPr>
            <w:r w:rsidRPr="00804087">
              <w:rPr>
                <w:color w:val="000000"/>
                <w:sz w:val="20"/>
                <w:lang w:eastAsia="lt-LT"/>
              </w:rPr>
              <w:t>kakta (aukštis, plotis, nuolinkis);</w:t>
            </w:r>
          </w:p>
          <w:p w14:paraId="442D93E7" w14:textId="77777777" w:rsidR="00E9697F" w:rsidRPr="00804087" w:rsidRDefault="00E9697F" w:rsidP="007D0FF3">
            <w:pPr>
              <w:ind w:right="566"/>
              <w:rPr>
                <w:sz w:val="20"/>
                <w:lang w:eastAsia="lt-LT"/>
              </w:rPr>
            </w:pPr>
            <w:r w:rsidRPr="00804087">
              <w:rPr>
                <w:color w:val="000000"/>
                <w:sz w:val="20"/>
                <w:lang w:eastAsia="lt-LT"/>
              </w:rPr>
              <w:t>antakiai (forma, spalva, plotis);</w:t>
            </w:r>
          </w:p>
          <w:p w14:paraId="238FDC5D" w14:textId="77777777" w:rsidR="00E9697F" w:rsidRPr="00804087" w:rsidRDefault="00E9697F" w:rsidP="007D0FF3">
            <w:pPr>
              <w:ind w:right="566"/>
              <w:rPr>
                <w:sz w:val="20"/>
                <w:lang w:eastAsia="lt-LT"/>
              </w:rPr>
            </w:pPr>
            <w:r w:rsidRPr="00804087">
              <w:rPr>
                <w:color w:val="000000"/>
                <w:sz w:val="20"/>
                <w:lang w:eastAsia="lt-LT"/>
              </w:rPr>
              <w:t>akys (tipas, spalva);</w:t>
            </w:r>
          </w:p>
          <w:p w14:paraId="61058E49" w14:textId="77777777" w:rsidR="00E9697F" w:rsidRPr="00804087" w:rsidRDefault="00E9697F" w:rsidP="007D0FF3">
            <w:pPr>
              <w:ind w:right="566"/>
              <w:rPr>
                <w:sz w:val="20"/>
                <w:lang w:eastAsia="lt-LT"/>
              </w:rPr>
            </w:pPr>
            <w:r w:rsidRPr="00804087">
              <w:rPr>
                <w:color w:val="000000"/>
                <w:sz w:val="20"/>
                <w:lang w:eastAsia="lt-LT"/>
              </w:rPr>
              <w:t>nosis (dydis, forma);</w:t>
            </w:r>
          </w:p>
          <w:p w14:paraId="2D3070B2" w14:textId="77777777" w:rsidR="00E9697F" w:rsidRPr="00804087" w:rsidRDefault="00E9697F" w:rsidP="007D0FF3">
            <w:pPr>
              <w:ind w:right="1332"/>
              <w:rPr>
                <w:sz w:val="20"/>
                <w:lang w:eastAsia="lt-LT"/>
              </w:rPr>
            </w:pPr>
            <w:r w:rsidRPr="00804087">
              <w:rPr>
                <w:color w:val="000000"/>
                <w:sz w:val="20"/>
                <w:lang w:eastAsia="lt-LT"/>
              </w:rPr>
              <w:t>burna (dydis, kampų padėtis);</w:t>
            </w:r>
          </w:p>
          <w:p w14:paraId="36601EE7" w14:textId="77777777" w:rsidR="00E9697F" w:rsidRPr="00804087" w:rsidRDefault="00E9697F" w:rsidP="007D0FF3">
            <w:pPr>
              <w:ind w:right="1332"/>
              <w:rPr>
                <w:sz w:val="20"/>
                <w:lang w:eastAsia="lt-LT"/>
              </w:rPr>
            </w:pPr>
            <w:r w:rsidRPr="00804087">
              <w:rPr>
                <w:color w:val="000000"/>
                <w:sz w:val="20"/>
                <w:lang w:eastAsia="lt-LT"/>
              </w:rPr>
              <w:t>lūpos;</w:t>
            </w:r>
          </w:p>
          <w:p w14:paraId="208E4D46" w14:textId="77777777" w:rsidR="00E9697F" w:rsidRPr="00804087" w:rsidRDefault="00E9697F" w:rsidP="007D0FF3">
            <w:pPr>
              <w:ind w:right="1332"/>
              <w:rPr>
                <w:sz w:val="20"/>
                <w:lang w:eastAsia="lt-LT"/>
              </w:rPr>
            </w:pPr>
            <w:r w:rsidRPr="00804087">
              <w:rPr>
                <w:color w:val="000000"/>
                <w:sz w:val="20"/>
                <w:lang w:eastAsia="lt-LT"/>
              </w:rPr>
              <w:t>smakras (dydis, forma);</w:t>
            </w:r>
          </w:p>
          <w:p w14:paraId="0E37499A" w14:textId="77777777" w:rsidR="00E9697F" w:rsidRPr="00804087" w:rsidRDefault="00E9697F" w:rsidP="007D0FF3">
            <w:pPr>
              <w:ind w:right="1332"/>
              <w:rPr>
                <w:sz w:val="20"/>
                <w:lang w:eastAsia="lt-LT"/>
              </w:rPr>
            </w:pPr>
            <w:r w:rsidRPr="00804087">
              <w:rPr>
                <w:color w:val="000000"/>
                <w:sz w:val="20"/>
                <w:lang w:eastAsia="lt-LT"/>
              </w:rPr>
              <w:t>ausys (dydis, forma);</w:t>
            </w:r>
          </w:p>
          <w:p w14:paraId="7A0F643F" w14:textId="77777777" w:rsidR="00E9697F" w:rsidRPr="00804087" w:rsidRDefault="00E9697F" w:rsidP="007D0FF3">
            <w:pPr>
              <w:ind w:right="1332"/>
              <w:rPr>
                <w:sz w:val="20"/>
                <w:lang w:eastAsia="lt-LT"/>
              </w:rPr>
            </w:pPr>
            <w:r w:rsidRPr="00804087">
              <w:rPr>
                <w:color w:val="000000"/>
                <w:sz w:val="20"/>
                <w:lang w:eastAsia="lt-LT"/>
              </w:rPr>
              <w:t>eisenos aprašymas;</w:t>
            </w:r>
          </w:p>
          <w:p w14:paraId="3B85B3C8" w14:textId="77777777" w:rsidR="00E9697F" w:rsidRPr="00804087" w:rsidRDefault="00E9697F" w:rsidP="007D0FF3">
            <w:pPr>
              <w:ind w:right="1332"/>
              <w:rPr>
                <w:sz w:val="20"/>
                <w:lang w:eastAsia="lt-LT"/>
              </w:rPr>
            </w:pPr>
            <w:r w:rsidRPr="00804087">
              <w:rPr>
                <w:color w:val="000000"/>
                <w:sz w:val="20"/>
                <w:lang w:eastAsia="lt-LT"/>
              </w:rPr>
              <w:t>odos spalva;</w:t>
            </w:r>
          </w:p>
          <w:p w14:paraId="134ED2E8" w14:textId="77777777" w:rsidR="00E9697F" w:rsidRPr="00804087" w:rsidRDefault="00E9697F" w:rsidP="007D0FF3">
            <w:pPr>
              <w:ind w:right="1332"/>
              <w:rPr>
                <w:sz w:val="20"/>
                <w:lang w:eastAsia="lt-LT"/>
              </w:rPr>
            </w:pPr>
            <w:r w:rsidRPr="00804087">
              <w:rPr>
                <w:color w:val="000000"/>
                <w:sz w:val="20"/>
                <w:lang w:eastAsia="lt-LT"/>
              </w:rPr>
              <w:t>auskarų įvėrimo vietos;</w:t>
            </w:r>
          </w:p>
          <w:p w14:paraId="51FDBA30" w14:textId="77777777" w:rsidR="00E9697F" w:rsidRPr="00804087" w:rsidRDefault="00E9697F" w:rsidP="007D0FF3">
            <w:pPr>
              <w:ind w:right="1332"/>
              <w:rPr>
                <w:sz w:val="20"/>
                <w:lang w:eastAsia="lt-LT"/>
              </w:rPr>
            </w:pPr>
            <w:r w:rsidRPr="00804087">
              <w:rPr>
                <w:color w:val="000000"/>
                <w:sz w:val="20"/>
                <w:lang w:eastAsia="lt-LT"/>
              </w:rPr>
              <w:t>operacijų, traumų žymės (vieta, aprašymas):</w:t>
            </w:r>
          </w:p>
          <w:p w14:paraId="0DDCAE37" w14:textId="77777777" w:rsidR="00E9697F" w:rsidRPr="00804087" w:rsidRDefault="00E9697F" w:rsidP="007D0FF3">
            <w:pPr>
              <w:ind w:right="566"/>
              <w:rPr>
                <w:sz w:val="20"/>
                <w:lang w:eastAsia="lt-LT"/>
              </w:rPr>
            </w:pPr>
            <w:r w:rsidRPr="00804087">
              <w:rPr>
                <w:color w:val="000000"/>
                <w:sz w:val="20"/>
                <w:lang w:eastAsia="lt-LT"/>
              </w:rPr>
              <w:t>randai;</w:t>
            </w:r>
          </w:p>
          <w:p w14:paraId="6614213C" w14:textId="77777777" w:rsidR="00E9697F" w:rsidRPr="00804087" w:rsidRDefault="00E9697F" w:rsidP="007D0FF3">
            <w:pPr>
              <w:ind w:right="30"/>
              <w:rPr>
                <w:sz w:val="20"/>
                <w:lang w:eastAsia="lt-LT"/>
              </w:rPr>
            </w:pPr>
            <w:r w:rsidRPr="00804087">
              <w:rPr>
                <w:color w:val="000000"/>
                <w:sz w:val="20"/>
                <w:lang w:eastAsia="lt-LT"/>
              </w:rPr>
              <w:t>siūlės;</w:t>
            </w:r>
          </w:p>
          <w:p w14:paraId="2D4BEFE9" w14:textId="77777777" w:rsidR="00E9697F" w:rsidRPr="00804087" w:rsidRDefault="00E9697F" w:rsidP="007D0FF3">
            <w:pPr>
              <w:ind w:right="30"/>
              <w:rPr>
                <w:sz w:val="20"/>
                <w:lang w:eastAsia="lt-LT"/>
              </w:rPr>
            </w:pPr>
            <w:r w:rsidRPr="00804087">
              <w:rPr>
                <w:color w:val="000000"/>
                <w:sz w:val="20"/>
                <w:lang w:eastAsia="lt-LT"/>
              </w:rPr>
              <w:t xml:space="preserve"> deformuota kūno dalis (-ys) (vieta, aprašymas);</w:t>
            </w:r>
          </w:p>
          <w:p w14:paraId="553F93D0" w14:textId="77777777" w:rsidR="00E9697F" w:rsidRPr="00804087" w:rsidRDefault="00E9697F" w:rsidP="007D0FF3">
            <w:pPr>
              <w:ind w:right="30"/>
              <w:rPr>
                <w:sz w:val="20"/>
                <w:lang w:eastAsia="lt-LT"/>
              </w:rPr>
            </w:pPr>
            <w:r w:rsidRPr="00804087">
              <w:rPr>
                <w:color w:val="000000"/>
                <w:sz w:val="20"/>
                <w:lang w:eastAsia="lt-LT"/>
              </w:rPr>
              <w:t>amputacijos (vieta, aprašymas);</w:t>
            </w:r>
          </w:p>
          <w:p w14:paraId="0316680F" w14:textId="77777777" w:rsidR="00E9697F" w:rsidRPr="00804087" w:rsidRDefault="00E9697F" w:rsidP="007D0FF3">
            <w:pPr>
              <w:ind w:right="30"/>
              <w:rPr>
                <w:sz w:val="20"/>
                <w:lang w:eastAsia="lt-LT"/>
              </w:rPr>
            </w:pPr>
            <w:r w:rsidRPr="00804087">
              <w:rPr>
                <w:color w:val="000000"/>
                <w:sz w:val="20"/>
                <w:lang w:eastAsia="lt-LT"/>
              </w:rPr>
              <w:t>fiziniai trūkumai, vystymosi anomalijos ir kiti defektai (vieta, aprašymas);</w:t>
            </w:r>
          </w:p>
          <w:p w14:paraId="0DA2C498" w14:textId="77777777" w:rsidR="00E9697F" w:rsidRPr="00804087" w:rsidRDefault="00E9697F" w:rsidP="007D0FF3">
            <w:pPr>
              <w:ind w:right="30"/>
              <w:rPr>
                <w:sz w:val="20"/>
                <w:lang w:eastAsia="lt-LT"/>
              </w:rPr>
            </w:pPr>
            <w:r w:rsidRPr="00804087">
              <w:rPr>
                <w:color w:val="000000"/>
                <w:sz w:val="20"/>
                <w:lang w:eastAsia="lt-LT"/>
              </w:rPr>
              <w:t>pagrindinių žymių skaitmeniniai atvaizdai (skaitmeninių atvaizdų padarymo data, aprašymas);</w:t>
            </w:r>
          </w:p>
          <w:p w14:paraId="385CB717" w14:textId="77777777" w:rsidR="00E9697F" w:rsidRPr="00804087" w:rsidRDefault="00E9697F" w:rsidP="007D0FF3">
            <w:pPr>
              <w:ind w:right="30"/>
              <w:rPr>
                <w:sz w:val="20"/>
                <w:lang w:eastAsia="lt-LT"/>
              </w:rPr>
            </w:pPr>
            <w:r w:rsidRPr="00804087">
              <w:rPr>
                <w:color w:val="000000"/>
                <w:sz w:val="20"/>
                <w:lang w:eastAsia="lt-LT"/>
              </w:rPr>
              <w:t>tatuiruotė (-ės) (tipas, vieta, aprašymas);</w:t>
            </w:r>
          </w:p>
          <w:p w14:paraId="57E8BCDA" w14:textId="77777777" w:rsidR="00E9697F" w:rsidRPr="00804087" w:rsidRDefault="00E9697F" w:rsidP="007D0FF3">
            <w:pPr>
              <w:ind w:right="30"/>
              <w:rPr>
                <w:sz w:val="20"/>
                <w:lang w:eastAsia="lt-LT"/>
              </w:rPr>
            </w:pPr>
            <w:r w:rsidRPr="00804087">
              <w:rPr>
                <w:color w:val="000000"/>
                <w:sz w:val="20"/>
                <w:lang w:eastAsia="lt-LT"/>
              </w:rPr>
              <w:t>protezai (vieta, aprašymas);</w:t>
            </w:r>
          </w:p>
          <w:p w14:paraId="16A1ECB0" w14:textId="77777777" w:rsidR="00E9697F" w:rsidRPr="00804087" w:rsidRDefault="00E9697F" w:rsidP="007D0FF3">
            <w:pPr>
              <w:ind w:right="30"/>
              <w:rPr>
                <w:sz w:val="20"/>
                <w:lang w:eastAsia="lt-LT"/>
              </w:rPr>
            </w:pPr>
            <w:r w:rsidRPr="00804087">
              <w:rPr>
                <w:color w:val="000000"/>
                <w:sz w:val="20"/>
                <w:lang w:eastAsia="lt-LT"/>
              </w:rPr>
              <w:t>sveikatos būklė (ligos, sutrikimo pavadinimas);</w:t>
            </w:r>
          </w:p>
          <w:p w14:paraId="5D01C838" w14:textId="77777777" w:rsidR="00E9697F" w:rsidRPr="00804087" w:rsidRDefault="00E9697F" w:rsidP="007D0FF3">
            <w:pPr>
              <w:ind w:right="30"/>
              <w:rPr>
                <w:sz w:val="20"/>
                <w:lang w:eastAsia="lt-LT"/>
              </w:rPr>
            </w:pPr>
            <w:r w:rsidRPr="00804087">
              <w:rPr>
                <w:color w:val="000000"/>
                <w:sz w:val="20"/>
                <w:lang w:eastAsia="lt-LT"/>
              </w:rPr>
              <w:t>išskirtinės balso tembro, gestų ypatybės;</w:t>
            </w:r>
          </w:p>
          <w:p w14:paraId="286AF399" w14:textId="77777777" w:rsidR="00E9697F" w:rsidRPr="00804087" w:rsidRDefault="00E9697F" w:rsidP="007D0FF3">
            <w:pPr>
              <w:ind w:right="30"/>
              <w:rPr>
                <w:sz w:val="20"/>
                <w:lang w:eastAsia="lt-LT"/>
              </w:rPr>
            </w:pPr>
            <w:r w:rsidRPr="00804087">
              <w:rPr>
                <w:color w:val="000000"/>
                <w:sz w:val="20"/>
                <w:lang w:eastAsia="lt-LT"/>
              </w:rPr>
              <w:t>išsamios atpažinimo žymės:</w:t>
            </w:r>
          </w:p>
          <w:p w14:paraId="2A0FF399" w14:textId="77777777" w:rsidR="00E9697F" w:rsidRPr="00804087" w:rsidRDefault="00E9697F" w:rsidP="007D0FF3">
            <w:pPr>
              <w:ind w:right="30"/>
              <w:rPr>
                <w:sz w:val="20"/>
                <w:lang w:eastAsia="lt-LT"/>
              </w:rPr>
            </w:pPr>
            <w:r w:rsidRPr="00804087">
              <w:rPr>
                <w:color w:val="000000"/>
                <w:sz w:val="20"/>
                <w:lang w:eastAsia="lt-LT"/>
              </w:rPr>
              <w:t>kraujo grupė;</w:t>
            </w:r>
          </w:p>
          <w:p w14:paraId="41010535" w14:textId="77777777" w:rsidR="00E9697F" w:rsidRPr="00804087" w:rsidRDefault="00E9697F" w:rsidP="007D0FF3">
            <w:pPr>
              <w:ind w:right="30"/>
              <w:rPr>
                <w:sz w:val="20"/>
                <w:lang w:eastAsia="lt-LT"/>
              </w:rPr>
            </w:pPr>
            <w:r w:rsidRPr="00804087">
              <w:rPr>
                <w:color w:val="000000"/>
                <w:sz w:val="20"/>
                <w:lang w:eastAsia="lt-LT"/>
              </w:rPr>
              <w:t>dantys (dantų požymiai, dantų būklė, dantų būklės schema);</w:t>
            </w:r>
          </w:p>
          <w:p w14:paraId="5F3186D0" w14:textId="77777777" w:rsidR="00E9697F" w:rsidRPr="00804087" w:rsidRDefault="00E9697F" w:rsidP="007D0FF3">
            <w:pPr>
              <w:ind w:right="30"/>
              <w:rPr>
                <w:sz w:val="20"/>
                <w:lang w:eastAsia="lt-LT"/>
              </w:rPr>
            </w:pPr>
            <w:r w:rsidRPr="00804087">
              <w:rPr>
                <w:color w:val="000000"/>
                <w:sz w:val="20"/>
                <w:lang w:eastAsia="lt-LT"/>
              </w:rPr>
              <w:t>aprangos elementai</w:t>
            </w:r>
            <w:r w:rsidRPr="00804087">
              <w:rPr>
                <w:b/>
                <w:bCs/>
                <w:color w:val="000000"/>
                <w:sz w:val="20"/>
                <w:lang w:eastAsia="lt-LT"/>
              </w:rPr>
              <w:t xml:space="preserve"> </w:t>
            </w:r>
            <w:r w:rsidRPr="00804087">
              <w:rPr>
                <w:color w:val="000000"/>
                <w:sz w:val="20"/>
                <w:lang w:eastAsia="lt-LT"/>
              </w:rPr>
              <w:t>(galvos apdangalas, drabužiai, avalynė).</w:t>
            </w:r>
          </w:p>
          <w:p w14:paraId="0A0DBB1F" w14:textId="77777777" w:rsidR="00E9697F" w:rsidRPr="00804087" w:rsidRDefault="00E9697F" w:rsidP="007D0FF3">
            <w:pPr>
              <w:ind w:right="30"/>
              <w:rPr>
                <w:sz w:val="20"/>
                <w:lang w:eastAsia="lt-LT"/>
              </w:rPr>
            </w:pPr>
            <w:r w:rsidRPr="00804087">
              <w:rPr>
                <w:color w:val="000000"/>
                <w:sz w:val="20"/>
                <w:lang w:eastAsia="lt-LT"/>
              </w:rPr>
              <w:t>policijos ar kitos teisėsaugos institucijos pareigūno sprendimo sulaikyti užsienietį ne ilgiau kaip 48 valandoms rekvizitai (sprendimo priėmimo data, numeris, vieta, sprendimą priėmusio pareigūno vardas ir pavardė, pareigų pavadinimas), sulaikymo data, vieta ir momentas;</w:t>
            </w:r>
          </w:p>
          <w:p w14:paraId="4BD05AC5" w14:textId="77777777" w:rsidR="00E9697F" w:rsidRPr="00804087" w:rsidRDefault="00E9697F" w:rsidP="007D0FF3">
            <w:pPr>
              <w:ind w:right="30"/>
              <w:rPr>
                <w:sz w:val="20"/>
                <w:lang w:eastAsia="lt-LT"/>
              </w:rPr>
            </w:pPr>
            <w:bookmarkStart w:id="82" w:name="part_3b79de4e732f4039b8d87120580bbd02"/>
            <w:bookmarkEnd w:id="82"/>
            <w:r w:rsidRPr="00804087">
              <w:rPr>
                <w:color w:val="000000"/>
                <w:sz w:val="20"/>
                <w:lang w:eastAsia="lt-LT"/>
              </w:rPr>
              <w:t>užsieniečio sulaikymo pagrindas;</w:t>
            </w:r>
          </w:p>
          <w:p w14:paraId="13370E7C" w14:textId="77777777" w:rsidR="00E9697F" w:rsidRPr="00804087" w:rsidRDefault="00E9697F" w:rsidP="007D0FF3">
            <w:pPr>
              <w:tabs>
                <w:tab w:val="left" w:pos="8647"/>
              </w:tabs>
              <w:ind w:right="30"/>
              <w:rPr>
                <w:sz w:val="20"/>
                <w:lang w:eastAsia="lt-LT"/>
              </w:rPr>
            </w:pPr>
            <w:bookmarkStart w:id="83" w:name="part_fc3bf11e9d674658be5f2db1b63de852"/>
            <w:bookmarkEnd w:id="83"/>
            <w:r w:rsidRPr="00804087">
              <w:rPr>
                <w:color w:val="000000"/>
                <w:sz w:val="20"/>
                <w:lang w:eastAsia="lt-LT"/>
              </w:rPr>
              <w:t>užsieniečio atvykimo į sulaikymo vietą ir paleidimo iš sulaikymo vietos data;</w:t>
            </w:r>
          </w:p>
          <w:p w14:paraId="4233797F" w14:textId="77777777" w:rsidR="00E9697F" w:rsidRPr="00804087" w:rsidRDefault="00E9697F" w:rsidP="007D0FF3">
            <w:pPr>
              <w:tabs>
                <w:tab w:val="left" w:pos="8647"/>
              </w:tabs>
              <w:ind w:right="30"/>
              <w:rPr>
                <w:color w:val="000000"/>
                <w:sz w:val="20"/>
                <w:lang w:eastAsia="lt-LT"/>
              </w:rPr>
            </w:pPr>
            <w:bookmarkStart w:id="84" w:name="part_9f7dd07adce54473a890585ad21a9ae1"/>
            <w:bookmarkEnd w:id="84"/>
            <w:r w:rsidRPr="00804087">
              <w:rPr>
                <w:color w:val="000000"/>
                <w:sz w:val="20"/>
                <w:lang w:eastAsia="lt-LT"/>
              </w:rPr>
              <w:t xml:space="preserve">užsieniečiui pradėto ikiteisminio tyrimo ar administracinės teisės pažeidimo medžiagos numeris, pradėjimo data, BK ar </w:t>
            </w:r>
            <w:r w:rsidRPr="00804087">
              <w:rPr>
                <w:bCs/>
                <w:sz w:val="20"/>
                <w:lang w:eastAsia="lt-LT"/>
              </w:rPr>
              <w:t>ANK</w:t>
            </w:r>
            <w:r w:rsidRPr="00804087">
              <w:rPr>
                <w:color w:val="000000"/>
                <w:sz w:val="20"/>
                <w:lang w:eastAsia="lt-LT"/>
              </w:rPr>
              <w:t xml:space="preserve"> straipsnis (-iai), bausmė už nusikalstamos veikos padarymą ar taikytos poveikio priemonės už administracinės teisės pažeidimo padarymą.</w:t>
            </w:r>
          </w:p>
          <w:p w14:paraId="4BC8DDCB" w14:textId="77777777" w:rsidR="00E9697F" w:rsidRPr="00804087" w:rsidRDefault="00E9697F" w:rsidP="007D0FF3">
            <w:pPr>
              <w:rPr>
                <w:b/>
                <w:sz w:val="20"/>
                <w:lang w:eastAsia="lt-LT"/>
              </w:rPr>
            </w:pPr>
            <w:r w:rsidRPr="00804087">
              <w:rPr>
                <w:b/>
                <w:sz w:val="20"/>
                <w:lang w:eastAsia="lt-LT"/>
              </w:rPr>
              <w:t>Užsieniečių, kuriems draudžiama atvykti į Lietuvos Respublikos teritoriją, duomenys:</w:t>
            </w:r>
          </w:p>
          <w:p w14:paraId="73F19AB8" w14:textId="77777777" w:rsidR="00E9697F" w:rsidRPr="00804087" w:rsidRDefault="00E9697F" w:rsidP="007D0FF3">
            <w:pPr>
              <w:tabs>
                <w:tab w:val="left" w:pos="9072"/>
                <w:tab w:val="left" w:pos="9214"/>
              </w:tabs>
              <w:rPr>
                <w:sz w:val="20"/>
                <w:lang w:eastAsia="lt-LT"/>
              </w:rPr>
            </w:pPr>
            <w:r w:rsidRPr="00804087">
              <w:rPr>
                <w:color w:val="000000"/>
                <w:sz w:val="20"/>
                <w:lang w:eastAsia="lt-LT"/>
              </w:rPr>
              <w:t>registro objekto identifikavimo kodas, kuriamas programiniu būdu;</w:t>
            </w:r>
          </w:p>
          <w:p w14:paraId="16C98D37" w14:textId="77777777" w:rsidR="00E9697F" w:rsidRPr="00804087" w:rsidRDefault="00E9697F" w:rsidP="007D0FF3">
            <w:pPr>
              <w:tabs>
                <w:tab w:val="left" w:pos="9072"/>
                <w:tab w:val="left" w:pos="9214"/>
              </w:tabs>
              <w:rPr>
                <w:sz w:val="20"/>
                <w:lang w:eastAsia="lt-LT"/>
              </w:rPr>
            </w:pPr>
            <w:r w:rsidRPr="00804087">
              <w:rPr>
                <w:color w:val="000000"/>
                <w:sz w:val="20"/>
                <w:lang w:eastAsia="lt-LT"/>
              </w:rPr>
              <w:lastRenderedPageBreak/>
              <w:t>registro objekto įregistravimo, išregistravimo datos, duomenų įrašymo ir keitimo datos;</w:t>
            </w:r>
          </w:p>
          <w:p w14:paraId="4D3B40EF" w14:textId="77777777" w:rsidR="00E9697F" w:rsidRPr="00804087" w:rsidRDefault="00E9697F" w:rsidP="007D0FF3">
            <w:pPr>
              <w:tabs>
                <w:tab w:val="left" w:pos="9072"/>
                <w:tab w:val="left" w:pos="9214"/>
              </w:tabs>
              <w:rPr>
                <w:sz w:val="20"/>
                <w:lang w:eastAsia="lt-LT"/>
              </w:rPr>
            </w:pPr>
            <w:r w:rsidRPr="00804087">
              <w:rPr>
                <w:color w:val="000000"/>
                <w:sz w:val="20"/>
                <w:lang w:eastAsia="lt-LT"/>
              </w:rPr>
              <w:t>daktiloskopinės kortelės nuoroda Daktiloskopinių duomenų registre;</w:t>
            </w:r>
          </w:p>
          <w:p w14:paraId="7536F560" w14:textId="77777777" w:rsidR="00E9697F" w:rsidRPr="00804087" w:rsidRDefault="00E9697F" w:rsidP="007D0FF3">
            <w:pPr>
              <w:tabs>
                <w:tab w:val="left" w:pos="9072"/>
                <w:tab w:val="left" w:pos="9214"/>
              </w:tabs>
              <w:rPr>
                <w:sz w:val="20"/>
                <w:lang w:eastAsia="lt-LT"/>
              </w:rPr>
            </w:pPr>
            <w:r w:rsidRPr="00804087">
              <w:rPr>
                <w:color w:val="000000"/>
                <w:sz w:val="20"/>
                <w:lang w:eastAsia="lt-LT"/>
              </w:rPr>
              <w:t>registro duomenis įrašiusio darbuotojo (pareigūno) vardas, pavardė, pareigos, telefono ryšio numeris, elektroninis paštas, įstaigos, kurioje dirba darbuotojas (tarnauja pareigūnas), pavadinimas.</w:t>
            </w:r>
          </w:p>
          <w:p w14:paraId="58705AEF" w14:textId="77777777" w:rsidR="00E9697F" w:rsidRPr="00804087" w:rsidRDefault="00E9697F" w:rsidP="007D0FF3">
            <w:pPr>
              <w:tabs>
                <w:tab w:val="left" w:pos="8222"/>
                <w:tab w:val="left" w:pos="9072"/>
              </w:tabs>
              <w:rPr>
                <w:sz w:val="20"/>
                <w:lang w:eastAsia="lt-LT"/>
              </w:rPr>
            </w:pPr>
            <w:r w:rsidRPr="00804087">
              <w:rPr>
                <w:color w:val="000000"/>
                <w:sz w:val="20"/>
                <w:lang w:eastAsia="lt-LT"/>
              </w:rPr>
              <w:t>asmens kodas, (jei jis suteiktas Lietuvos Respublikos gyventojų registro įstatymo nustatyta tvarka;</w:t>
            </w:r>
          </w:p>
          <w:p w14:paraId="695D74CA" w14:textId="77777777" w:rsidR="00E9697F" w:rsidRPr="00804087" w:rsidRDefault="00E9697F" w:rsidP="007D0FF3">
            <w:pPr>
              <w:tabs>
                <w:tab w:val="left" w:pos="9214"/>
              </w:tabs>
              <w:rPr>
                <w:sz w:val="20"/>
                <w:lang w:eastAsia="lt-LT"/>
              </w:rPr>
            </w:pPr>
            <w:r w:rsidRPr="00804087">
              <w:rPr>
                <w:color w:val="000000"/>
                <w:sz w:val="20"/>
                <w:lang w:eastAsia="lt-LT"/>
              </w:rPr>
              <w:t>pavardė (pavardės);</w:t>
            </w:r>
          </w:p>
          <w:p w14:paraId="41564DC9" w14:textId="77777777" w:rsidR="00E9697F" w:rsidRPr="00804087" w:rsidRDefault="00E9697F" w:rsidP="007D0FF3">
            <w:pPr>
              <w:tabs>
                <w:tab w:val="left" w:pos="9214"/>
              </w:tabs>
              <w:rPr>
                <w:sz w:val="20"/>
                <w:lang w:eastAsia="lt-LT"/>
              </w:rPr>
            </w:pPr>
            <w:r w:rsidRPr="00804087">
              <w:rPr>
                <w:color w:val="000000"/>
                <w:sz w:val="20"/>
                <w:lang w:eastAsia="lt-LT"/>
              </w:rPr>
              <w:t>pilietybė;</w:t>
            </w:r>
          </w:p>
          <w:p w14:paraId="26F30125" w14:textId="77777777" w:rsidR="00E9697F" w:rsidRPr="00804087" w:rsidRDefault="00E9697F" w:rsidP="007D0FF3">
            <w:pPr>
              <w:tabs>
                <w:tab w:val="left" w:pos="9214"/>
              </w:tabs>
              <w:rPr>
                <w:sz w:val="20"/>
                <w:lang w:eastAsia="lt-LT"/>
              </w:rPr>
            </w:pPr>
            <w:r w:rsidRPr="00804087">
              <w:rPr>
                <w:color w:val="000000"/>
                <w:sz w:val="20"/>
                <w:lang w:eastAsia="lt-LT"/>
              </w:rPr>
              <w:t>asmens tapatybę patvirtinančio dokumento rūšis, šį dokumentą išdavusios valstybės kodas ir pavadinimas, šio dokumento serija ir numeris, šį dokumentą išdavusios įstaigos kodas ir pavadinimas, jo išdavimo data, data, iki kurios galioja šis dokumentas, šio dokumento galiojimo / negaliojimo būsena;</w:t>
            </w:r>
          </w:p>
          <w:p w14:paraId="537FBC36" w14:textId="77777777" w:rsidR="00E9697F" w:rsidRPr="00804087" w:rsidRDefault="00E9697F" w:rsidP="007D0FF3">
            <w:pPr>
              <w:tabs>
                <w:tab w:val="left" w:pos="9214"/>
              </w:tabs>
              <w:ind w:right="974"/>
              <w:rPr>
                <w:sz w:val="20"/>
                <w:lang w:eastAsia="lt-LT"/>
              </w:rPr>
            </w:pPr>
            <w:r w:rsidRPr="00804087">
              <w:rPr>
                <w:color w:val="000000"/>
                <w:sz w:val="20"/>
                <w:lang w:eastAsia="lt-LT"/>
              </w:rPr>
              <w:t>lytis;</w:t>
            </w:r>
          </w:p>
          <w:p w14:paraId="6664404D" w14:textId="77777777" w:rsidR="00E9697F" w:rsidRPr="00804087" w:rsidRDefault="00E9697F" w:rsidP="007D0FF3">
            <w:pPr>
              <w:ind w:right="974"/>
              <w:rPr>
                <w:sz w:val="20"/>
                <w:lang w:eastAsia="lt-LT"/>
              </w:rPr>
            </w:pPr>
            <w:r w:rsidRPr="00804087">
              <w:rPr>
                <w:color w:val="000000"/>
                <w:sz w:val="20"/>
                <w:lang w:eastAsia="lt-LT"/>
              </w:rPr>
              <w:t>gimimo data;</w:t>
            </w:r>
          </w:p>
          <w:p w14:paraId="2F03BE43" w14:textId="77777777" w:rsidR="00E9697F" w:rsidRPr="00804087" w:rsidRDefault="00E9697F" w:rsidP="007D0FF3">
            <w:pPr>
              <w:ind w:right="974"/>
              <w:rPr>
                <w:sz w:val="20"/>
                <w:lang w:eastAsia="lt-LT"/>
              </w:rPr>
            </w:pPr>
            <w:r w:rsidRPr="00804087">
              <w:rPr>
                <w:color w:val="000000"/>
                <w:sz w:val="20"/>
                <w:lang w:eastAsia="lt-LT"/>
              </w:rPr>
              <w:t>gimimo vieta;</w:t>
            </w:r>
          </w:p>
          <w:p w14:paraId="3DA6E695" w14:textId="77777777" w:rsidR="00E9697F" w:rsidRPr="00804087" w:rsidRDefault="00E9697F" w:rsidP="007D0FF3">
            <w:pPr>
              <w:ind w:right="172"/>
              <w:rPr>
                <w:sz w:val="20"/>
                <w:lang w:eastAsia="lt-LT"/>
              </w:rPr>
            </w:pPr>
            <w:r w:rsidRPr="00804087">
              <w:rPr>
                <w:color w:val="000000"/>
                <w:sz w:val="20"/>
                <w:lang w:eastAsia="lt-LT"/>
              </w:rPr>
              <w:t>mirties data;</w:t>
            </w:r>
          </w:p>
          <w:p w14:paraId="46E8BE97" w14:textId="77777777" w:rsidR="00E9697F" w:rsidRPr="00804087" w:rsidRDefault="00E9697F" w:rsidP="007D0FF3">
            <w:pPr>
              <w:ind w:right="172"/>
              <w:rPr>
                <w:sz w:val="20"/>
                <w:lang w:eastAsia="lt-LT"/>
              </w:rPr>
            </w:pPr>
            <w:r w:rsidRPr="00804087">
              <w:rPr>
                <w:color w:val="000000"/>
                <w:sz w:val="20"/>
                <w:lang w:eastAsia="lt-LT"/>
              </w:rPr>
              <w:t xml:space="preserve">gyvenamoji vieta </w:t>
            </w:r>
            <w:r w:rsidRPr="00804087">
              <w:rPr>
                <w:bCs/>
                <w:color w:val="000000"/>
                <w:sz w:val="20"/>
                <w:lang w:eastAsia="lt-LT"/>
              </w:rPr>
              <w:t>(adresas),</w:t>
            </w:r>
            <w:r w:rsidRPr="00804087">
              <w:rPr>
                <w:color w:val="000000"/>
                <w:sz w:val="20"/>
                <w:lang w:eastAsia="lt-LT"/>
              </w:rPr>
              <w:t xml:space="preserve"> o jeigu neturi gyvenamosios vietos ir yra įtrauktas į gyvenamosios vietos neturinčių asmenų apskaitą, – savivaldybė, kurioje gyvena;</w:t>
            </w:r>
          </w:p>
          <w:p w14:paraId="69E4863D" w14:textId="77777777" w:rsidR="00E9697F" w:rsidRPr="00804087" w:rsidRDefault="00E9697F" w:rsidP="007D0FF3">
            <w:pPr>
              <w:ind w:right="172"/>
              <w:rPr>
                <w:sz w:val="20"/>
                <w:lang w:eastAsia="lt-LT"/>
              </w:rPr>
            </w:pPr>
            <w:r w:rsidRPr="00804087">
              <w:rPr>
                <w:color w:val="000000"/>
                <w:sz w:val="20"/>
                <w:lang w:eastAsia="lt-LT"/>
              </w:rPr>
              <w:t>skaitmeninis veido atvaizdas:</w:t>
            </w:r>
          </w:p>
          <w:p w14:paraId="7EFEB4C3" w14:textId="77777777" w:rsidR="00E9697F" w:rsidRPr="00804087" w:rsidRDefault="00E9697F" w:rsidP="007D0FF3">
            <w:pPr>
              <w:ind w:right="172"/>
              <w:rPr>
                <w:sz w:val="20"/>
                <w:lang w:eastAsia="lt-LT"/>
              </w:rPr>
            </w:pPr>
            <w:r w:rsidRPr="00804087">
              <w:rPr>
                <w:color w:val="000000"/>
                <w:sz w:val="20"/>
                <w:lang w:eastAsia="lt-LT"/>
              </w:rPr>
              <w:t>veido skaitmeninio atvaizdo padarymo data;</w:t>
            </w:r>
          </w:p>
          <w:p w14:paraId="0C699E8B" w14:textId="77777777" w:rsidR="00E9697F" w:rsidRPr="00804087" w:rsidRDefault="00E9697F" w:rsidP="007D0FF3">
            <w:pPr>
              <w:ind w:right="172"/>
              <w:rPr>
                <w:sz w:val="20"/>
                <w:lang w:eastAsia="lt-LT"/>
              </w:rPr>
            </w:pPr>
            <w:r w:rsidRPr="00804087">
              <w:rPr>
                <w:color w:val="000000"/>
                <w:sz w:val="20"/>
                <w:lang w:eastAsia="lt-LT"/>
              </w:rPr>
              <w:t>veido skaitmeninio atvaizdo padarymo pagrindas;</w:t>
            </w:r>
          </w:p>
          <w:p w14:paraId="4AF3FE28" w14:textId="77777777" w:rsidR="00E9697F" w:rsidRPr="00804087" w:rsidRDefault="00E9697F" w:rsidP="007D0FF3">
            <w:pPr>
              <w:ind w:right="172"/>
              <w:rPr>
                <w:sz w:val="20"/>
                <w:lang w:eastAsia="lt-LT"/>
              </w:rPr>
            </w:pPr>
            <w:r w:rsidRPr="00804087">
              <w:rPr>
                <w:color w:val="000000"/>
                <w:sz w:val="20"/>
                <w:lang w:eastAsia="lt-LT"/>
              </w:rPr>
              <w:t>pagrindinės žymės:</w:t>
            </w:r>
          </w:p>
          <w:p w14:paraId="0D6A1F33" w14:textId="77777777" w:rsidR="00E9697F" w:rsidRPr="00804087" w:rsidRDefault="00E9697F" w:rsidP="007D0FF3">
            <w:pPr>
              <w:ind w:right="172"/>
              <w:rPr>
                <w:sz w:val="20"/>
                <w:lang w:eastAsia="lt-LT"/>
              </w:rPr>
            </w:pPr>
            <w:r w:rsidRPr="00804087">
              <w:rPr>
                <w:color w:val="000000"/>
                <w:sz w:val="20"/>
                <w:lang w:eastAsia="lt-LT"/>
              </w:rPr>
              <w:t>amžius pagal išvaizdą;</w:t>
            </w:r>
          </w:p>
          <w:p w14:paraId="3B3B92C3" w14:textId="77777777" w:rsidR="00E9697F" w:rsidRPr="00804087" w:rsidRDefault="00E9697F" w:rsidP="007D0FF3">
            <w:pPr>
              <w:ind w:right="566"/>
              <w:rPr>
                <w:sz w:val="20"/>
                <w:lang w:eastAsia="lt-LT"/>
              </w:rPr>
            </w:pPr>
            <w:r w:rsidRPr="00804087">
              <w:rPr>
                <w:color w:val="000000"/>
                <w:sz w:val="20"/>
                <w:lang w:eastAsia="lt-LT"/>
              </w:rPr>
              <w:t>ūgis/lavono ilgis;</w:t>
            </w:r>
          </w:p>
          <w:p w14:paraId="777A1542" w14:textId="77777777" w:rsidR="00E9697F" w:rsidRPr="00804087" w:rsidRDefault="00E9697F" w:rsidP="007D0FF3">
            <w:pPr>
              <w:ind w:right="566"/>
              <w:rPr>
                <w:sz w:val="20"/>
                <w:lang w:eastAsia="lt-LT"/>
              </w:rPr>
            </w:pPr>
            <w:r w:rsidRPr="00804087">
              <w:rPr>
                <w:color w:val="000000"/>
                <w:sz w:val="20"/>
                <w:lang w:eastAsia="lt-LT"/>
              </w:rPr>
              <w:t>kūno sudėjimas;</w:t>
            </w:r>
          </w:p>
          <w:p w14:paraId="218E7DB0" w14:textId="77777777" w:rsidR="00E9697F" w:rsidRPr="00804087" w:rsidRDefault="00E9697F" w:rsidP="007D0FF3">
            <w:pPr>
              <w:ind w:right="566"/>
              <w:rPr>
                <w:sz w:val="20"/>
                <w:lang w:eastAsia="lt-LT"/>
              </w:rPr>
            </w:pPr>
            <w:r w:rsidRPr="00804087">
              <w:rPr>
                <w:color w:val="000000"/>
                <w:sz w:val="20"/>
                <w:lang w:eastAsia="lt-LT"/>
              </w:rPr>
              <w:t>galva (dydis, forma);</w:t>
            </w:r>
          </w:p>
          <w:p w14:paraId="72789463" w14:textId="77777777" w:rsidR="00E9697F" w:rsidRPr="00804087" w:rsidRDefault="00E9697F" w:rsidP="007D0FF3">
            <w:pPr>
              <w:ind w:right="566"/>
              <w:rPr>
                <w:sz w:val="20"/>
                <w:lang w:eastAsia="lt-LT"/>
              </w:rPr>
            </w:pPr>
            <w:r w:rsidRPr="00804087">
              <w:rPr>
                <w:color w:val="000000"/>
                <w:sz w:val="20"/>
                <w:lang w:eastAsia="lt-LT"/>
              </w:rPr>
              <w:t>plaukai (spalva, šukuosena);</w:t>
            </w:r>
          </w:p>
          <w:p w14:paraId="16E196CC" w14:textId="77777777" w:rsidR="00E9697F" w:rsidRPr="00804087" w:rsidRDefault="00E9697F" w:rsidP="007D0FF3">
            <w:pPr>
              <w:ind w:right="566"/>
              <w:rPr>
                <w:sz w:val="20"/>
                <w:lang w:eastAsia="lt-LT"/>
              </w:rPr>
            </w:pPr>
            <w:r w:rsidRPr="00804087">
              <w:rPr>
                <w:color w:val="000000"/>
                <w:sz w:val="20"/>
                <w:lang w:eastAsia="lt-LT"/>
              </w:rPr>
              <w:t>veidas (veido forma, veido spalva, veido plaukai);</w:t>
            </w:r>
          </w:p>
          <w:p w14:paraId="6762DB43" w14:textId="77777777" w:rsidR="00E9697F" w:rsidRPr="00804087" w:rsidRDefault="00E9697F" w:rsidP="007D0FF3">
            <w:pPr>
              <w:ind w:right="566"/>
              <w:rPr>
                <w:sz w:val="20"/>
                <w:lang w:eastAsia="lt-LT"/>
              </w:rPr>
            </w:pPr>
            <w:r w:rsidRPr="00804087">
              <w:rPr>
                <w:color w:val="000000"/>
                <w:sz w:val="20"/>
                <w:lang w:eastAsia="lt-LT"/>
              </w:rPr>
              <w:t>kakta (aukštis, plotis, nuolinkis);</w:t>
            </w:r>
          </w:p>
          <w:p w14:paraId="56827A4C" w14:textId="77777777" w:rsidR="00E9697F" w:rsidRPr="00804087" w:rsidRDefault="00E9697F" w:rsidP="007D0FF3">
            <w:pPr>
              <w:ind w:right="566"/>
              <w:rPr>
                <w:sz w:val="20"/>
                <w:lang w:eastAsia="lt-LT"/>
              </w:rPr>
            </w:pPr>
            <w:r w:rsidRPr="00804087">
              <w:rPr>
                <w:color w:val="000000"/>
                <w:sz w:val="20"/>
                <w:lang w:eastAsia="lt-LT"/>
              </w:rPr>
              <w:t>antakiai (forma, spalva, plotis);</w:t>
            </w:r>
          </w:p>
          <w:p w14:paraId="669A9118" w14:textId="77777777" w:rsidR="00E9697F" w:rsidRPr="00804087" w:rsidRDefault="00E9697F" w:rsidP="007D0FF3">
            <w:pPr>
              <w:ind w:right="566"/>
              <w:rPr>
                <w:sz w:val="20"/>
                <w:lang w:eastAsia="lt-LT"/>
              </w:rPr>
            </w:pPr>
            <w:r w:rsidRPr="00804087">
              <w:rPr>
                <w:color w:val="000000"/>
                <w:sz w:val="20"/>
                <w:lang w:eastAsia="lt-LT"/>
              </w:rPr>
              <w:t>akys (tipas, spalva);</w:t>
            </w:r>
          </w:p>
          <w:p w14:paraId="52BD3D9A" w14:textId="77777777" w:rsidR="00E9697F" w:rsidRPr="00804087" w:rsidRDefault="00E9697F" w:rsidP="007D0FF3">
            <w:pPr>
              <w:ind w:right="566"/>
              <w:rPr>
                <w:sz w:val="20"/>
                <w:lang w:eastAsia="lt-LT"/>
              </w:rPr>
            </w:pPr>
            <w:r w:rsidRPr="00804087">
              <w:rPr>
                <w:color w:val="000000"/>
                <w:sz w:val="20"/>
                <w:lang w:eastAsia="lt-LT"/>
              </w:rPr>
              <w:t>nosis (dydis, forma);</w:t>
            </w:r>
          </w:p>
          <w:p w14:paraId="40F12EC3" w14:textId="77777777" w:rsidR="00E9697F" w:rsidRPr="00804087" w:rsidRDefault="00E9697F" w:rsidP="007D0FF3">
            <w:pPr>
              <w:ind w:right="1332"/>
              <w:rPr>
                <w:sz w:val="20"/>
                <w:lang w:eastAsia="lt-LT"/>
              </w:rPr>
            </w:pPr>
            <w:r w:rsidRPr="00804087">
              <w:rPr>
                <w:color w:val="000000"/>
                <w:sz w:val="20"/>
                <w:lang w:eastAsia="lt-LT"/>
              </w:rPr>
              <w:t>burna (dydis, kampų padėtis);</w:t>
            </w:r>
          </w:p>
          <w:p w14:paraId="7F9BC54E" w14:textId="77777777" w:rsidR="00E9697F" w:rsidRPr="00804087" w:rsidRDefault="00E9697F" w:rsidP="007D0FF3">
            <w:pPr>
              <w:ind w:right="1332"/>
              <w:rPr>
                <w:sz w:val="20"/>
                <w:lang w:eastAsia="lt-LT"/>
              </w:rPr>
            </w:pPr>
            <w:r w:rsidRPr="00804087">
              <w:rPr>
                <w:color w:val="000000"/>
                <w:sz w:val="20"/>
                <w:lang w:eastAsia="lt-LT"/>
              </w:rPr>
              <w:t>lūpos;</w:t>
            </w:r>
          </w:p>
          <w:p w14:paraId="15ED32B5" w14:textId="77777777" w:rsidR="00E9697F" w:rsidRPr="00804087" w:rsidRDefault="00E9697F" w:rsidP="007D0FF3">
            <w:pPr>
              <w:ind w:right="1332"/>
              <w:rPr>
                <w:sz w:val="20"/>
                <w:lang w:eastAsia="lt-LT"/>
              </w:rPr>
            </w:pPr>
            <w:r w:rsidRPr="00804087">
              <w:rPr>
                <w:color w:val="000000"/>
                <w:sz w:val="20"/>
                <w:lang w:eastAsia="lt-LT"/>
              </w:rPr>
              <w:t>smakras (dydis, forma);</w:t>
            </w:r>
          </w:p>
          <w:p w14:paraId="47BEF67C" w14:textId="77777777" w:rsidR="00E9697F" w:rsidRPr="00804087" w:rsidRDefault="00E9697F" w:rsidP="007D0FF3">
            <w:pPr>
              <w:ind w:right="1332"/>
              <w:rPr>
                <w:sz w:val="20"/>
                <w:lang w:eastAsia="lt-LT"/>
              </w:rPr>
            </w:pPr>
            <w:r w:rsidRPr="00804087">
              <w:rPr>
                <w:color w:val="000000"/>
                <w:sz w:val="20"/>
                <w:lang w:eastAsia="lt-LT"/>
              </w:rPr>
              <w:t>ausys (dydis, forma);</w:t>
            </w:r>
          </w:p>
          <w:p w14:paraId="0402DDC0" w14:textId="77777777" w:rsidR="00E9697F" w:rsidRPr="00804087" w:rsidRDefault="00E9697F" w:rsidP="007D0FF3">
            <w:pPr>
              <w:ind w:right="1332"/>
              <w:rPr>
                <w:sz w:val="20"/>
                <w:lang w:eastAsia="lt-LT"/>
              </w:rPr>
            </w:pPr>
            <w:r w:rsidRPr="00804087">
              <w:rPr>
                <w:color w:val="000000"/>
                <w:sz w:val="20"/>
                <w:lang w:eastAsia="lt-LT"/>
              </w:rPr>
              <w:t>eisenos aprašymas;</w:t>
            </w:r>
          </w:p>
          <w:p w14:paraId="7D01B509" w14:textId="77777777" w:rsidR="00E9697F" w:rsidRPr="00804087" w:rsidRDefault="00E9697F" w:rsidP="007D0FF3">
            <w:pPr>
              <w:ind w:right="1332"/>
              <w:rPr>
                <w:sz w:val="20"/>
                <w:lang w:eastAsia="lt-LT"/>
              </w:rPr>
            </w:pPr>
            <w:r w:rsidRPr="00804087">
              <w:rPr>
                <w:color w:val="000000"/>
                <w:sz w:val="20"/>
                <w:lang w:eastAsia="lt-LT"/>
              </w:rPr>
              <w:t>odos spalva;</w:t>
            </w:r>
          </w:p>
          <w:p w14:paraId="458B1381" w14:textId="77777777" w:rsidR="00E9697F" w:rsidRPr="00804087" w:rsidRDefault="00E9697F" w:rsidP="007D0FF3">
            <w:pPr>
              <w:ind w:right="1332"/>
              <w:rPr>
                <w:sz w:val="20"/>
                <w:lang w:eastAsia="lt-LT"/>
              </w:rPr>
            </w:pPr>
            <w:r w:rsidRPr="00804087">
              <w:rPr>
                <w:color w:val="000000"/>
                <w:sz w:val="20"/>
                <w:lang w:eastAsia="lt-LT"/>
              </w:rPr>
              <w:t>auskarų įvėrimo vietos;</w:t>
            </w:r>
          </w:p>
          <w:p w14:paraId="037811CF" w14:textId="77777777" w:rsidR="00E9697F" w:rsidRPr="00804087" w:rsidRDefault="00E9697F" w:rsidP="007D0FF3">
            <w:pPr>
              <w:ind w:right="1332"/>
              <w:rPr>
                <w:sz w:val="20"/>
                <w:lang w:eastAsia="lt-LT"/>
              </w:rPr>
            </w:pPr>
            <w:r w:rsidRPr="00804087">
              <w:rPr>
                <w:color w:val="000000"/>
                <w:sz w:val="20"/>
                <w:lang w:eastAsia="lt-LT"/>
              </w:rPr>
              <w:t>operacijų, traumų žymės (vieta, aprašymas):</w:t>
            </w:r>
          </w:p>
          <w:p w14:paraId="304FF2CA" w14:textId="77777777" w:rsidR="00E9697F" w:rsidRPr="00804087" w:rsidRDefault="00E9697F" w:rsidP="007D0FF3">
            <w:pPr>
              <w:ind w:right="566"/>
              <w:rPr>
                <w:sz w:val="20"/>
                <w:lang w:eastAsia="lt-LT"/>
              </w:rPr>
            </w:pPr>
            <w:r w:rsidRPr="00804087">
              <w:rPr>
                <w:color w:val="000000"/>
                <w:sz w:val="20"/>
                <w:lang w:eastAsia="lt-LT"/>
              </w:rPr>
              <w:t>randai;</w:t>
            </w:r>
          </w:p>
          <w:p w14:paraId="0621F8E4" w14:textId="77777777" w:rsidR="00E9697F" w:rsidRPr="00804087" w:rsidRDefault="00E9697F" w:rsidP="007D0FF3">
            <w:pPr>
              <w:ind w:right="30"/>
              <w:rPr>
                <w:sz w:val="20"/>
                <w:lang w:eastAsia="lt-LT"/>
              </w:rPr>
            </w:pPr>
            <w:r w:rsidRPr="00804087">
              <w:rPr>
                <w:color w:val="000000"/>
                <w:sz w:val="20"/>
                <w:lang w:eastAsia="lt-LT"/>
              </w:rPr>
              <w:t>siūlės;</w:t>
            </w:r>
          </w:p>
          <w:p w14:paraId="6055FD92" w14:textId="77777777" w:rsidR="00E9697F" w:rsidRPr="00804087" w:rsidRDefault="00E9697F" w:rsidP="007D0FF3">
            <w:pPr>
              <w:ind w:right="30"/>
              <w:rPr>
                <w:sz w:val="20"/>
                <w:lang w:eastAsia="lt-LT"/>
              </w:rPr>
            </w:pPr>
            <w:r w:rsidRPr="00804087">
              <w:rPr>
                <w:color w:val="000000"/>
                <w:sz w:val="20"/>
                <w:lang w:eastAsia="lt-LT"/>
              </w:rPr>
              <w:t>deformuota kūno dalis (-ys) (vieta, aprašymas);</w:t>
            </w:r>
          </w:p>
          <w:p w14:paraId="5DEDB376" w14:textId="77777777" w:rsidR="00E9697F" w:rsidRPr="00804087" w:rsidRDefault="00E9697F" w:rsidP="007D0FF3">
            <w:pPr>
              <w:ind w:right="30"/>
              <w:rPr>
                <w:sz w:val="20"/>
                <w:lang w:eastAsia="lt-LT"/>
              </w:rPr>
            </w:pPr>
            <w:r w:rsidRPr="00804087">
              <w:rPr>
                <w:color w:val="000000"/>
                <w:sz w:val="20"/>
                <w:lang w:eastAsia="lt-LT"/>
              </w:rPr>
              <w:t>amputacijos (vieta, aprašymas);</w:t>
            </w:r>
          </w:p>
          <w:p w14:paraId="030AA584" w14:textId="77777777" w:rsidR="00E9697F" w:rsidRPr="00804087" w:rsidRDefault="00E9697F" w:rsidP="007D0FF3">
            <w:pPr>
              <w:ind w:right="30"/>
              <w:rPr>
                <w:sz w:val="20"/>
                <w:lang w:eastAsia="lt-LT"/>
              </w:rPr>
            </w:pPr>
            <w:r w:rsidRPr="00804087">
              <w:rPr>
                <w:color w:val="000000"/>
                <w:sz w:val="20"/>
                <w:lang w:eastAsia="lt-LT"/>
              </w:rPr>
              <w:t>fiziniai trūkumai, vystymosi anomalijos ir kiti defektai (vieta, aprašymas);</w:t>
            </w:r>
          </w:p>
          <w:p w14:paraId="4A7C5ECB" w14:textId="77777777" w:rsidR="00E9697F" w:rsidRPr="00804087" w:rsidRDefault="00E9697F" w:rsidP="007D0FF3">
            <w:pPr>
              <w:ind w:right="30"/>
              <w:rPr>
                <w:sz w:val="20"/>
                <w:lang w:eastAsia="lt-LT"/>
              </w:rPr>
            </w:pPr>
            <w:r w:rsidRPr="00804087">
              <w:rPr>
                <w:color w:val="000000"/>
                <w:sz w:val="20"/>
                <w:lang w:eastAsia="lt-LT"/>
              </w:rPr>
              <w:t>pagrindinių žymių skaitmeniniai atvaizdai (skaitmeninių atvaizdų padarymo data, aprašymas);</w:t>
            </w:r>
          </w:p>
          <w:p w14:paraId="204D612D" w14:textId="77777777" w:rsidR="00E9697F" w:rsidRPr="00804087" w:rsidRDefault="00E9697F" w:rsidP="007D0FF3">
            <w:pPr>
              <w:ind w:right="30"/>
              <w:rPr>
                <w:sz w:val="20"/>
                <w:lang w:eastAsia="lt-LT"/>
              </w:rPr>
            </w:pPr>
            <w:r w:rsidRPr="00804087">
              <w:rPr>
                <w:color w:val="000000"/>
                <w:sz w:val="20"/>
                <w:lang w:eastAsia="lt-LT"/>
              </w:rPr>
              <w:t>tatuiruotė (-ės) (tipas, vieta, aprašymas);</w:t>
            </w:r>
          </w:p>
          <w:p w14:paraId="5395B424" w14:textId="77777777" w:rsidR="00E9697F" w:rsidRPr="00804087" w:rsidRDefault="00E9697F" w:rsidP="007D0FF3">
            <w:pPr>
              <w:ind w:right="30"/>
              <w:rPr>
                <w:sz w:val="20"/>
                <w:lang w:eastAsia="lt-LT"/>
              </w:rPr>
            </w:pPr>
            <w:r w:rsidRPr="00804087">
              <w:rPr>
                <w:color w:val="000000"/>
                <w:sz w:val="20"/>
                <w:lang w:eastAsia="lt-LT"/>
              </w:rPr>
              <w:t>protezai (vieta, aprašymas);</w:t>
            </w:r>
          </w:p>
          <w:p w14:paraId="312CBD25" w14:textId="77777777" w:rsidR="00E9697F" w:rsidRPr="00804087" w:rsidRDefault="00E9697F" w:rsidP="007D0FF3">
            <w:pPr>
              <w:ind w:right="30"/>
              <w:rPr>
                <w:sz w:val="20"/>
                <w:lang w:eastAsia="lt-LT"/>
              </w:rPr>
            </w:pPr>
            <w:r w:rsidRPr="00804087">
              <w:rPr>
                <w:color w:val="000000"/>
                <w:sz w:val="20"/>
                <w:lang w:eastAsia="lt-LT"/>
              </w:rPr>
              <w:t>sveikatos būklė (ligos, sutrikimo pavadinimas);</w:t>
            </w:r>
          </w:p>
          <w:p w14:paraId="1C60F5C8" w14:textId="77777777" w:rsidR="00E9697F" w:rsidRPr="00804087" w:rsidRDefault="00E9697F" w:rsidP="007D0FF3">
            <w:pPr>
              <w:ind w:right="30"/>
              <w:rPr>
                <w:sz w:val="20"/>
                <w:lang w:eastAsia="lt-LT"/>
              </w:rPr>
            </w:pPr>
            <w:r w:rsidRPr="00804087">
              <w:rPr>
                <w:color w:val="000000"/>
                <w:sz w:val="20"/>
                <w:lang w:eastAsia="lt-LT"/>
              </w:rPr>
              <w:t>išskirtinės balso tembro, gestų ypatybės;</w:t>
            </w:r>
          </w:p>
          <w:p w14:paraId="4EC1BC1E" w14:textId="77777777" w:rsidR="00E9697F" w:rsidRPr="00804087" w:rsidRDefault="00E9697F" w:rsidP="007D0FF3">
            <w:pPr>
              <w:ind w:right="30"/>
              <w:rPr>
                <w:sz w:val="20"/>
                <w:lang w:eastAsia="lt-LT"/>
              </w:rPr>
            </w:pPr>
            <w:r w:rsidRPr="00804087">
              <w:rPr>
                <w:color w:val="000000"/>
                <w:sz w:val="20"/>
                <w:lang w:eastAsia="lt-LT"/>
              </w:rPr>
              <w:t>išsamios atpažinimo žymės:</w:t>
            </w:r>
          </w:p>
          <w:p w14:paraId="795AA928" w14:textId="77777777" w:rsidR="00E9697F" w:rsidRPr="00804087" w:rsidRDefault="00E9697F" w:rsidP="007D0FF3">
            <w:pPr>
              <w:ind w:right="30"/>
              <w:rPr>
                <w:sz w:val="20"/>
                <w:lang w:eastAsia="lt-LT"/>
              </w:rPr>
            </w:pPr>
            <w:r w:rsidRPr="00804087">
              <w:rPr>
                <w:color w:val="000000"/>
                <w:sz w:val="20"/>
                <w:lang w:eastAsia="lt-LT"/>
              </w:rPr>
              <w:t>kraujo grupė;</w:t>
            </w:r>
          </w:p>
          <w:p w14:paraId="261850B4" w14:textId="77777777" w:rsidR="00E9697F" w:rsidRPr="00804087" w:rsidRDefault="00E9697F" w:rsidP="007D0FF3">
            <w:pPr>
              <w:ind w:right="30"/>
              <w:rPr>
                <w:sz w:val="20"/>
                <w:lang w:eastAsia="lt-LT"/>
              </w:rPr>
            </w:pPr>
            <w:r w:rsidRPr="00804087">
              <w:rPr>
                <w:color w:val="000000"/>
                <w:sz w:val="20"/>
                <w:lang w:eastAsia="lt-LT"/>
              </w:rPr>
              <w:t>dantys (dantų požymiai, dantų būklė, dantų būklės schema);</w:t>
            </w:r>
          </w:p>
          <w:p w14:paraId="0DDCD5E5" w14:textId="77777777" w:rsidR="00E9697F" w:rsidRPr="00804087" w:rsidRDefault="00E9697F" w:rsidP="007D0FF3">
            <w:pPr>
              <w:ind w:right="172"/>
              <w:rPr>
                <w:sz w:val="20"/>
                <w:lang w:eastAsia="lt-LT"/>
              </w:rPr>
            </w:pPr>
            <w:r w:rsidRPr="00804087">
              <w:rPr>
                <w:color w:val="000000"/>
                <w:sz w:val="20"/>
                <w:lang w:eastAsia="lt-LT"/>
              </w:rPr>
              <w:lastRenderedPageBreak/>
              <w:t>aprangos elementai</w:t>
            </w:r>
            <w:r w:rsidRPr="00804087">
              <w:rPr>
                <w:b/>
                <w:bCs/>
                <w:color w:val="000000"/>
                <w:sz w:val="20"/>
                <w:lang w:eastAsia="lt-LT"/>
              </w:rPr>
              <w:t xml:space="preserve"> </w:t>
            </w:r>
            <w:r w:rsidRPr="00804087">
              <w:rPr>
                <w:color w:val="000000"/>
                <w:sz w:val="20"/>
                <w:lang w:eastAsia="lt-LT"/>
              </w:rPr>
              <w:t>(galvos apdangalas, drabužiai, avalynė).</w:t>
            </w:r>
          </w:p>
          <w:p w14:paraId="6C067720" w14:textId="77777777" w:rsidR="00E9697F" w:rsidRPr="00804087" w:rsidRDefault="00E9697F" w:rsidP="007D0FF3">
            <w:pPr>
              <w:ind w:right="172"/>
              <w:rPr>
                <w:bCs/>
                <w:sz w:val="20"/>
                <w:lang w:eastAsia="lt-LT"/>
              </w:rPr>
            </w:pPr>
            <w:r w:rsidRPr="00804087">
              <w:rPr>
                <w:bCs/>
                <w:sz w:val="20"/>
                <w:lang w:eastAsia="lt-LT"/>
              </w:rPr>
              <w:t>priimtas sprendimas uždrausti užsieniečiui atvykti į Lietuvos Respubliką;</w:t>
            </w:r>
          </w:p>
          <w:p w14:paraId="4F14E4A9" w14:textId="77777777" w:rsidR="00E9697F" w:rsidRPr="00804087" w:rsidRDefault="00E9697F" w:rsidP="007D0FF3">
            <w:pPr>
              <w:ind w:right="172"/>
              <w:rPr>
                <w:bCs/>
                <w:sz w:val="20"/>
                <w:lang w:eastAsia="lt-LT"/>
              </w:rPr>
            </w:pPr>
            <w:r w:rsidRPr="00804087">
              <w:rPr>
                <w:bCs/>
                <w:sz w:val="20"/>
                <w:lang w:eastAsia="lt-LT"/>
              </w:rPr>
              <w:t>sprendimo numeris;</w:t>
            </w:r>
          </w:p>
          <w:p w14:paraId="6F94FFBB" w14:textId="77777777" w:rsidR="00E9697F" w:rsidRPr="00804087" w:rsidRDefault="00E9697F" w:rsidP="007D0FF3">
            <w:pPr>
              <w:ind w:right="566"/>
              <w:rPr>
                <w:bCs/>
                <w:sz w:val="20"/>
                <w:lang w:eastAsia="lt-LT"/>
              </w:rPr>
            </w:pPr>
            <w:r w:rsidRPr="00804087">
              <w:rPr>
                <w:bCs/>
                <w:sz w:val="20"/>
                <w:lang w:eastAsia="lt-LT"/>
              </w:rPr>
              <w:t>sprendimo data.</w:t>
            </w:r>
          </w:p>
          <w:p w14:paraId="4223AF0E" w14:textId="77777777" w:rsidR="00E9697F" w:rsidRPr="00804087" w:rsidRDefault="00E9697F" w:rsidP="007D0FF3">
            <w:pPr>
              <w:widowControl w:val="0"/>
              <w:rPr>
                <w:i/>
                <w:iCs/>
                <w:sz w:val="20"/>
                <w:highlight w:val="green"/>
              </w:rPr>
            </w:pPr>
          </w:p>
        </w:tc>
        <w:tc>
          <w:tcPr>
            <w:tcW w:w="2317" w:type="dxa"/>
          </w:tcPr>
          <w:p w14:paraId="6DFF8B51" w14:textId="77777777" w:rsidR="00E9697F" w:rsidRPr="00804087" w:rsidRDefault="00E9697F" w:rsidP="007D0FF3">
            <w:pPr>
              <w:rPr>
                <w:sz w:val="20"/>
                <w:highlight w:val="green"/>
              </w:rPr>
            </w:pPr>
            <w:r w:rsidRPr="00804087">
              <w:rPr>
                <w:sz w:val="20"/>
              </w:rPr>
              <w:lastRenderedPageBreak/>
              <w:t>Sutarties vykdymas: HDR funkcionalumo kūrimas, modernizavimas, diegimas; HDR duomenų, klaidų ir sutrikimų šalinimas</w:t>
            </w:r>
          </w:p>
        </w:tc>
      </w:tr>
      <w:tr w:rsidR="00E9697F" w:rsidRPr="00804087" w14:paraId="0B4349EB" w14:textId="77777777" w:rsidTr="007D0FF3">
        <w:tc>
          <w:tcPr>
            <w:tcW w:w="2304" w:type="dxa"/>
          </w:tcPr>
          <w:p w14:paraId="69F5753B" w14:textId="77777777" w:rsidR="00E9697F" w:rsidRPr="00804087" w:rsidRDefault="00E9697F" w:rsidP="007D0FF3">
            <w:pPr>
              <w:rPr>
                <w:sz w:val="20"/>
              </w:rPr>
            </w:pPr>
            <w:r w:rsidRPr="00804087">
              <w:rPr>
                <w:sz w:val="20"/>
              </w:rPr>
              <w:lastRenderedPageBreak/>
              <w:t>Duomenų tvarkytojo ir pagalbinių duomenų tvarkytojų atstovai, veikiantys pagal tarp jų pasirašytas sutartis ir kurių asmens duomenys nurodomi sutartyse ir/ar jų prieduose arba gali būti kitaip perduoti Duomenų valdytojui</w:t>
            </w:r>
          </w:p>
        </w:tc>
        <w:tc>
          <w:tcPr>
            <w:tcW w:w="5061" w:type="dxa"/>
          </w:tcPr>
          <w:p w14:paraId="089F4FA6" w14:textId="77777777" w:rsidR="00E9697F" w:rsidRPr="00804087" w:rsidRDefault="00E9697F" w:rsidP="007D0FF3">
            <w:pPr>
              <w:rPr>
                <w:i/>
                <w:iCs/>
                <w:sz w:val="20"/>
              </w:rPr>
            </w:pPr>
            <w:r w:rsidRPr="00804087">
              <w:rPr>
                <w:i/>
                <w:iCs/>
                <w:sz w:val="20"/>
              </w:rPr>
              <w:t>Vardas</w:t>
            </w:r>
          </w:p>
          <w:p w14:paraId="62BF4667" w14:textId="77777777" w:rsidR="00E9697F" w:rsidRPr="00804087" w:rsidRDefault="00E9697F" w:rsidP="007D0FF3">
            <w:pPr>
              <w:rPr>
                <w:i/>
                <w:iCs/>
                <w:sz w:val="20"/>
              </w:rPr>
            </w:pPr>
            <w:r w:rsidRPr="00804087">
              <w:rPr>
                <w:i/>
                <w:iCs/>
                <w:sz w:val="20"/>
              </w:rPr>
              <w:t>Pavardė</w:t>
            </w:r>
          </w:p>
          <w:p w14:paraId="5EFCD8F9" w14:textId="77777777" w:rsidR="00E9697F" w:rsidRPr="00804087" w:rsidRDefault="00E9697F" w:rsidP="007D0FF3">
            <w:pPr>
              <w:rPr>
                <w:i/>
                <w:iCs/>
                <w:sz w:val="20"/>
              </w:rPr>
            </w:pPr>
            <w:r w:rsidRPr="00804087">
              <w:rPr>
                <w:i/>
                <w:iCs/>
                <w:sz w:val="20"/>
              </w:rPr>
              <w:t>Parašas</w:t>
            </w:r>
          </w:p>
          <w:p w14:paraId="251CB674" w14:textId="77777777" w:rsidR="00E9697F" w:rsidRPr="00804087" w:rsidRDefault="00E9697F" w:rsidP="007D0FF3">
            <w:pPr>
              <w:rPr>
                <w:i/>
                <w:iCs/>
                <w:sz w:val="20"/>
              </w:rPr>
            </w:pPr>
            <w:r w:rsidRPr="00804087">
              <w:rPr>
                <w:i/>
                <w:iCs/>
                <w:sz w:val="20"/>
              </w:rPr>
              <w:t>Pareigos</w:t>
            </w:r>
          </w:p>
          <w:p w14:paraId="59904C7E" w14:textId="77777777" w:rsidR="00E9697F" w:rsidRPr="00804087" w:rsidRDefault="00E9697F" w:rsidP="007D0FF3">
            <w:pPr>
              <w:rPr>
                <w:i/>
                <w:iCs/>
                <w:sz w:val="20"/>
              </w:rPr>
            </w:pPr>
            <w:r w:rsidRPr="00804087">
              <w:rPr>
                <w:i/>
                <w:iCs/>
                <w:sz w:val="20"/>
              </w:rPr>
              <w:t>Padalinio pavadinimas</w:t>
            </w:r>
          </w:p>
          <w:p w14:paraId="0FD35B23" w14:textId="77777777" w:rsidR="00E9697F" w:rsidRPr="00804087" w:rsidRDefault="00E9697F" w:rsidP="007D0FF3">
            <w:pPr>
              <w:rPr>
                <w:i/>
                <w:iCs/>
                <w:sz w:val="20"/>
              </w:rPr>
            </w:pPr>
            <w:r w:rsidRPr="00804087">
              <w:rPr>
                <w:i/>
                <w:iCs/>
                <w:sz w:val="20"/>
              </w:rPr>
              <w:t>Darbovietės pavadinimais ir juridinio asmens kodas</w:t>
            </w:r>
          </w:p>
          <w:p w14:paraId="3A5C0DA1" w14:textId="77777777" w:rsidR="00E9697F" w:rsidRPr="00804087" w:rsidRDefault="00E9697F" w:rsidP="007D0FF3">
            <w:pPr>
              <w:rPr>
                <w:i/>
                <w:iCs/>
                <w:sz w:val="20"/>
              </w:rPr>
            </w:pPr>
            <w:r w:rsidRPr="00804087">
              <w:rPr>
                <w:i/>
                <w:iCs/>
                <w:sz w:val="20"/>
              </w:rPr>
              <w:t>Banko sąskaitos numeris</w:t>
            </w:r>
          </w:p>
          <w:p w14:paraId="7883B100" w14:textId="77777777" w:rsidR="00E9697F" w:rsidRPr="00804087" w:rsidRDefault="00E9697F" w:rsidP="007D0FF3">
            <w:pPr>
              <w:rPr>
                <w:i/>
                <w:iCs/>
                <w:sz w:val="20"/>
              </w:rPr>
            </w:pPr>
            <w:r w:rsidRPr="00804087">
              <w:rPr>
                <w:i/>
                <w:iCs/>
                <w:sz w:val="20"/>
              </w:rPr>
              <w:t>Aptarnaujančio banko pavadinimas ir kodas</w:t>
            </w:r>
          </w:p>
          <w:p w14:paraId="6F2A5332" w14:textId="77777777" w:rsidR="00E9697F" w:rsidRPr="00804087" w:rsidRDefault="00E9697F" w:rsidP="007D0FF3">
            <w:pPr>
              <w:rPr>
                <w:i/>
                <w:iCs/>
                <w:sz w:val="20"/>
              </w:rPr>
            </w:pPr>
            <w:r w:rsidRPr="00804087">
              <w:rPr>
                <w:i/>
                <w:iCs/>
                <w:sz w:val="20"/>
              </w:rPr>
              <w:t>Kontaktiniai telefonai</w:t>
            </w:r>
          </w:p>
          <w:p w14:paraId="45C68B4B" w14:textId="77777777" w:rsidR="00E9697F" w:rsidRPr="00804087" w:rsidRDefault="00E9697F" w:rsidP="007D0FF3">
            <w:pPr>
              <w:rPr>
                <w:i/>
                <w:iCs/>
                <w:sz w:val="20"/>
              </w:rPr>
            </w:pPr>
            <w:r w:rsidRPr="00804087">
              <w:rPr>
                <w:i/>
                <w:iCs/>
                <w:sz w:val="20"/>
              </w:rPr>
              <w:t>El. pašto adresas</w:t>
            </w:r>
          </w:p>
          <w:p w14:paraId="6CDA85E6" w14:textId="77777777" w:rsidR="00E9697F" w:rsidRPr="00804087" w:rsidRDefault="00E9697F" w:rsidP="007D0FF3">
            <w:pPr>
              <w:ind w:firstLine="36"/>
              <w:rPr>
                <w:b/>
                <w:bCs/>
                <w:color w:val="000000"/>
                <w:szCs w:val="24"/>
                <w:lang w:eastAsia="lt-LT"/>
              </w:rPr>
            </w:pPr>
          </w:p>
        </w:tc>
        <w:tc>
          <w:tcPr>
            <w:tcW w:w="2317" w:type="dxa"/>
          </w:tcPr>
          <w:p w14:paraId="164FB79A" w14:textId="77777777" w:rsidR="00E9697F" w:rsidRPr="00804087" w:rsidRDefault="00E9697F" w:rsidP="007D0FF3">
            <w:pPr>
              <w:rPr>
                <w:sz w:val="20"/>
              </w:rPr>
            </w:pPr>
            <w:r w:rsidRPr="00804087">
              <w:rPr>
                <w:sz w:val="20"/>
              </w:rPr>
              <w:t>Sutarties vykdymas ir administravimas, paslaugų užsakymas, pakeitimas, nutraukimas, vertinimas, modernizavimas, aptarnavimas, priežiūra, informavimas, prisijungimų administravimas</w:t>
            </w:r>
          </w:p>
        </w:tc>
      </w:tr>
    </w:tbl>
    <w:p w14:paraId="2F776DFA" w14:textId="77777777" w:rsidR="00E9697F" w:rsidRPr="00804087" w:rsidRDefault="00E9697F" w:rsidP="00E9697F">
      <w:pPr>
        <w:rPr>
          <w:iCs/>
        </w:rPr>
      </w:pPr>
      <w:r w:rsidRPr="00804087">
        <w:rPr>
          <w:b/>
        </w:rPr>
        <w:t>3. Duomenų tvarkytojas gali HDR testinėje aplinkoje tvarkyti asmens duomenis Duomenų valdytojo vardu, kai įsigalioja Sutartis ir šis Susitarimas. Duomenų tvarkymo trukmė:</w:t>
      </w:r>
      <w:r w:rsidRPr="00804087">
        <w:rPr>
          <w:iCs/>
        </w:rPr>
        <w:t xml:space="preserve"> Sutarties ir Susitarimo galiojimo laikotarpiu.</w:t>
      </w:r>
    </w:p>
    <w:p w14:paraId="13C2CCBD" w14:textId="77777777" w:rsidR="00E9697F" w:rsidRPr="00804087" w:rsidRDefault="00E9697F" w:rsidP="00E9697F"/>
    <w:p w14:paraId="33353BFD" w14:textId="77777777" w:rsidR="00E9697F" w:rsidRPr="00804087" w:rsidRDefault="00E9697F" w:rsidP="00E9697F">
      <w:pPr>
        <w:widowControl w:val="0"/>
        <w:suppressAutoHyphens/>
        <w:jc w:val="center"/>
        <w:rPr>
          <w:color w:val="000000"/>
        </w:rPr>
      </w:pPr>
      <w:r w:rsidRPr="00804087">
        <w:rPr>
          <w:color w:val="000000"/>
        </w:rPr>
        <w:t>___________________</w:t>
      </w:r>
    </w:p>
    <w:p w14:paraId="1C4B1DC6" w14:textId="77777777" w:rsidR="00E9697F" w:rsidRPr="00804087" w:rsidRDefault="00E9697F" w:rsidP="00E9697F">
      <w:pPr>
        <w:ind w:left="5760"/>
        <w:jc w:val="left"/>
      </w:pPr>
    </w:p>
    <w:p w14:paraId="08C1E5A3" w14:textId="77777777" w:rsidR="00E9697F" w:rsidRPr="00804087" w:rsidRDefault="00E9697F" w:rsidP="00E9697F">
      <w:pPr>
        <w:ind w:left="5760"/>
        <w:jc w:val="left"/>
      </w:pPr>
    </w:p>
    <w:p w14:paraId="1193543E" w14:textId="77777777" w:rsidR="00E9697F" w:rsidRPr="00804087" w:rsidRDefault="00E9697F" w:rsidP="00E9697F">
      <w:pPr>
        <w:jc w:val="left"/>
      </w:pPr>
      <w:r w:rsidRPr="00804087">
        <w:br w:type="page"/>
      </w:r>
    </w:p>
    <w:p w14:paraId="588EB2B1" w14:textId="77777777" w:rsidR="00C27431" w:rsidRDefault="00E9697F" w:rsidP="00C27431">
      <w:pPr>
        <w:spacing w:after="0"/>
        <w:ind w:left="6095"/>
        <w:rPr>
          <w:szCs w:val="24"/>
        </w:rPr>
      </w:pPr>
      <w:r w:rsidRPr="00804087">
        <w:rPr>
          <w:szCs w:val="24"/>
        </w:rPr>
        <w:lastRenderedPageBreak/>
        <w:t>Asmens duomenų tvarkymo susitarimo</w:t>
      </w:r>
    </w:p>
    <w:p w14:paraId="73386E20" w14:textId="6EF56E20" w:rsidR="00E9697F" w:rsidRPr="00804087" w:rsidRDefault="00E9697F" w:rsidP="00C27431">
      <w:pPr>
        <w:spacing w:after="0"/>
        <w:ind w:left="6095"/>
        <w:rPr>
          <w:szCs w:val="24"/>
        </w:rPr>
      </w:pPr>
      <w:r w:rsidRPr="00804087">
        <w:rPr>
          <w:szCs w:val="24"/>
        </w:rPr>
        <w:t>2 priedas</w:t>
      </w:r>
    </w:p>
    <w:p w14:paraId="56E5C2F3" w14:textId="77777777" w:rsidR="00E9697F" w:rsidRPr="00804087" w:rsidRDefault="00E9697F" w:rsidP="00E9697F">
      <w:pPr>
        <w:jc w:val="center"/>
      </w:pPr>
    </w:p>
    <w:p w14:paraId="67A5346D" w14:textId="411A04F0" w:rsidR="00E9697F" w:rsidRPr="00C27431" w:rsidRDefault="00E9697F" w:rsidP="00C27431">
      <w:pPr>
        <w:jc w:val="center"/>
        <w:rPr>
          <w:b/>
          <w:bCs/>
          <w:szCs w:val="24"/>
        </w:rPr>
      </w:pPr>
      <w:r w:rsidRPr="00804087">
        <w:rPr>
          <w:b/>
          <w:bCs/>
          <w:szCs w:val="24"/>
        </w:rPr>
        <w:t xml:space="preserve">INFORMACIJA APIE PAGALBINIUS DUOMENŲ TVARKYTOJUS </w:t>
      </w:r>
    </w:p>
    <w:p w14:paraId="47D92B90" w14:textId="77777777" w:rsidR="00E9697F" w:rsidRPr="00804087" w:rsidRDefault="00E9697F" w:rsidP="00E9697F"/>
    <w:p w14:paraId="67BFB09A" w14:textId="1E3C38D1" w:rsidR="00E9697F" w:rsidRPr="00804087" w:rsidRDefault="00E9697F" w:rsidP="00C27431">
      <w:pPr>
        <w:ind w:left="284" w:hanging="284"/>
        <w:rPr>
          <w:b/>
          <w:bCs/>
        </w:rPr>
      </w:pPr>
      <w:r w:rsidRPr="00804087">
        <w:rPr>
          <w:b/>
          <w:bCs/>
        </w:rPr>
        <w:t>Įgalioti pagalbiniai duomenų tvarkytojai:</w:t>
      </w:r>
    </w:p>
    <w:p w14:paraId="3FE6FE27" w14:textId="77777777" w:rsidR="00E9697F" w:rsidRPr="00804087" w:rsidRDefault="00E9697F" w:rsidP="00E9697F">
      <w:r w:rsidRPr="00804087">
        <w:t>Įsigaliojus Sutarčiai, Duomenų valdytojas leidžia kitai Šaliai pasitelkti šiuos pagalbinius duomenų tvarkytojus:</w:t>
      </w:r>
    </w:p>
    <w:p w14:paraId="1BB101D3" w14:textId="77777777" w:rsidR="00E9697F" w:rsidRPr="00804087" w:rsidRDefault="00E9697F" w:rsidP="00E9697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5"/>
        <w:gridCol w:w="2186"/>
        <w:gridCol w:w="1985"/>
        <w:gridCol w:w="3113"/>
      </w:tblGrid>
      <w:tr w:rsidR="00E9697F" w:rsidRPr="00804087" w14:paraId="1603439A" w14:textId="77777777" w:rsidTr="007D0FF3">
        <w:tc>
          <w:tcPr>
            <w:tcW w:w="2345" w:type="dxa"/>
          </w:tcPr>
          <w:p w14:paraId="709FC574" w14:textId="77777777" w:rsidR="00E9697F" w:rsidRPr="00804087" w:rsidRDefault="00E9697F" w:rsidP="007D0FF3">
            <w:pPr>
              <w:jc w:val="left"/>
              <w:rPr>
                <w:szCs w:val="24"/>
              </w:rPr>
            </w:pPr>
            <w:r w:rsidRPr="00804087">
              <w:rPr>
                <w:b/>
                <w:bCs/>
                <w:szCs w:val="24"/>
              </w:rPr>
              <w:t>Pavadinimas / vardas, pavardė</w:t>
            </w:r>
          </w:p>
        </w:tc>
        <w:tc>
          <w:tcPr>
            <w:tcW w:w="2186" w:type="dxa"/>
          </w:tcPr>
          <w:p w14:paraId="3C66F01F" w14:textId="77777777" w:rsidR="00E9697F" w:rsidRPr="00804087" w:rsidRDefault="00E9697F" w:rsidP="007D0FF3">
            <w:pPr>
              <w:jc w:val="left"/>
              <w:rPr>
                <w:szCs w:val="24"/>
              </w:rPr>
            </w:pPr>
            <w:r w:rsidRPr="00804087">
              <w:rPr>
                <w:b/>
                <w:bCs/>
                <w:szCs w:val="24"/>
              </w:rPr>
              <w:t xml:space="preserve">Įmonės kodas / individualios veiklos numeris/ gimimo data/ buveinės adresas / gyv. vietos adresas </w:t>
            </w:r>
          </w:p>
        </w:tc>
        <w:tc>
          <w:tcPr>
            <w:tcW w:w="1985" w:type="dxa"/>
          </w:tcPr>
          <w:p w14:paraId="5416AE33" w14:textId="77777777" w:rsidR="00E9697F" w:rsidRPr="00804087" w:rsidRDefault="00E9697F" w:rsidP="007D0FF3">
            <w:pPr>
              <w:jc w:val="left"/>
              <w:rPr>
                <w:b/>
                <w:szCs w:val="24"/>
              </w:rPr>
            </w:pPr>
            <w:r w:rsidRPr="00804087">
              <w:rPr>
                <w:b/>
                <w:szCs w:val="24"/>
              </w:rPr>
              <w:t>Asmens duomenų tvarkymo teisinis pagrindas</w:t>
            </w:r>
          </w:p>
        </w:tc>
        <w:tc>
          <w:tcPr>
            <w:tcW w:w="3113" w:type="dxa"/>
          </w:tcPr>
          <w:p w14:paraId="0525CBAC" w14:textId="77777777" w:rsidR="00E9697F" w:rsidRPr="00804087" w:rsidRDefault="00E9697F" w:rsidP="007D0FF3">
            <w:pPr>
              <w:jc w:val="left"/>
              <w:rPr>
                <w:b/>
                <w:szCs w:val="24"/>
              </w:rPr>
            </w:pPr>
            <w:r w:rsidRPr="00804087">
              <w:rPr>
                <w:b/>
                <w:szCs w:val="24"/>
              </w:rPr>
              <w:t>Asmens duomenų tvarkymo aprašymas</w:t>
            </w:r>
          </w:p>
        </w:tc>
      </w:tr>
      <w:tr w:rsidR="00E9697F" w:rsidRPr="00804087" w14:paraId="721F3533" w14:textId="77777777" w:rsidTr="007D0FF3">
        <w:tc>
          <w:tcPr>
            <w:tcW w:w="2345" w:type="dxa"/>
          </w:tcPr>
          <w:p w14:paraId="164534AD" w14:textId="77777777" w:rsidR="00E9697F" w:rsidRPr="00804087" w:rsidRDefault="00E9697F" w:rsidP="007D0FF3"/>
        </w:tc>
        <w:tc>
          <w:tcPr>
            <w:tcW w:w="2186" w:type="dxa"/>
          </w:tcPr>
          <w:p w14:paraId="7802A07E" w14:textId="77777777" w:rsidR="00E9697F" w:rsidRPr="00804087" w:rsidRDefault="00E9697F" w:rsidP="007D0FF3"/>
        </w:tc>
        <w:tc>
          <w:tcPr>
            <w:tcW w:w="1985" w:type="dxa"/>
          </w:tcPr>
          <w:p w14:paraId="17D40533" w14:textId="77777777" w:rsidR="00E9697F" w:rsidRPr="00804087" w:rsidRDefault="00E9697F" w:rsidP="007D0FF3"/>
        </w:tc>
        <w:tc>
          <w:tcPr>
            <w:tcW w:w="3113" w:type="dxa"/>
          </w:tcPr>
          <w:p w14:paraId="3BD84015" w14:textId="77777777" w:rsidR="00E9697F" w:rsidRPr="00804087" w:rsidRDefault="00E9697F" w:rsidP="007D0FF3"/>
        </w:tc>
      </w:tr>
      <w:tr w:rsidR="00E9697F" w:rsidRPr="00804087" w14:paraId="5708591E" w14:textId="77777777" w:rsidTr="007D0FF3">
        <w:tc>
          <w:tcPr>
            <w:tcW w:w="2345" w:type="dxa"/>
          </w:tcPr>
          <w:p w14:paraId="3248E1FC" w14:textId="77777777" w:rsidR="00E9697F" w:rsidRPr="00804087" w:rsidRDefault="00E9697F" w:rsidP="007D0FF3"/>
        </w:tc>
        <w:tc>
          <w:tcPr>
            <w:tcW w:w="2186" w:type="dxa"/>
          </w:tcPr>
          <w:p w14:paraId="31124F26" w14:textId="77777777" w:rsidR="00E9697F" w:rsidRPr="00804087" w:rsidRDefault="00E9697F" w:rsidP="007D0FF3"/>
        </w:tc>
        <w:tc>
          <w:tcPr>
            <w:tcW w:w="1985" w:type="dxa"/>
          </w:tcPr>
          <w:p w14:paraId="26732D0A" w14:textId="77777777" w:rsidR="00E9697F" w:rsidRPr="00804087" w:rsidRDefault="00E9697F" w:rsidP="007D0FF3"/>
        </w:tc>
        <w:tc>
          <w:tcPr>
            <w:tcW w:w="3113" w:type="dxa"/>
          </w:tcPr>
          <w:p w14:paraId="2B939002" w14:textId="77777777" w:rsidR="00E9697F" w:rsidRPr="00804087" w:rsidRDefault="00E9697F" w:rsidP="007D0FF3"/>
        </w:tc>
      </w:tr>
      <w:tr w:rsidR="00E9697F" w:rsidRPr="00804087" w14:paraId="69D85EE1" w14:textId="77777777" w:rsidTr="007D0FF3">
        <w:tc>
          <w:tcPr>
            <w:tcW w:w="2345" w:type="dxa"/>
          </w:tcPr>
          <w:p w14:paraId="764FBD2B" w14:textId="77777777" w:rsidR="00E9697F" w:rsidRPr="00804087" w:rsidRDefault="00E9697F" w:rsidP="007D0FF3"/>
        </w:tc>
        <w:tc>
          <w:tcPr>
            <w:tcW w:w="2186" w:type="dxa"/>
          </w:tcPr>
          <w:p w14:paraId="6C1922B0" w14:textId="77777777" w:rsidR="00E9697F" w:rsidRPr="00804087" w:rsidRDefault="00E9697F" w:rsidP="007D0FF3"/>
        </w:tc>
        <w:tc>
          <w:tcPr>
            <w:tcW w:w="1985" w:type="dxa"/>
          </w:tcPr>
          <w:p w14:paraId="1B54B4BF" w14:textId="77777777" w:rsidR="00E9697F" w:rsidRPr="00804087" w:rsidRDefault="00E9697F" w:rsidP="007D0FF3"/>
        </w:tc>
        <w:tc>
          <w:tcPr>
            <w:tcW w:w="3113" w:type="dxa"/>
          </w:tcPr>
          <w:p w14:paraId="1BA6D224" w14:textId="77777777" w:rsidR="00E9697F" w:rsidRPr="00804087" w:rsidRDefault="00E9697F" w:rsidP="007D0FF3"/>
        </w:tc>
      </w:tr>
    </w:tbl>
    <w:p w14:paraId="2CBCD999" w14:textId="77777777" w:rsidR="00E9697F" w:rsidRPr="00804087" w:rsidRDefault="00E9697F" w:rsidP="00E9697F"/>
    <w:p w14:paraId="63F47FB9" w14:textId="77777777" w:rsidR="00E9697F" w:rsidRPr="00804087" w:rsidRDefault="00E9697F" w:rsidP="00E9697F">
      <w:r w:rsidRPr="00804087">
        <w:t xml:space="preserve">Įsigaliojus Sutarčiai, Duomenų valdytojas leidžia kitai Šaliai Susitarimo 1 priedo 1 punkte nurodytu tikslu pasitelkti šiame Susitarimo priede nurodytus pagalbinius duomenų tvarkytojus, laikantis Susitarimo VI skyriaus reikalavimų. Siekiant pasitelkti minėtus pagalbinius duomenų tvarkytojus asmens duomenų tvarkymui kitais tikslais nei nustatytas Susitarimo 1 priedo 1 punkte, būtinas rašytinis Duomenų valdytojo leidimas. </w:t>
      </w:r>
    </w:p>
    <w:p w14:paraId="35D4BE70" w14:textId="77777777" w:rsidR="00E9697F" w:rsidRPr="00804087" w:rsidRDefault="00E9697F" w:rsidP="00E9697F"/>
    <w:p w14:paraId="3D9AAD8C" w14:textId="77777777" w:rsidR="00E9697F" w:rsidRPr="00804087" w:rsidRDefault="00E9697F" w:rsidP="00E9697F">
      <w:pPr>
        <w:jc w:val="center"/>
      </w:pPr>
      <w:r w:rsidRPr="00804087">
        <w:rPr>
          <w:color w:val="000000"/>
        </w:rPr>
        <w:t>___________________</w:t>
      </w:r>
      <w:r w:rsidRPr="00804087">
        <w:t xml:space="preserve"> </w:t>
      </w:r>
    </w:p>
    <w:p w14:paraId="7200AC0C" w14:textId="77777777" w:rsidR="00E9697F" w:rsidRPr="00C27431" w:rsidRDefault="00E9697F" w:rsidP="00E9697F">
      <w:pPr>
        <w:pStyle w:val="Betarp"/>
        <w:rPr>
          <w:rFonts w:ascii="Times New Roman" w:hAnsi="Times New Roman"/>
          <w:i/>
          <w:iCs/>
          <w:lang w:val="lt-LT"/>
        </w:rPr>
      </w:pPr>
    </w:p>
    <w:p w14:paraId="1ED5408C" w14:textId="77777777" w:rsidR="00E9697F" w:rsidRPr="00804087" w:rsidRDefault="00E9697F" w:rsidP="00E9697F">
      <w:pPr>
        <w:jc w:val="left"/>
        <w:rPr>
          <w:i/>
          <w:iCs/>
          <w:sz w:val="20"/>
          <w:lang w:eastAsia="lt-LT"/>
        </w:rPr>
      </w:pPr>
      <w:r w:rsidRPr="00804087">
        <w:rPr>
          <w:i/>
          <w:iCs/>
        </w:rPr>
        <w:br w:type="page"/>
      </w:r>
    </w:p>
    <w:p w14:paraId="7619FBD2" w14:textId="77777777" w:rsidR="00E9697F" w:rsidRPr="00804087" w:rsidRDefault="00E9697F" w:rsidP="00C27431">
      <w:pPr>
        <w:spacing w:after="0"/>
        <w:ind w:left="6095"/>
        <w:rPr>
          <w:szCs w:val="24"/>
        </w:rPr>
      </w:pPr>
      <w:r w:rsidRPr="00804087">
        <w:rPr>
          <w:szCs w:val="24"/>
        </w:rPr>
        <w:lastRenderedPageBreak/>
        <w:t>Asmens duomenų tvarkymo susitarimo</w:t>
      </w:r>
    </w:p>
    <w:p w14:paraId="3ED2A0DE" w14:textId="50F9385E" w:rsidR="00E9697F" w:rsidRPr="00C27431" w:rsidRDefault="00E9697F" w:rsidP="00C27431">
      <w:pPr>
        <w:spacing w:after="0"/>
        <w:ind w:left="6095"/>
        <w:rPr>
          <w:szCs w:val="24"/>
        </w:rPr>
      </w:pPr>
      <w:r w:rsidRPr="00804087">
        <w:rPr>
          <w:szCs w:val="24"/>
        </w:rPr>
        <w:t>3 priedas</w:t>
      </w:r>
    </w:p>
    <w:p w14:paraId="31723785" w14:textId="77777777" w:rsidR="00E9697F" w:rsidRPr="00804087" w:rsidRDefault="00E9697F" w:rsidP="00E9697F">
      <w:pPr>
        <w:widowControl w:val="0"/>
        <w:tabs>
          <w:tab w:val="left" w:pos="5245"/>
        </w:tabs>
        <w:ind w:left="6096"/>
        <w:rPr>
          <w:caps/>
        </w:rPr>
      </w:pPr>
    </w:p>
    <w:p w14:paraId="05C8BF1D" w14:textId="77777777" w:rsidR="00E9697F" w:rsidRPr="00804087" w:rsidRDefault="00E9697F" w:rsidP="00E9697F">
      <w:pPr>
        <w:jc w:val="center"/>
        <w:rPr>
          <w:b/>
          <w:bCs/>
          <w:szCs w:val="24"/>
        </w:rPr>
      </w:pPr>
      <w:r w:rsidRPr="00804087">
        <w:rPr>
          <w:b/>
          <w:bCs/>
          <w:szCs w:val="24"/>
        </w:rPr>
        <w:t xml:space="preserve">NURODYMAI, KAIP TVARKYTI ASMENS DUOMENIS </w:t>
      </w:r>
    </w:p>
    <w:p w14:paraId="01586E31" w14:textId="77777777" w:rsidR="00E9697F" w:rsidRPr="00804087" w:rsidRDefault="00E9697F" w:rsidP="00E9697F">
      <w:pPr>
        <w:ind w:left="5245"/>
        <w:rPr>
          <w:b/>
          <w:szCs w:val="24"/>
        </w:rPr>
      </w:pPr>
    </w:p>
    <w:p w14:paraId="3887F92F" w14:textId="77777777" w:rsidR="00E9697F" w:rsidRPr="00804087" w:rsidRDefault="00E9697F" w:rsidP="001129AC">
      <w:pPr>
        <w:pStyle w:val="Sraopastraipa"/>
        <w:numPr>
          <w:ilvl w:val="0"/>
          <w:numId w:val="23"/>
        </w:numPr>
        <w:tabs>
          <w:tab w:val="left" w:pos="567"/>
          <w:tab w:val="left" w:pos="993"/>
        </w:tabs>
        <w:spacing w:after="0" w:line="240" w:lineRule="auto"/>
        <w:ind w:left="0" w:firstLine="567"/>
        <w:rPr>
          <w:b/>
          <w:szCs w:val="24"/>
        </w:rPr>
      </w:pPr>
      <w:r w:rsidRPr="00804087">
        <w:rPr>
          <w:b/>
          <w:szCs w:val="24"/>
        </w:rPr>
        <w:t>Duomenų tvarkymo nurodymas</w:t>
      </w:r>
    </w:p>
    <w:p w14:paraId="536F606F" w14:textId="77777777" w:rsidR="00E9697F" w:rsidRPr="00804087" w:rsidRDefault="00E9697F" w:rsidP="00E9697F">
      <w:pPr>
        <w:pStyle w:val="Sraopastraipa"/>
        <w:tabs>
          <w:tab w:val="left" w:pos="567"/>
          <w:tab w:val="left" w:pos="993"/>
        </w:tabs>
        <w:ind w:left="0" w:firstLine="567"/>
        <w:rPr>
          <w:b/>
          <w:szCs w:val="24"/>
        </w:rPr>
      </w:pPr>
    </w:p>
    <w:p w14:paraId="72D357E4" w14:textId="77777777" w:rsidR="00E9697F" w:rsidRPr="00804087" w:rsidRDefault="00E9697F" w:rsidP="00E9697F">
      <w:pPr>
        <w:pStyle w:val="Sraopastraipa"/>
        <w:tabs>
          <w:tab w:val="left" w:pos="567"/>
          <w:tab w:val="left" w:pos="993"/>
        </w:tabs>
        <w:ind w:left="0" w:firstLine="567"/>
        <w:rPr>
          <w:color w:val="000000"/>
          <w:spacing w:val="-6"/>
          <w:szCs w:val="24"/>
        </w:rPr>
      </w:pPr>
      <w:r w:rsidRPr="00804087">
        <w:rPr>
          <w:szCs w:val="24"/>
        </w:rPr>
        <w:t xml:space="preserve">Duomenų tvarkytojas Duomenų valdytojo vardu asmens duomenų tvarkymo metu atlieka šiuos veiksmus: </w:t>
      </w:r>
      <w:r w:rsidRPr="00804087">
        <w:rPr>
          <w:color w:val="000000"/>
          <w:spacing w:val="-6"/>
          <w:szCs w:val="24"/>
        </w:rPr>
        <w:t>HDR duomenų peržiūra, įrašymas, keitimas, taisymas.</w:t>
      </w:r>
    </w:p>
    <w:p w14:paraId="30DFB04D" w14:textId="77777777" w:rsidR="00E9697F" w:rsidRPr="00804087" w:rsidRDefault="00E9697F" w:rsidP="00E9697F">
      <w:pPr>
        <w:pStyle w:val="Sraopastraipa"/>
        <w:tabs>
          <w:tab w:val="left" w:pos="567"/>
          <w:tab w:val="left" w:pos="993"/>
        </w:tabs>
        <w:rPr>
          <w:szCs w:val="24"/>
        </w:rPr>
      </w:pPr>
    </w:p>
    <w:p w14:paraId="107B5829" w14:textId="77777777" w:rsidR="00E9697F" w:rsidRPr="00804087" w:rsidRDefault="00E9697F" w:rsidP="001129AC">
      <w:pPr>
        <w:pStyle w:val="Sraopastraipa"/>
        <w:numPr>
          <w:ilvl w:val="0"/>
          <w:numId w:val="23"/>
        </w:numPr>
        <w:tabs>
          <w:tab w:val="left" w:pos="426"/>
          <w:tab w:val="left" w:pos="993"/>
        </w:tabs>
        <w:spacing w:after="0" w:line="240" w:lineRule="auto"/>
        <w:ind w:left="0" w:firstLine="567"/>
        <w:jc w:val="left"/>
        <w:rPr>
          <w:b/>
          <w:szCs w:val="24"/>
        </w:rPr>
      </w:pPr>
      <w:r w:rsidRPr="00804087">
        <w:rPr>
          <w:b/>
          <w:szCs w:val="24"/>
        </w:rPr>
        <w:t>Duomenų tvarkymo saugumas</w:t>
      </w:r>
    </w:p>
    <w:p w14:paraId="66F1DCBB" w14:textId="77777777" w:rsidR="00E9697F" w:rsidRPr="00804087" w:rsidRDefault="00E9697F" w:rsidP="00E9697F">
      <w:pPr>
        <w:pStyle w:val="Sraopastraipa"/>
        <w:tabs>
          <w:tab w:val="left" w:pos="426"/>
          <w:tab w:val="left" w:pos="993"/>
        </w:tabs>
        <w:ind w:left="567"/>
        <w:rPr>
          <w:b/>
          <w:szCs w:val="24"/>
        </w:rPr>
      </w:pPr>
    </w:p>
    <w:p w14:paraId="67ADE8D8" w14:textId="77777777" w:rsidR="00E9697F" w:rsidRPr="00804087" w:rsidRDefault="00E9697F" w:rsidP="001129AC">
      <w:pPr>
        <w:pStyle w:val="Sraopastraipa"/>
        <w:numPr>
          <w:ilvl w:val="1"/>
          <w:numId w:val="23"/>
        </w:numPr>
        <w:tabs>
          <w:tab w:val="left" w:pos="426"/>
          <w:tab w:val="left" w:pos="993"/>
        </w:tabs>
        <w:spacing w:after="0" w:line="240" w:lineRule="auto"/>
        <w:ind w:left="0" w:firstLine="720"/>
        <w:rPr>
          <w:szCs w:val="24"/>
        </w:rPr>
      </w:pPr>
      <w:r w:rsidRPr="00804087">
        <w:t xml:space="preserve">Apsaugos lygis nustatomas vadovaujantis </w:t>
      </w:r>
      <w:r w:rsidRPr="00804087">
        <w:rPr>
          <w:color w:val="000000"/>
        </w:rPr>
        <w:t>Kai kurių Lietuvos Respublikos vidaus reikalų ministerijos valdomų registrų ir valstybės informacinių sistemų duomenų saugos nuostatais, patvirtintais Lietuvos Respublikos vidaus reikalų ministro 2017 m. gruodžio 22 d. įsakymu Nr. 1V-883</w:t>
      </w:r>
      <w:r w:rsidRPr="00804087">
        <w:rPr>
          <w:szCs w:val="24"/>
        </w:rPr>
        <w:t xml:space="preserve"> „Dėl </w:t>
      </w:r>
      <w:r w:rsidRPr="00804087">
        <w:rPr>
          <w:color w:val="000000"/>
        </w:rPr>
        <w:t xml:space="preserve">kai kurių Lietuvos Respublikos vidaus reikalų ministerijos valdomų registrų ir valstybės informacinių sistemų duomenų saugos nuostatų patvirtinimo“, </w:t>
      </w:r>
      <w:r w:rsidRPr="00804087">
        <w:rPr>
          <w:szCs w:val="24"/>
        </w:rPr>
        <w:t>(toliau – Duomenų saugos nuostatai) ir Kai kurių Lietuvos Respublikos</w:t>
      </w:r>
      <w:bookmarkStart w:id="85" w:name="nd377129e576e44e79ec639a2041606e3"/>
      <w:r w:rsidRPr="00804087">
        <w:rPr>
          <w:szCs w:val="24"/>
        </w:rPr>
        <w:t xml:space="preserve"> vidaus reikalų ministerijos</w:t>
      </w:r>
      <w:bookmarkEnd w:id="85"/>
      <w:r w:rsidRPr="00804087">
        <w:rPr>
          <w:szCs w:val="24"/>
        </w:rPr>
        <w:t xml:space="preserve"> valdomų registrų ir valstybės informacinių sistemų saugaus elektroninės informacijos tvarkymo taisyklėmis, Kai kurių Lietuvos Respublikos vidaus reikalų ministerijos valdomų registrų ir valstybės informacinių sistemų naudotojų administravimo taisyklėmis ir Kai kurių Lietuvos Respublikos vidaus reikalų ministerijos valdomų registrų ir valstybės informacinių sistemų veiklos tęstinumo valdymo planu, patvirtintais Lietuvos Respublikos vidaus reikalų ministro 2018 m. lapkričio 26 d. įsakymu Nr. 1V-871 „Dėl Kai kurių Lietuvos Respublikos vidaus reikalų ministerijos valdomų registrų ir valstybės informacinių sistemų saugaus elektroninės informacijos tvarkymo taisyklių, naudotojų administravimo taisyklių ir veiklos tęstinumo valdymo plano patvirtinimo“ (toliau – saugos politiką įgyvendinantys dokumentai). </w:t>
      </w:r>
    </w:p>
    <w:p w14:paraId="15CA8A6D" w14:textId="77777777" w:rsidR="00E9697F" w:rsidRPr="00804087" w:rsidRDefault="00E9697F" w:rsidP="001129AC">
      <w:pPr>
        <w:pStyle w:val="Sraopastraipa"/>
        <w:numPr>
          <w:ilvl w:val="1"/>
          <w:numId w:val="23"/>
        </w:numPr>
        <w:tabs>
          <w:tab w:val="left" w:pos="426"/>
          <w:tab w:val="left" w:pos="993"/>
        </w:tabs>
        <w:spacing w:after="0" w:line="240" w:lineRule="auto"/>
        <w:ind w:left="0" w:firstLine="567"/>
        <w:rPr>
          <w:szCs w:val="24"/>
        </w:rPr>
      </w:pPr>
      <w:r w:rsidRPr="00804087">
        <w:rPr>
          <w:szCs w:val="24"/>
        </w:rPr>
        <w:t xml:space="preserve">Atsižvelgiant į tai, kad HDR tvarkoma elektroninė informacija priskiriama svarbios informacijos kategorijai, </w:t>
      </w:r>
      <w:r w:rsidRPr="00804087">
        <w:rPr>
          <w:iCs/>
          <w:szCs w:val="24"/>
        </w:rPr>
        <w:t xml:space="preserve">HDR, vadovaujantis Elektroninės informacijos, sudarančios valstybės informacinius išteklius, svarbos įvertinimo ir valstybės informacinių sistemų, registrų ir kitų informacinių sistemų klasifikavimo gairių aprašo, patvirtinto Lietuvos Respublikos Vyriausybės 2013 m. liepos 24 d. nutarimu Nr. 716 „Dėl Bendrųjų elektroninės informacijos saugos reikalavimų aprašo, Saugos dokumentų turinio gairių aprašo ir Elektroninės informacijos, sudarančios valstybės informacinius išteklius, svarbos įvertinimo ir valstybės informacinių sistemų, registrų ir kitų informacinių sistemų klasifikavimo gairių aprašo patvirtinimo“, priskiriamas pirmajai kategorijai, asmens duomenų tvarkymui </w:t>
      </w:r>
      <w:r w:rsidRPr="00804087">
        <w:t>nustatomas „aukštas“ saugumo lygis.</w:t>
      </w:r>
    </w:p>
    <w:p w14:paraId="162D36EA" w14:textId="77777777" w:rsidR="00E9697F" w:rsidRPr="00804087" w:rsidRDefault="00E9697F" w:rsidP="001129AC">
      <w:pPr>
        <w:pStyle w:val="Sraopastraipa"/>
        <w:numPr>
          <w:ilvl w:val="1"/>
          <w:numId w:val="23"/>
        </w:numPr>
        <w:tabs>
          <w:tab w:val="left" w:pos="426"/>
          <w:tab w:val="left" w:pos="993"/>
        </w:tabs>
        <w:spacing w:after="0" w:line="240" w:lineRule="auto"/>
        <w:ind w:left="0" w:firstLine="567"/>
      </w:pPr>
      <w:r w:rsidRPr="00804087">
        <w:rPr>
          <w:szCs w:val="24"/>
        </w:rPr>
        <w:t>Duomenų tvarkytojas turi teisę ir privalo vadovautis Duomenų saugos nuostatais ir saugos politiką įgyvendinančiais dokumentais priimdamas sprendimus dėl techninių ir organizacinių saugumo priemonių naudojimo, siekiant užtikrinti reikiamą (ir suderintą) duomenų saugumo lygį. Taip pat Duomenų tvarkytojas bet kuriuo atveju įgyvendina šias su Duomenų valdytoju suderintas priemones:</w:t>
      </w:r>
    </w:p>
    <w:p w14:paraId="5FA07524" w14:textId="77777777" w:rsidR="00E9697F" w:rsidRPr="00804087" w:rsidRDefault="00E9697F" w:rsidP="001129AC">
      <w:pPr>
        <w:pStyle w:val="Sraopastraipa"/>
        <w:numPr>
          <w:ilvl w:val="2"/>
          <w:numId w:val="23"/>
        </w:numPr>
        <w:tabs>
          <w:tab w:val="left" w:pos="426"/>
          <w:tab w:val="left" w:pos="709"/>
          <w:tab w:val="left" w:pos="993"/>
        </w:tabs>
        <w:spacing w:after="0" w:line="240" w:lineRule="auto"/>
        <w:ind w:left="0" w:firstLine="720"/>
        <w:textAlignment w:val="baseline"/>
        <w:rPr>
          <w:bCs/>
          <w:szCs w:val="24"/>
        </w:rPr>
      </w:pPr>
      <w:r w:rsidRPr="00804087">
        <w:rPr>
          <w:b/>
          <w:bCs/>
          <w:szCs w:val="24"/>
        </w:rPr>
        <w:t>Asmens duomenų apsaugos politika</w:t>
      </w:r>
      <w:r w:rsidRPr="00804087">
        <w:rPr>
          <w:bCs/>
          <w:szCs w:val="24"/>
        </w:rPr>
        <w:t xml:space="preserve">. Duomenų tvarkytojas turi nustatytą Duomenų apsaugos politiką. Užtikrindamas tinkamą automatizuotai tvarkomų duomenų, įskaitant asmens duomenis, apsaugą, atsižvelgdamas į elektroninės informacijos svarbos kategoriją ir HDR kategoriją, Duomenų tvarkytojas privalo laikytis ne žemesnių organizacinių ir techninių reikalavimų nei nustatyta Organizacinių ir techninių kibernetinio saugumo reikalavimų, taikomų kibernetinio saugumo subjektams, apraše, patvirtintame Lietuvos Respublikos Vyriausybės 2018 m. rugpjūčio 13 d. nutarimu Nr. 818 „Dėl Lietuvos Respublikos kibernetinio saugumo įstatymo įgyvendinimo“ ir šio aprašo priede Techninių kibernetinio saugumo reikalavimų, taikomų subjektams, valdantiems ir (arba) tvarkantiems valstybės informacinius išteklius, ypatingos svarbos informacinės infrastruktūros valdytojams, sąraše, taip pat Techninių valstybės registrų (kadastrų), žinybinių registrų, valstybės informacinių sistemų ir kitų informacinių sistemų elektroninės informacijos saugos reikalavimų apraše, patvirtintame Lietuvos Respublikos krašto apsaugos ministro 2020 m. gruodžio 4 d. įsakymu Nr. V-941 „Dėl Techninių valstybės registrų (kadastrų), žinybinių registrų, valstybės informacinių sistemų ir kitų informacinių </w:t>
      </w:r>
      <w:r w:rsidRPr="00804087">
        <w:rPr>
          <w:bCs/>
          <w:szCs w:val="24"/>
        </w:rPr>
        <w:lastRenderedPageBreak/>
        <w:t>sistemų elektroninės informacijos saugos reikalavimų ir Informacinių technologijų saugos atitikties vertinimo metodikos patvirtinimo“;</w:t>
      </w:r>
    </w:p>
    <w:p w14:paraId="29BAC085" w14:textId="77777777" w:rsidR="00E9697F" w:rsidRPr="00804087" w:rsidRDefault="00E9697F" w:rsidP="001129AC">
      <w:pPr>
        <w:pStyle w:val="Sraopastraipa"/>
        <w:numPr>
          <w:ilvl w:val="2"/>
          <w:numId w:val="23"/>
        </w:numPr>
        <w:tabs>
          <w:tab w:val="left" w:pos="426"/>
          <w:tab w:val="left" w:pos="709"/>
          <w:tab w:val="left" w:pos="993"/>
        </w:tabs>
        <w:spacing w:after="0" w:line="240" w:lineRule="auto"/>
        <w:ind w:left="0" w:firstLine="720"/>
        <w:textAlignment w:val="baseline"/>
        <w:rPr>
          <w:szCs w:val="24"/>
        </w:rPr>
      </w:pPr>
      <w:r w:rsidRPr="00804087">
        <w:rPr>
          <w:b/>
          <w:szCs w:val="24"/>
        </w:rPr>
        <w:t>Konfidencialumo užtikrinimas</w:t>
      </w:r>
      <w:r w:rsidRPr="00804087">
        <w:rPr>
          <w:szCs w:val="24"/>
        </w:rPr>
        <w:t xml:space="preserve">. Duomenų tvarkytojo darbuotojų funkcijos ir atsakomybės aiškiai apibrėžtos, paskirstytos ir dokumentuotos, o visi su HDR duomenų tvarkymu susiję darbuotojai įsipareigoję laikytis Sutartyje ir Susitarime nurodytų konfidencialumo nuostatų ir neatskleisti HDR duomenų; </w:t>
      </w:r>
    </w:p>
    <w:p w14:paraId="7C786B01" w14:textId="77777777" w:rsidR="00E9697F" w:rsidRPr="00804087" w:rsidRDefault="00E9697F" w:rsidP="001129AC">
      <w:pPr>
        <w:pStyle w:val="Sraopastraipa"/>
        <w:numPr>
          <w:ilvl w:val="2"/>
          <w:numId w:val="23"/>
        </w:numPr>
        <w:spacing w:after="0" w:line="240" w:lineRule="auto"/>
        <w:ind w:left="0" w:firstLine="720"/>
        <w:textAlignment w:val="baseline"/>
        <w:rPr>
          <w:szCs w:val="24"/>
        </w:rPr>
      </w:pPr>
      <w:r w:rsidRPr="00804087">
        <w:rPr>
          <w:b/>
          <w:szCs w:val="24"/>
        </w:rPr>
        <w:t>Prieigų valdymas</w:t>
      </w:r>
      <w:r w:rsidRPr="00804087">
        <w:rPr>
          <w:szCs w:val="24"/>
        </w:rPr>
        <w:t xml:space="preserve">. </w:t>
      </w:r>
      <w:r w:rsidRPr="00804087">
        <w:rPr>
          <w:bCs/>
          <w:szCs w:val="24"/>
          <w:bdr w:val="none" w:sz="0" w:space="0" w:color="auto" w:frame="1"/>
        </w:rPr>
        <w:t>P</w:t>
      </w:r>
      <w:r w:rsidRPr="00804087">
        <w:rPr>
          <w:szCs w:val="24"/>
        </w:rPr>
        <w:t>rieiga prie HDR testinės</w:t>
      </w:r>
      <w:r w:rsidRPr="00804087">
        <w:rPr>
          <w:i/>
          <w:iCs/>
          <w:szCs w:val="24"/>
        </w:rPr>
        <w:t xml:space="preserve">, </w:t>
      </w:r>
      <w:r w:rsidRPr="00804087">
        <w:rPr>
          <w:szCs w:val="24"/>
        </w:rPr>
        <w:t>darbinėje aplinkoje</w:t>
      </w:r>
      <w:r w:rsidRPr="00804087">
        <w:rPr>
          <w:i/>
          <w:iCs/>
          <w:szCs w:val="24"/>
        </w:rPr>
        <w:t xml:space="preserve"> </w:t>
      </w:r>
      <w:r w:rsidRPr="00804087">
        <w:rPr>
          <w:szCs w:val="24"/>
        </w:rPr>
        <w:t>suteikiama tik registruotiems Duomenų tvarkytojo darbuotojams (toliau – HDR naudotojai), įgyvendinus HDR naudotojų autentifikavimo priemones – HDR naudotojai tapatybę patvirtina slaptažodžiu. HDR naudotojai privalo saugoti Duomenų valdytojo suteiktą prieigos informaciją ir neatskleisti jos tretiesiems asmenims. Pasibaigus IHDR naudotojo darbo santykiams, prieigos panaikinamos ne vėliau kaip paskutinę darbuotojo darbo dieną.</w:t>
      </w:r>
    </w:p>
    <w:p w14:paraId="32AE0A83" w14:textId="77777777" w:rsidR="00E9697F" w:rsidRPr="00804087" w:rsidRDefault="00E9697F" w:rsidP="00E9697F">
      <w:pPr>
        <w:pStyle w:val="Sraopastraipa"/>
        <w:ind w:left="0"/>
        <w:textAlignment w:val="baseline"/>
        <w:rPr>
          <w:szCs w:val="24"/>
        </w:rPr>
      </w:pPr>
      <w:r w:rsidRPr="00804087">
        <w:rPr>
          <w:szCs w:val="24"/>
        </w:rPr>
        <w:t xml:space="preserve">Nuotolinis prisijungimas HDR naudotojams iš nutolusios darbo vietos suteikiamas tik prie HDR testinės aplinkos, ir tik kai techninis nuotolinio prisijungimo sprendimas užtikrina ne žemesnį nei vidiniam prisijungimui naudojamą saugumo lygį ir taikomas HDR duomenų šifravimas naudojantis virtualiu privačiu tinklu (angl. </w:t>
      </w:r>
      <w:r w:rsidRPr="00804087">
        <w:rPr>
          <w:i/>
          <w:szCs w:val="24"/>
        </w:rPr>
        <w:t xml:space="preserve">virtual private network) </w:t>
      </w:r>
      <w:r w:rsidRPr="00804087">
        <w:rPr>
          <w:szCs w:val="24"/>
        </w:rPr>
        <w:t>arba prie HDR testinės aplinkos prisijungiama nuotoliniu būdu naudojant interneto naršyklę (HTTPS protokolą).</w:t>
      </w:r>
    </w:p>
    <w:p w14:paraId="59D614E3" w14:textId="77777777" w:rsidR="00E9697F" w:rsidRPr="00804087" w:rsidRDefault="00E9697F" w:rsidP="001129AC">
      <w:pPr>
        <w:pStyle w:val="Sraopastraipa"/>
        <w:numPr>
          <w:ilvl w:val="2"/>
          <w:numId w:val="23"/>
        </w:numPr>
        <w:tabs>
          <w:tab w:val="left" w:pos="426"/>
          <w:tab w:val="left" w:pos="709"/>
          <w:tab w:val="left" w:pos="993"/>
        </w:tabs>
        <w:spacing w:after="0" w:line="240" w:lineRule="auto"/>
        <w:ind w:left="0" w:firstLine="567"/>
        <w:textAlignment w:val="baseline"/>
        <w:rPr>
          <w:szCs w:val="24"/>
        </w:rPr>
      </w:pPr>
      <w:r w:rsidRPr="00804087">
        <w:rPr>
          <w:b/>
          <w:szCs w:val="24"/>
        </w:rPr>
        <w:t xml:space="preserve">Tinklo saugumas. </w:t>
      </w:r>
      <w:r w:rsidRPr="00804087">
        <w:rPr>
          <w:szCs w:val="24"/>
        </w:rPr>
        <w:t xml:space="preserve">HDR duomenims perduoti naudojamas HDR naudojamas Vidaus reikalų telekomunikacinis tinklas (toliau – VRTT) ir virtualaus privataus tinklo (angl. </w:t>
      </w:r>
      <w:r w:rsidRPr="00804087">
        <w:rPr>
          <w:i/>
          <w:szCs w:val="24"/>
        </w:rPr>
        <w:t>virtual private network)</w:t>
      </w:r>
      <w:r w:rsidRPr="00804087">
        <w:rPr>
          <w:szCs w:val="24"/>
        </w:rPr>
        <w:t xml:space="preserve">sprendimas. </w:t>
      </w:r>
      <w:r w:rsidRPr="00804087">
        <w:t>VPN prisijungimas prie VRTT remiasi šifruotu VPN kanalu ir dviejų faktorių autentiškumo nustatymu. Siekdamas prisijungti prie HDR testinės aplinkos, Duomenų tvarkytojas pateikia užpildytą VPN konfidencialumo pasižadėjimą;</w:t>
      </w:r>
    </w:p>
    <w:p w14:paraId="04EC2561" w14:textId="77777777" w:rsidR="00E9697F" w:rsidRPr="00804087" w:rsidRDefault="00E9697F" w:rsidP="001129AC">
      <w:pPr>
        <w:pStyle w:val="Sraopastraipa"/>
        <w:numPr>
          <w:ilvl w:val="2"/>
          <w:numId w:val="23"/>
        </w:numPr>
        <w:tabs>
          <w:tab w:val="left" w:pos="426"/>
          <w:tab w:val="left" w:pos="709"/>
          <w:tab w:val="left" w:pos="993"/>
        </w:tabs>
        <w:spacing w:after="0" w:line="240" w:lineRule="auto"/>
        <w:ind w:left="0" w:firstLine="567"/>
        <w:textAlignment w:val="baseline"/>
        <w:rPr>
          <w:szCs w:val="24"/>
        </w:rPr>
      </w:pPr>
      <w:r w:rsidRPr="00804087">
        <w:rPr>
          <w:b/>
          <w:bCs/>
          <w:szCs w:val="24"/>
        </w:rPr>
        <w:t>Kiti duomenų tvarkytojai</w:t>
      </w:r>
      <w:r w:rsidRPr="00804087">
        <w:rPr>
          <w:szCs w:val="24"/>
        </w:rPr>
        <w:t>. Šiame susitarime Duomenų tvarkytojui nustatyti reikalavimai taikomi ir pagalbiniams duomenų tvarkytojams;</w:t>
      </w:r>
    </w:p>
    <w:p w14:paraId="7262B6B4" w14:textId="77777777" w:rsidR="00E9697F" w:rsidRPr="00804087" w:rsidRDefault="00E9697F" w:rsidP="001129AC">
      <w:pPr>
        <w:pStyle w:val="Sraopastraipa"/>
        <w:numPr>
          <w:ilvl w:val="2"/>
          <w:numId w:val="23"/>
        </w:numPr>
        <w:tabs>
          <w:tab w:val="left" w:pos="426"/>
          <w:tab w:val="left" w:pos="709"/>
          <w:tab w:val="left" w:pos="993"/>
        </w:tabs>
        <w:spacing w:after="0" w:line="240" w:lineRule="auto"/>
        <w:ind w:left="0" w:firstLine="720"/>
        <w:textAlignment w:val="baseline"/>
        <w:rPr>
          <w:szCs w:val="24"/>
        </w:rPr>
      </w:pPr>
      <w:r w:rsidRPr="00804087">
        <w:rPr>
          <w:b/>
          <w:szCs w:val="24"/>
        </w:rPr>
        <w:t>Duomenų saugumo pažeidimų valdymas</w:t>
      </w:r>
      <w:r w:rsidRPr="00804087">
        <w:rPr>
          <w:szCs w:val="24"/>
        </w:rPr>
        <w:t xml:space="preserve">. Duomenų tvarkytojas turi nustatytą Duomenų apsaugos pažeidimų valdymo procedūrą, užtikrinančią įvykių ir incidentų, susijusių su duomenų saugumu, valdymą. </w:t>
      </w:r>
    </w:p>
    <w:p w14:paraId="500807A2" w14:textId="77777777" w:rsidR="00E9697F" w:rsidRPr="00804087" w:rsidRDefault="00E9697F" w:rsidP="001129AC">
      <w:pPr>
        <w:pStyle w:val="Sraopastraipa"/>
        <w:numPr>
          <w:ilvl w:val="2"/>
          <w:numId w:val="23"/>
        </w:numPr>
        <w:tabs>
          <w:tab w:val="left" w:pos="426"/>
          <w:tab w:val="left" w:pos="709"/>
          <w:tab w:val="left" w:pos="993"/>
        </w:tabs>
        <w:spacing w:after="0" w:line="240" w:lineRule="auto"/>
        <w:ind w:left="0" w:firstLine="720"/>
        <w:textAlignment w:val="baseline"/>
        <w:rPr>
          <w:szCs w:val="24"/>
        </w:rPr>
      </w:pPr>
      <w:r w:rsidRPr="00804087">
        <w:rPr>
          <w:b/>
          <w:szCs w:val="24"/>
        </w:rPr>
        <w:t xml:space="preserve">Kompiuterinių darbo vietų apsauga. </w:t>
      </w:r>
      <w:r w:rsidRPr="00804087">
        <w:rPr>
          <w:szCs w:val="24"/>
        </w:rPr>
        <w:t xml:space="preserve">HDR naudotojų kompiuterizuotose darbo vietose turi būti naudojamos centralizuotai valdomos kenksmingosios programinės įrangos aptikimo priemonės, kurios nuolat ieško ir blokuoja kenksmingąją programinę įrangą ir kurios turi būti reguliariai atnaujinamos automatiniu būdu ne rečiau kaip kartą per 24 valandas. HDR naudotojams draudžiama savavališkai prijungti prie HDR naudotojų kompiuterizuotų darbo vietų išorines duomenų laikmenas ar įrenginius, kompiuterizuotose darbo vietose turi būti įdiegtos priemonės, leidžiančios riboti išorinių duomenų laikmenų (USB, CD / DVD ir kt.) naudojimą. </w:t>
      </w:r>
    </w:p>
    <w:p w14:paraId="5F19AF96" w14:textId="77777777" w:rsidR="00E9697F" w:rsidRPr="00804087" w:rsidRDefault="00E9697F" w:rsidP="00E9697F">
      <w:pPr>
        <w:tabs>
          <w:tab w:val="left" w:pos="993"/>
        </w:tabs>
        <w:ind w:firstLine="567"/>
        <w:rPr>
          <w:iCs/>
          <w:szCs w:val="24"/>
        </w:rPr>
      </w:pPr>
    </w:p>
    <w:p w14:paraId="7771F03F" w14:textId="77777777" w:rsidR="00E9697F" w:rsidRPr="00804087" w:rsidRDefault="00E9697F" w:rsidP="001129AC">
      <w:pPr>
        <w:pStyle w:val="Sraopastraipa"/>
        <w:numPr>
          <w:ilvl w:val="0"/>
          <w:numId w:val="23"/>
        </w:numPr>
        <w:tabs>
          <w:tab w:val="left" w:pos="993"/>
        </w:tabs>
        <w:spacing w:after="0" w:line="240" w:lineRule="auto"/>
        <w:ind w:left="0" w:firstLine="567"/>
        <w:rPr>
          <w:b/>
          <w:szCs w:val="24"/>
        </w:rPr>
      </w:pPr>
      <w:r w:rsidRPr="00804087">
        <w:rPr>
          <w:b/>
          <w:szCs w:val="24"/>
        </w:rPr>
        <w:t>Pagalba duomenų valdytojui</w:t>
      </w:r>
    </w:p>
    <w:p w14:paraId="691A8A29" w14:textId="77777777" w:rsidR="00E9697F" w:rsidRPr="00804087" w:rsidRDefault="00E9697F" w:rsidP="00E9697F">
      <w:pPr>
        <w:tabs>
          <w:tab w:val="left" w:pos="993"/>
        </w:tabs>
        <w:ind w:firstLine="567"/>
        <w:rPr>
          <w:szCs w:val="24"/>
        </w:rPr>
      </w:pPr>
    </w:p>
    <w:p w14:paraId="3A3328AD" w14:textId="77777777" w:rsidR="00E9697F" w:rsidRPr="00804087" w:rsidRDefault="00E9697F" w:rsidP="001129AC">
      <w:pPr>
        <w:pStyle w:val="Sraopastraipa"/>
        <w:numPr>
          <w:ilvl w:val="1"/>
          <w:numId w:val="24"/>
        </w:numPr>
        <w:tabs>
          <w:tab w:val="left" w:pos="851"/>
          <w:tab w:val="left" w:pos="993"/>
        </w:tabs>
        <w:spacing w:after="0" w:line="240" w:lineRule="auto"/>
        <w:ind w:left="0" w:firstLine="567"/>
        <w:rPr>
          <w:szCs w:val="24"/>
        </w:rPr>
      </w:pPr>
      <w:r w:rsidRPr="00804087">
        <w:rPr>
          <w:szCs w:val="24"/>
        </w:rPr>
        <w:t>Duomenų tvarkytojas, kiek tai įmanoma ir atsižvelgiant į toliau nurodytą pagalbos sritį bei apimtį, padeda Duomenų valdytojui pagal Susitarimo 26–28 punktus įgyvendinti šias technines bei organizacines priemones:</w:t>
      </w:r>
    </w:p>
    <w:p w14:paraId="57AC5042" w14:textId="77777777" w:rsidR="00E9697F" w:rsidRPr="00804087" w:rsidRDefault="00E9697F" w:rsidP="001129AC">
      <w:pPr>
        <w:pStyle w:val="Sraopastraipa"/>
        <w:widowControl w:val="0"/>
        <w:numPr>
          <w:ilvl w:val="2"/>
          <w:numId w:val="24"/>
        </w:numPr>
        <w:shd w:val="clear" w:color="auto" w:fill="FFFFFF"/>
        <w:tabs>
          <w:tab w:val="left" w:pos="851"/>
          <w:tab w:val="left" w:pos="993"/>
        </w:tabs>
        <w:autoSpaceDE w:val="0"/>
        <w:autoSpaceDN w:val="0"/>
        <w:adjustRightInd w:val="0"/>
        <w:spacing w:after="0" w:line="240" w:lineRule="auto"/>
        <w:ind w:left="0" w:firstLine="567"/>
        <w:rPr>
          <w:szCs w:val="24"/>
        </w:rPr>
      </w:pPr>
      <w:r w:rsidRPr="00804087">
        <w:rPr>
          <w:szCs w:val="24"/>
        </w:rPr>
        <w:t>suteiks Duomenų valdytojui pagalbą, kad būtų įvykdyta Duomenų valdytojo prievolė atsakyti į prašymus pasinaudoti teisės aktuose numatytomis duomenų subjekto teisėmis. Tokia pagalba apima Duomenų tvarkytojo pareigą gavus duomenų subjekto prašymą (jei prašyme aiškiai identifikuojamas Duomenų valdytojas) pasinaudoti kokiomis nors jam priklausančiomis teisėmis, nedelsiant, bet ne vėliau kaip per 1 darbo dieną perduoti tokį prašymą Duomenų valdytojui raštu, įskaitant elektroninio ryšio priemones. Atitinkamai perdavus tokį prašymą Duomenų tvarkytojas bus laikomas tinkamai įvykdžiusiu šią prievolę. Jei duomenų subjekto prašyme Duomenų valdytojas nėra identifikuojamas, o pats Duomenų tvarkytojas netvarko tokių asmens duomenų, toks prašymas nurodant prašymo trūkumus grąžinamas duomenų subjektui patikslinti;</w:t>
      </w:r>
    </w:p>
    <w:p w14:paraId="088FE4E6" w14:textId="77777777" w:rsidR="00E9697F" w:rsidRPr="00804087" w:rsidRDefault="00E9697F" w:rsidP="001129AC">
      <w:pPr>
        <w:pStyle w:val="Sraopastraipa"/>
        <w:widowControl w:val="0"/>
        <w:numPr>
          <w:ilvl w:val="2"/>
          <w:numId w:val="24"/>
        </w:numPr>
        <w:shd w:val="clear" w:color="auto" w:fill="FFFFFF"/>
        <w:tabs>
          <w:tab w:val="left" w:pos="851"/>
          <w:tab w:val="left" w:pos="993"/>
        </w:tabs>
        <w:autoSpaceDE w:val="0"/>
        <w:autoSpaceDN w:val="0"/>
        <w:adjustRightInd w:val="0"/>
        <w:spacing w:after="0" w:line="240" w:lineRule="auto"/>
        <w:ind w:left="0" w:firstLine="567"/>
        <w:rPr>
          <w:color w:val="000000"/>
          <w:szCs w:val="24"/>
        </w:rPr>
      </w:pPr>
      <w:r w:rsidRPr="00804087">
        <w:rPr>
          <w:color w:val="000000"/>
          <w:spacing w:val="6"/>
          <w:szCs w:val="24"/>
        </w:rPr>
        <w:t xml:space="preserve">įsipareigoja bendradarbiauti su Duomenų valdytoju bei pateikti Duomenų valdytojo prašomą </w:t>
      </w:r>
      <w:r w:rsidRPr="00804087">
        <w:rPr>
          <w:color w:val="000000"/>
          <w:szCs w:val="24"/>
        </w:rPr>
        <w:t>informaciją ir (ar) dokumentus, kuriuos Duomenų tvarkytojas gali pateikti, reikalingus kompetentingai priežiūros institucijai vykdant Duomenų valdytojo patikrinimą;</w:t>
      </w:r>
    </w:p>
    <w:p w14:paraId="134CF4C5" w14:textId="77777777" w:rsidR="00E9697F" w:rsidRPr="00804087" w:rsidRDefault="00E9697F" w:rsidP="001129AC">
      <w:pPr>
        <w:pStyle w:val="Pagrindinistekstas"/>
        <w:widowControl w:val="0"/>
        <w:numPr>
          <w:ilvl w:val="2"/>
          <w:numId w:val="24"/>
        </w:numPr>
        <w:shd w:val="clear" w:color="auto" w:fill="FFFFFF"/>
        <w:tabs>
          <w:tab w:val="left" w:pos="629"/>
          <w:tab w:val="left" w:pos="851"/>
          <w:tab w:val="left" w:pos="993"/>
          <w:tab w:val="left" w:pos="1418"/>
        </w:tabs>
        <w:autoSpaceDE w:val="0"/>
        <w:autoSpaceDN w:val="0"/>
        <w:adjustRightInd w:val="0"/>
        <w:spacing w:after="0" w:line="240" w:lineRule="auto"/>
        <w:ind w:left="0" w:firstLine="567"/>
        <w:rPr>
          <w:rFonts w:ascii="Times New Roman" w:hAnsi="Times New Roman"/>
          <w:color w:val="000000"/>
          <w:spacing w:val="-1"/>
          <w:sz w:val="24"/>
          <w:szCs w:val="24"/>
        </w:rPr>
      </w:pPr>
      <w:r w:rsidRPr="00804087">
        <w:rPr>
          <w:rFonts w:ascii="Times New Roman" w:hAnsi="Times New Roman"/>
          <w:sz w:val="24"/>
          <w:szCs w:val="24"/>
        </w:rPr>
        <w:t xml:space="preserve">Duomenų tvarkytojas gavęs bet kokį valstybinės valdžios institucijos paklausimą, prašymą ar reikalavimą, susijusį su Domenų valdytojo tvarkomais asmens duomenimis, ar kitais </w:t>
      </w:r>
      <w:r w:rsidRPr="00804087">
        <w:rPr>
          <w:rFonts w:ascii="Times New Roman" w:hAnsi="Times New Roman"/>
          <w:sz w:val="24"/>
          <w:szCs w:val="24"/>
        </w:rPr>
        <w:lastRenderedPageBreak/>
        <w:t>pagal šį Susitarimą susijusiais</w:t>
      </w:r>
      <w:r w:rsidRPr="00804087">
        <w:rPr>
          <w:rFonts w:ascii="Times New Roman" w:hAnsi="Times New Roman"/>
          <w:color w:val="000000"/>
          <w:spacing w:val="7"/>
          <w:sz w:val="24"/>
          <w:szCs w:val="24"/>
        </w:rPr>
        <w:t xml:space="preserve"> su Duomenų tvarkytojo veiksmais</w:t>
      </w:r>
      <w:r w:rsidRPr="00804087">
        <w:rPr>
          <w:rFonts w:ascii="Times New Roman" w:hAnsi="Times New Roman"/>
          <w:color w:val="000000"/>
          <w:sz w:val="24"/>
          <w:szCs w:val="24"/>
        </w:rPr>
        <w:t>, privalo apie tai nedelsiant</w:t>
      </w:r>
      <w:r w:rsidRPr="00804087">
        <w:rPr>
          <w:rFonts w:ascii="Times New Roman" w:hAnsi="Times New Roman"/>
          <w:sz w:val="24"/>
          <w:szCs w:val="24"/>
        </w:rPr>
        <w:t>, bet ne vėliau nei per 1 darbo dieną</w:t>
      </w:r>
      <w:r w:rsidRPr="00804087">
        <w:rPr>
          <w:rFonts w:ascii="Times New Roman" w:hAnsi="Times New Roman"/>
          <w:color w:val="000000"/>
          <w:sz w:val="24"/>
          <w:szCs w:val="24"/>
        </w:rPr>
        <w:t xml:space="preserve"> informuoti Duomenų valdytoją raštu,</w:t>
      </w:r>
      <w:r w:rsidRPr="00804087">
        <w:rPr>
          <w:rFonts w:ascii="Times New Roman" w:hAnsi="Times New Roman"/>
          <w:sz w:val="24"/>
          <w:szCs w:val="24"/>
        </w:rPr>
        <w:t xml:space="preserve"> nebent kitaip būtų nurodyta pačiame institucijos rašte ir Lietuvos Respublikos teisės aktais įtvirtintų Duomenų tvarkytojui teisę uždrausti teikti informaciją apie tokį jos paklausimą, prašymą ar reikalavimą Duomenų valdytojui;</w:t>
      </w:r>
    </w:p>
    <w:p w14:paraId="0A56D94D" w14:textId="77777777" w:rsidR="00E9697F" w:rsidRPr="00804087" w:rsidRDefault="00E9697F" w:rsidP="001129AC">
      <w:pPr>
        <w:pStyle w:val="Sraopastraipa"/>
        <w:widowControl w:val="0"/>
        <w:numPr>
          <w:ilvl w:val="2"/>
          <w:numId w:val="24"/>
        </w:numPr>
        <w:shd w:val="clear" w:color="auto" w:fill="FFFFFF"/>
        <w:tabs>
          <w:tab w:val="left" w:pos="851"/>
          <w:tab w:val="left" w:pos="1134"/>
          <w:tab w:val="left" w:pos="1560"/>
        </w:tabs>
        <w:autoSpaceDE w:val="0"/>
        <w:autoSpaceDN w:val="0"/>
        <w:adjustRightInd w:val="0"/>
        <w:spacing w:after="0" w:line="240" w:lineRule="auto"/>
        <w:ind w:left="0" w:firstLine="567"/>
        <w:rPr>
          <w:szCs w:val="24"/>
        </w:rPr>
      </w:pPr>
      <w:r w:rsidRPr="00804087">
        <w:rPr>
          <w:szCs w:val="24"/>
        </w:rPr>
        <w:t>informaciniame pranešime apie asmens duomenų saugumo pažeidimą, be Susitarimo 30  punkte nurodytos informacijos, turi būti pateikta ši informacija:</w:t>
      </w:r>
    </w:p>
    <w:p w14:paraId="40DB0722" w14:textId="77777777" w:rsidR="00E9697F" w:rsidRPr="00804087" w:rsidRDefault="00E9697F" w:rsidP="001129AC">
      <w:pPr>
        <w:numPr>
          <w:ilvl w:val="3"/>
          <w:numId w:val="24"/>
        </w:numPr>
        <w:tabs>
          <w:tab w:val="left" w:pos="1134"/>
          <w:tab w:val="left" w:pos="1560"/>
        </w:tabs>
        <w:spacing w:after="0" w:line="240" w:lineRule="auto"/>
        <w:ind w:left="0" w:firstLine="567"/>
        <w:rPr>
          <w:szCs w:val="24"/>
        </w:rPr>
      </w:pPr>
      <w:r w:rsidRPr="00804087">
        <w:rPr>
          <w:szCs w:val="24"/>
        </w:rPr>
        <w:t>asmens duomenų saugumo pažeidimo apibūdinimas:</w:t>
      </w:r>
    </w:p>
    <w:p w14:paraId="2DAD8AFB" w14:textId="77777777" w:rsidR="00E9697F" w:rsidRPr="00804087" w:rsidRDefault="00E9697F" w:rsidP="001129AC">
      <w:pPr>
        <w:numPr>
          <w:ilvl w:val="4"/>
          <w:numId w:val="24"/>
        </w:numPr>
        <w:tabs>
          <w:tab w:val="left" w:pos="1134"/>
          <w:tab w:val="left" w:pos="1418"/>
          <w:tab w:val="left" w:pos="1560"/>
        </w:tabs>
        <w:spacing w:after="0" w:line="240" w:lineRule="auto"/>
        <w:ind w:left="0" w:firstLine="567"/>
        <w:rPr>
          <w:szCs w:val="24"/>
        </w:rPr>
      </w:pPr>
      <w:r w:rsidRPr="00804087">
        <w:rPr>
          <w:szCs w:val="24"/>
        </w:rPr>
        <w:t>asmens duomenų saugumo pažeidimo data, laikas ir vieta;</w:t>
      </w:r>
    </w:p>
    <w:p w14:paraId="75B97AAC" w14:textId="77777777" w:rsidR="00E9697F" w:rsidRPr="00804087" w:rsidRDefault="00E9697F" w:rsidP="001129AC">
      <w:pPr>
        <w:numPr>
          <w:ilvl w:val="4"/>
          <w:numId w:val="24"/>
        </w:numPr>
        <w:tabs>
          <w:tab w:val="left" w:pos="1134"/>
          <w:tab w:val="left" w:pos="1418"/>
          <w:tab w:val="left" w:pos="1560"/>
        </w:tabs>
        <w:spacing w:after="0" w:line="240" w:lineRule="auto"/>
        <w:ind w:left="0" w:firstLine="567"/>
        <w:rPr>
          <w:szCs w:val="24"/>
        </w:rPr>
      </w:pPr>
      <w:r w:rsidRPr="00804087">
        <w:rPr>
          <w:szCs w:val="24"/>
        </w:rPr>
        <w:t>asmens duomenų saugumo pažeidimo nustatymo data ir laikas.</w:t>
      </w:r>
    </w:p>
    <w:p w14:paraId="67A4213A" w14:textId="77777777" w:rsidR="00E9697F" w:rsidRPr="00804087" w:rsidRDefault="00E9697F" w:rsidP="001129AC">
      <w:pPr>
        <w:pStyle w:val="Sraopastraipa"/>
        <w:widowControl w:val="0"/>
        <w:numPr>
          <w:ilvl w:val="3"/>
          <w:numId w:val="24"/>
        </w:numPr>
        <w:tabs>
          <w:tab w:val="left" w:pos="851"/>
          <w:tab w:val="left" w:pos="1134"/>
          <w:tab w:val="left" w:pos="1560"/>
        </w:tabs>
        <w:autoSpaceDE w:val="0"/>
        <w:autoSpaceDN w:val="0"/>
        <w:adjustRightInd w:val="0"/>
        <w:spacing w:after="0" w:line="240" w:lineRule="auto"/>
        <w:ind w:left="0" w:firstLine="567"/>
        <w:rPr>
          <w:szCs w:val="24"/>
        </w:rPr>
      </w:pPr>
      <w:r w:rsidRPr="00804087">
        <w:rPr>
          <w:szCs w:val="24"/>
        </w:rPr>
        <w:t>asmens duomenų saugumo pažeidimo aplinkybės (asmens duomenų konfidencialumo praradimas (neautorizuota prieiga ar atskleidimas), asmens duomenų vientisumo praradimas (neautorizuotas asmens duomenų pakeitimas), asmens duomenų prieinamumo praradimas (asmens duomenų praradimas, sunaikinimas)), nurodyta kontaktinio asmens, galinčio suteikti daugiau informacijos, vardas, pavardė ir kontaktiniai duomenys;</w:t>
      </w:r>
    </w:p>
    <w:p w14:paraId="1E9B9AF2" w14:textId="77777777" w:rsidR="00E9697F" w:rsidRPr="00804087" w:rsidRDefault="00E9697F" w:rsidP="001129AC">
      <w:pPr>
        <w:pStyle w:val="Sraopastraipa"/>
        <w:widowControl w:val="0"/>
        <w:numPr>
          <w:ilvl w:val="3"/>
          <w:numId w:val="24"/>
        </w:numPr>
        <w:shd w:val="clear" w:color="auto" w:fill="FFFFFF"/>
        <w:tabs>
          <w:tab w:val="left" w:pos="629"/>
          <w:tab w:val="left" w:pos="851"/>
          <w:tab w:val="left" w:pos="993"/>
        </w:tabs>
        <w:autoSpaceDE w:val="0"/>
        <w:autoSpaceDN w:val="0"/>
        <w:adjustRightInd w:val="0"/>
        <w:spacing w:after="0" w:line="240" w:lineRule="auto"/>
        <w:ind w:left="0" w:firstLine="567"/>
        <w:rPr>
          <w:szCs w:val="24"/>
        </w:rPr>
      </w:pPr>
      <w:r w:rsidRPr="00804087">
        <w:rPr>
          <w:szCs w:val="24"/>
        </w:rPr>
        <w:t>aprašytos priemonės, kurių ėmėsi arba pasiūlė imtis Duomenų tvarkytojas, kad būtų pašalintas asmens duomenų saugumo pažeidimas, įskaitant, kai tinkama, priemones galimoms neigiamoms jo pasekmėms sumažinti. Jeigu informacijos neįmanoma pateikti tuo pačiu metu, informacija toliau nedelsiant gali būti teikiama etapais;</w:t>
      </w:r>
    </w:p>
    <w:p w14:paraId="5293E677" w14:textId="77777777" w:rsidR="00E9697F" w:rsidRPr="00804087" w:rsidRDefault="00E9697F" w:rsidP="001129AC">
      <w:pPr>
        <w:numPr>
          <w:ilvl w:val="2"/>
          <w:numId w:val="24"/>
        </w:numPr>
        <w:tabs>
          <w:tab w:val="left" w:pos="1276"/>
        </w:tabs>
        <w:spacing w:after="0" w:line="240" w:lineRule="auto"/>
        <w:ind w:left="142" w:firstLine="425"/>
        <w:rPr>
          <w:color w:val="000000"/>
          <w:spacing w:val="-1"/>
          <w:szCs w:val="24"/>
        </w:rPr>
      </w:pPr>
      <w:r w:rsidRPr="00804087">
        <w:rPr>
          <w:szCs w:val="24"/>
        </w:rPr>
        <w:t>pranešimo vėlavimo priežastys, jeigu apie asmens duomenų saugumo pažeidimą pranešama vėliau nei per 24 valandas nuo tada, kai Duomenų tvarkytojas sužinojo apie asmens duomenų saugumo pažeidimą.</w:t>
      </w:r>
    </w:p>
    <w:p w14:paraId="0EFD580C" w14:textId="77777777" w:rsidR="00E9697F" w:rsidRPr="00804087" w:rsidRDefault="00E9697F" w:rsidP="001129AC">
      <w:pPr>
        <w:pStyle w:val="Sraopastraipa"/>
        <w:numPr>
          <w:ilvl w:val="1"/>
          <w:numId w:val="24"/>
        </w:numPr>
        <w:tabs>
          <w:tab w:val="left" w:pos="426"/>
          <w:tab w:val="left" w:pos="993"/>
        </w:tabs>
        <w:spacing w:after="0" w:line="240" w:lineRule="auto"/>
        <w:ind w:left="0" w:firstLine="567"/>
        <w:rPr>
          <w:szCs w:val="24"/>
        </w:rPr>
      </w:pPr>
      <w:r w:rsidRPr="00804087">
        <w:rPr>
          <w:szCs w:val="24"/>
        </w:rPr>
        <w:t>Duomenų tvarkytojas nėra įpareigojamas atlikti jokių kitų veiksmų, padedant Duomenų valdytojui įgyvendinti pareigą užtikrinti tinkamų organizacinių ir techninių asmens duomenų saugumo priemonių įgyvendinimą, išskyrus operatyvų ir kompetentingą informacijos pateikimą pagal konkrečius Duomenų valdytojo žodinius ar rašytinius prašymus.</w:t>
      </w:r>
    </w:p>
    <w:p w14:paraId="28277EA8" w14:textId="77777777" w:rsidR="00E9697F" w:rsidRPr="00804087" w:rsidRDefault="00E9697F" w:rsidP="001129AC">
      <w:pPr>
        <w:pStyle w:val="Sraopastraipa"/>
        <w:numPr>
          <w:ilvl w:val="1"/>
          <w:numId w:val="24"/>
        </w:numPr>
        <w:tabs>
          <w:tab w:val="left" w:pos="426"/>
          <w:tab w:val="left" w:pos="993"/>
        </w:tabs>
        <w:spacing w:after="0" w:line="240" w:lineRule="auto"/>
        <w:ind w:left="0" w:firstLine="567"/>
        <w:rPr>
          <w:szCs w:val="24"/>
        </w:rPr>
      </w:pPr>
      <w:r w:rsidRPr="00804087">
        <w:rPr>
          <w:szCs w:val="24"/>
        </w:rPr>
        <w:t>Duomenų tvarkytojas dėl pagalbos Duomenų valdytojui įgyvendinti pareigą atlikti poveikio duomenų apsaugai vertinimą ir išankstines konsultacijas pagal Reglamento (ES) 2016/679 35-36 straipsnius, nėra įpareigojamas atlikti jokių kitų veiksmų, išskyrus operatyvų ir kompetentingą informacijos pateikimą pagal konkrečius Duomenų valdytojo žodinius ar rašytinius prašymus.</w:t>
      </w:r>
    </w:p>
    <w:p w14:paraId="0E32B2A6" w14:textId="77777777" w:rsidR="00E9697F" w:rsidRPr="00804087" w:rsidRDefault="00E9697F" w:rsidP="00E9697F">
      <w:pPr>
        <w:tabs>
          <w:tab w:val="left" w:pos="993"/>
        </w:tabs>
        <w:ind w:firstLine="567"/>
        <w:rPr>
          <w:szCs w:val="24"/>
        </w:rPr>
      </w:pPr>
    </w:p>
    <w:p w14:paraId="49FC45F3" w14:textId="77777777" w:rsidR="00E9697F" w:rsidRPr="00804087" w:rsidRDefault="00E9697F" w:rsidP="001129AC">
      <w:pPr>
        <w:pStyle w:val="Sraopastraipa"/>
        <w:numPr>
          <w:ilvl w:val="0"/>
          <w:numId w:val="23"/>
        </w:numPr>
        <w:tabs>
          <w:tab w:val="left" w:pos="426"/>
          <w:tab w:val="left" w:pos="993"/>
        </w:tabs>
        <w:spacing w:after="0" w:line="240" w:lineRule="auto"/>
        <w:ind w:left="0" w:firstLine="567"/>
        <w:rPr>
          <w:b/>
          <w:szCs w:val="24"/>
        </w:rPr>
      </w:pPr>
      <w:r w:rsidRPr="00804087">
        <w:rPr>
          <w:b/>
          <w:szCs w:val="24"/>
        </w:rPr>
        <w:t>Duomenų saugojimo laikotarpis/duomenų trynimo procedūros</w:t>
      </w:r>
    </w:p>
    <w:p w14:paraId="6E14453B" w14:textId="77777777" w:rsidR="00E9697F" w:rsidRPr="00804087" w:rsidRDefault="00E9697F" w:rsidP="00E9697F">
      <w:pPr>
        <w:tabs>
          <w:tab w:val="left" w:pos="426"/>
          <w:tab w:val="left" w:pos="993"/>
        </w:tabs>
        <w:ind w:firstLine="567"/>
        <w:rPr>
          <w:b/>
          <w:szCs w:val="24"/>
        </w:rPr>
      </w:pPr>
    </w:p>
    <w:p w14:paraId="1AB0CCFD" w14:textId="77777777" w:rsidR="00E9697F" w:rsidRPr="00804087" w:rsidRDefault="00E9697F" w:rsidP="001129AC">
      <w:pPr>
        <w:pStyle w:val="Sraopastraipa"/>
        <w:numPr>
          <w:ilvl w:val="1"/>
          <w:numId w:val="23"/>
        </w:numPr>
        <w:tabs>
          <w:tab w:val="left" w:pos="426"/>
          <w:tab w:val="left" w:pos="993"/>
          <w:tab w:val="left" w:pos="1134"/>
          <w:tab w:val="left" w:pos="1418"/>
        </w:tabs>
        <w:spacing w:after="0" w:line="240" w:lineRule="auto"/>
        <w:ind w:left="0" w:firstLine="567"/>
        <w:rPr>
          <w:szCs w:val="24"/>
        </w:rPr>
      </w:pPr>
      <w:bookmarkStart w:id="86" w:name="_Hlk54258561"/>
      <w:bookmarkStart w:id="87" w:name="_Hlk53067359"/>
      <w:r w:rsidRPr="00804087">
        <w:rPr>
          <w:szCs w:val="24"/>
        </w:rPr>
        <w:t xml:space="preserve">Sutarties vykdymui gautus HDR duomenis Duomenų tvarkytojas saugo </w:t>
      </w:r>
      <w:bookmarkEnd w:id="86"/>
      <w:bookmarkEnd w:id="87"/>
      <w:r w:rsidRPr="00804087">
        <w:rPr>
          <w:szCs w:val="24"/>
        </w:rPr>
        <w:t>tik Sutarties galiojimo laikotarpiu.</w:t>
      </w:r>
    </w:p>
    <w:p w14:paraId="0BB4D6C3" w14:textId="77777777" w:rsidR="00E9697F" w:rsidRPr="00804087" w:rsidRDefault="00E9697F" w:rsidP="001129AC">
      <w:pPr>
        <w:pStyle w:val="Sraopastraipa"/>
        <w:numPr>
          <w:ilvl w:val="1"/>
          <w:numId w:val="23"/>
        </w:numPr>
        <w:tabs>
          <w:tab w:val="left" w:pos="426"/>
          <w:tab w:val="left" w:pos="993"/>
          <w:tab w:val="left" w:pos="1134"/>
          <w:tab w:val="left" w:pos="1418"/>
        </w:tabs>
        <w:spacing w:after="0" w:line="240" w:lineRule="auto"/>
        <w:ind w:left="0" w:firstLine="567"/>
        <w:rPr>
          <w:szCs w:val="24"/>
        </w:rPr>
      </w:pPr>
      <w:r w:rsidRPr="00804087">
        <w:rPr>
          <w:szCs w:val="24"/>
        </w:rPr>
        <w:t>Pasibaigus Sutarties galiojimo laikotarpiui, Duomenų tvarkytojas ištrina asmens duomenis,</w:t>
      </w:r>
      <w:r w:rsidRPr="00804087">
        <w:rPr>
          <w:bCs/>
          <w:color w:val="FFFFFF" w:themeColor="background1"/>
          <w:szCs w:val="24"/>
        </w:rPr>
        <w:t xml:space="preserve"> </w:t>
      </w:r>
      <w:r w:rsidRPr="00804087">
        <w:rPr>
          <w:bCs/>
          <w:szCs w:val="24"/>
        </w:rPr>
        <w:t>naudodamas tam skirtą programinę įrangą, kuri palaiko patikimus duomenų naikinimo algoritmus. Nešiojamosios duomenų laikmenos naikinamos tam skirtais smulkintuvais</w:t>
      </w:r>
      <w:r w:rsidRPr="00804087">
        <w:rPr>
          <w:szCs w:val="24"/>
        </w:rPr>
        <w:t>. Originalius Duomenų valdytojo Duomenų tvarkytojui perduotus dokumentus, jei tokie buvo perduoti, ar iš kitų šaltinių Duomenų valdytojo vardu gautus dokumentų originalus ir (arba) jų kopijas, jei buvo gauti Susitarimo vykdymo metu grąžina, Duomenų valdytojui, o dokumentų kopijas ištrina ir patvirtina tai raštu, išskyrus atvejus, kai asmens duomenis saugoti įpareigoja teisės aktai. Duomenų tvarkytojas taip pat privalo informuoti Duomenų valdytoją apie tai, kokie asmens duomenys ar jų kopijos nėra ištrinami bei kokie teisės aktai tai reglamentuoja.</w:t>
      </w:r>
    </w:p>
    <w:p w14:paraId="339FA9F1" w14:textId="77777777" w:rsidR="00E9697F" w:rsidRPr="00804087" w:rsidRDefault="00E9697F" w:rsidP="00E9697F">
      <w:pPr>
        <w:tabs>
          <w:tab w:val="left" w:pos="993"/>
        </w:tabs>
        <w:ind w:firstLine="567"/>
        <w:rPr>
          <w:szCs w:val="24"/>
        </w:rPr>
      </w:pPr>
    </w:p>
    <w:p w14:paraId="0F4757BF" w14:textId="77777777" w:rsidR="00E9697F" w:rsidRPr="00804087" w:rsidRDefault="00E9697F" w:rsidP="001129AC">
      <w:pPr>
        <w:pStyle w:val="Sraopastraipa"/>
        <w:numPr>
          <w:ilvl w:val="0"/>
          <w:numId w:val="23"/>
        </w:numPr>
        <w:tabs>
          <w:tab w:val="left" w:pos="284"/>
          <w:tab w:val="left" w:pos="993"/>
        </w:tabs>
        <w:spacing w:after="0" w:line="240" w:lineRule="auto"/>
        <w:ind w:left="0" w:firstLine="567"/>
        <w:rPr>
          <w:b/>
          <w:szCs w:val="24"/>
        </w:rPr>
      </w:pPr>
      <w:r w:rsidRPr="00804087">
        <w:rPr>
          <w:b/>
          <w:szCs w:val="24"/>
        </w:rPr>
        <w:t>Duomenų tvarkymo vieta</w:t>
      </w:r>
    </w:p>
    <w:p w14:paraId="3EFE0205" w14:textId="77777777" w:rsidR="00E9697F" w:rsidRPr="00804087" w:rsidRDefault="00E9697F" w:rsidP="00E9697F">
      <w:pPr>
        <w:tabs>
          <w:tab w:val="left" w:pos="284"/>
          <w:tab w:val="left" w:pos="993"/>
        </w:tabs>
        <w:ind w:firstLine="567"/>
        <w:rPr>
          <w:szCs w:val="24"/>
        </w:rPr>
      </w:pPr>
    </w:p>
    <w:p w14:paraId="31A0462B" w14:textId="77777777" w:rsidR="00E9697F" w:rsidRPr="00804087" w:rsidRDefault="00E9697F" w:rsidP="00E9697F">
      <w:pPr>
        <w:tabs>
          <w:tab w:val="left" w:pos="993"/>
        </w:tabs>
        <w:ind w:firstLine="567"/>
        <w:rPr>
          <w:i/>
          <w:iCs/>
          <w:szCs w:val="24"/>
        </w:rPr>
      </w:pPr>
      <w:r w:rsidRPr="00804087">
        <w:rPr>
          <w:iCs/>
          <w:szCs w:val="24"/>
        </w:rPr>
        <w:t>(</w:t>
      </w:r>
      <w:r w:rsidRPr="00804087">
        <w:rPr>
          <w:i/>
          <w:iCs/>
          <w:szCs w:val="24"/>
        </w:rPr>
        <w:t>Nurodomas Duomenų tvarkytojo arba pagalbinio duomenų tvarkytojo adresas].</w:t>
      </w:r>
    </w:p>
    <w:p w14:paraId="6CB0BCFB" w14:textId="77777777" w:rsidR="00E9697F" w:rsidRPr="00804087" w:rsidRDefault="00E9697F" w:rsidP="00E9697F">
      <w:pPr>
        <w:tabs>
          <w:tab w:val="left" w:pos="993"/>
        </w:tabs>
        <w:ind w:firstLine="567"/>
        <w:rPr>
          <w:iCs/>
          <w:szCs w:val="24"/>
        </w:rPr>
      </w:pPr>
    </w:p>
    <w:p w14:paraId="534ECF76" w14:textId="77777777" w:rsidR="00E9697F" w:rsidRPr="00804087" w:rsidRDefault="00E9697F" w:rsidP="001129AC">
      <w:pPr>
        <w:pStyle w:val="Sraopastraipa"/>
        <w:numPr>
          <w:ilvl w:val="0"/>
          <w:numId w:val="23"/>
        </w:numPr>
        <w:tabs>
          <w:tab w:val="left" w:pos="284"/>
          <w:tab w:val="left" w:pos="993"/>
        </w:tabs>
        <w:spacing w:after="0" w:line="240" w:lineRule="auto"/>
        <w:ind w:left="0" w:firstLine="567"/>
        <w:rPr>
          <w:b/>
          <w:szCs w:val="24"/>
        </w:rPr>
      </w:pPr>
      <w:r w:rsidRPr="00804087">
        <w:rPr>
          <w:b/>
          <w:szCs w:val="24"/>
        </w:rPr>
        <w:t xml:space="preserve">Nurodymai dėl asmens duomenų perdavimo į trečiąją valstybę ar tarptautinėms organizacijoms </w:t>
      </w:r>
    </w:p>
    <w:p w14:paraId="1179B976" w14:textId="77777777" w:rsidR="00E9697F" w:rsidRPr="00804087" w:rsidRDefault="00E9697F" w:rsidP="00E9697F">
      <w:pPr>
        <w:tabs>
          <w:tab w:val="left" w:pos="993"/>
        </w:tabs>
        <w:ind w:firstLine="567"/>
        <w:rPr>
          <w:b/>
          <w:szCs w:val="24"/>
        </w:rPr>
      </w:pPr>
    </w:p>
    <w:p w14:paraId="05CCA44F" w14:textId="77777777" w:rsidR="00E9697F" w:rsidRPr="00804087" w:rsidRDefault="00E9697F" w:rsidP="001129AC">
      <w:pPr>
        <w:pStyle w:val="Sraopastraipa"/>
        <w:numPr>
          <w:ilvl w:val="1"/>
          <w:numId w:val="23"/>
        </w:numPr>
        <w:tabs>
          <w:tab w:val="left" w:pos="426"/>
          <w:tab w:val="left" w:pos="993"/>
        </w:tabs>
        <w:spacing w:after="0" w:line="240" w:lineRule="auto"/>
        <w:ind w:left="0" w:firstLine="567"/>
        <w:rPr>
          <w:szCs w:val="24"/>
        </w:rPr>
      </w:pPr>
      <w:r w:rsidRPr="00804087">
        <w:rPr>
          <w:szCs w:val="24"/>
        </w:rPr>
        <w:lastRenderedPageBreak/>
        <w:t>Duomenų tvarkytojui nurodoma neperduoti Duomenų valdytojo asmens duomenų į ne Europos Sąjungos ir Europos ekonominės erdvės valstybes arba tarptautinėms organizacijoms.</w:t>
      </w:r>
    </w:p>
    <w:p w14:paraId="16C82645" w14:textId="77777777" w:rsidR="00E9697F" w:rsidRPr="00804087" w:rsidRDefault="00E9697F" w:rsidP="00E9697F">
      <w:pPr>
        <w:tabs>
          <w:tab w:val="left" w:pos="993"/>
        </w:tabs>
        <w:ind w:firstLine="567"/>
        <w:rPr>
          <w:szCs w:val="24"/>
        </w:rPr>
      </w:pPr>
    </w:p>
    <w:p w14:paraId="1770E80E" w14:textId="77777777" w:rsidR="00E9697F" w:rsidRPr="00804087" w:rsidRDefault="00E9697F" w:rsidP="001129AC">
      <w:pPr>
        <w:pStyle w:val="Sraopastraipa"/>
        <w:numPr>
          <w:ilvl w:val="0"/>
          <w:numId w:val="23"/>
        </w:numPr>
        <w:tabs>
          <w:tab w:val="left" w:pos="426"/>
          <w:tab w:val="left" w:pos="993"/>
        </w:tabs>
        <w:spacing w:after="0" w:line="240" w:lineRule="auto"/>
        <w:ind w:left="0" w:firstLine="567"/>
        <w:rPr>
          <w:b/>
          <w:szCs w:val="24"/>
        </w:rPr>
      </w:pPr>
      <w:r w:rsidRPr="00804087">
        <w:rPr>
          <w:b/>
          <w:szCs w:val="24"/>
        </w:rPr>
        <w:t>Procedūros, skirtos Duomenų valdytojo atliekamiems Duomenų tvarkytojo asmens duomenų tvarkymo auditams, įskaitant patikrinimams</w:t>
      </w:r>
      <w:r w:rsidRPr="00804087">
        <w:rPr>
          <w:b/>
        </w:rPr>
        <w:t xml:space="preserve"> </w:t>
      </w:r>
      <w:r w:rsidRPr="00804087">
        <w:rPr>
          <w:b/>
          <w:szCs w:val="24"/>
        </w:rPr>
        <w:t>vietoje</w:t>
      </w:r>
    </w:p>
    <w:p w14:paraId="61832365" w14:textId="77777777" w:rsidR="00E9697F" w:rsidRPr="00804087" w:rsidRDefault="00E9697F" w:rsidP="00E9697F">
      <w:pPr>
        <w:tabs>
          <w:tab w:val="left" w:pos="426"/>
          <w:tab w:val="left" w:pos="993"/>
        </w:tabs>
        <w:ind w:firstLine="567"/>
        <w:rPr>
          <w:b/>
          <w:szCs w:val="24"/>
        </w:rPr>
      </w:pPr>
    </w:p>
    <w:p w14:paraId="7EF1D060" w14:textId="77777777" w:rsidR="00E9697F" w:rsidRPr="00804087" w:rsidRDefault="00E9697F" w:rsidP="001129AC">
      <w:pPr>
        <w:pStyle w:val="Sraopastraipa"/>
        <w:numPr>
          <w:ilvl w:val="1"/>
          <w:numId w:val="23"/>
        </w:numPr>
        <w:tabs>
          <w:tab w:val="left" w:pos="426"/>
          <w:tab w:val="left" w:pos="993"/>
          <w:tab w:val="left" w:pos="1134"/>
        </w:tabs>
        <w:autoSpaceDN w:val="0"/>
        <w:spacing w:after="0" w:line="240" w:lineRule="auto"/>
        <w:ind w:left="0" w:firstLine="567"/>
        <w:rPr>
          <w:szCs w:val="24"/>
        </w:rPr>
      </w:pPr>
      <w:r w:rsidRPr="00804087">
        <w:rPr>
          <w:szCs w:val="24"/>
        </w:rPr>
        <w:t xml:space="preserve">Duomenų valdytojas </w:t>
      </w:r>
      <w:r w:rsidRPr="00804087">
        <w:rPr>
          <w:szCs w:val="24"/>
          <w:lang w:eastAsia="lt-LT"/>
        </w:rPr>
        <w:t xml:space="preserve">savo nuožiūra, ypač jei jis turi informacijos ar pagrįstų įtarimų, kad Duomenų tvarkytojas galimai netinkamai tvarko Duomenų valdytojo asmens duomenis, gali nuspręsti pats arba pasitelkdamas nepriklausomą auditorių </w:t>
      </w:r>
      <w:r w:rsidRPr="00804087">
        <w:rPr>
          <w:szCs w:val="24"/>
        </w:rPr>
        <w:t xml:space="preserve">fiziškai patikrinti tas vietas, kuriose Duomenų tvarkytojas tvarko asmens duomenis, įskaitant fizines priemones, taip pat sistemas, naudojamas ir susijusias su duomenų apdorojimu, siekiant įsitikinti, ar Duomenų tvarkytojas laikosi </w:t>
      </w:r>
      <w:r w:rsidRPr="00804087">
        <w:rPr>
          <w:color w:val="000000"/>
          <w:szCs w:val="24"/>
        </w:rPr>
        <w:t>Reglamento (ES) 2016/679</w:t>
      </w:r>
      <w:r w:rsidRPr="00804087">
        <w:rPr>
          <w:szCs w:val="24"/>
        </w:rPr>
        <w:t xml:space="preserve">, galiojančių Europos Sąjungos ar Lietuvos Respublikos asmens duomenų apsaugos nuostatų ir Susitarimo arba Duomenų tvarkytojas savo lėšomis gali gauti auditoriaus audito arba patikrinimo ataskaitą apie tai, kaip Duomenų tvarkytojas laikosi </w:t>
      </w:r>
      <w:r w:rsidRPr="00804087">
        <w:rPr>
          <w:color w:val="000000"/>
          <w:szCs w:val="24"/>
        </w:rPr>
        <w:t xml:space="preserve">Reglamento (ES) 2016/679 </w:t>
      </w:r>
      <w:r w:rsidRPr="00804087">
        <w:rPr>
          <w:szCs w:val="24"/>
        </w:rPr>
        <w:t>reikalavimų, galiojančių Europos Sąjungos ar Lietuvos Respublikos asmens duomenų apsaugos nuostatų ir Susitarimo.</w:t>
      </w:r>
    </w:p>
    <w:p w14:paraId="1DD3E84A" w14:textId="77777777" w:rsidR="00E9697F" w:rsidRPr="00804087" w:rsidRDefault="00E9697F" w:rsidP="00E9697F">
      <w:pPr>
        <w:tabs>
          <w:tab w:val="left" w:pos="993"/>
        </w:tabs>
        <w:ind w:firstLine="567"/>
        <w:rPr>
          <w:szCs w:val="24"/>
        </w:rPr>
      </w:pPr>
    </w:p>
    <w:p w14:paraId="65832AA2" w14:textId="77777777" w:rsidR="00E9697F" w:rsidRPr="00804087" w:rsidRDefault="00E9697F" w:rsidP="001129AC">
      <w:pPr>
        <w:pStyle w:val="Sraopastraipa"/>
        <w:numPr>
          <w:ilvl w:val="0"/>
          <w:numId w:val="23"/>
        </w:numPr>
        <w:tabs>
          <w:tab w:val="left" w:pos="426"/>
          <w:tab w:val="left" w:pos="993"/>
        </w:tabs>
        <w:spacing w:after="0" w:line="240" w:lineRule="auto"/>
        <w:ind w:left="0" w:firstLine="567"/>
        <w:rPr>
          <w:b/>
          <w:szCs w:val="24"/>
        </w:rPr>
      </w:pPr>
      <w:r w:rsidRPr="00804087">
        <w:rPr>
          <w:b/>
          <w:szCs w:val="24"/>
        </w:rPr>
        <w:t>Procedūros, skirtos pagalbinių Duomenų tvarkytojų atliekamų asmens duomenų tvarkymo auditams, įskaitant patikrinimams vietoje</w:t>
      </w:r>
    </w:p>
    <w:p w14:paraId="74077B30" w14:textId="77777777" w:rsidR="00E9697F" w:rsidRPr="00804087" w:rsidRDefault="00E9697F" w:rsidP="00E9697F">
      <w:pPr>
        <w:tabs>
          <w:tab w:val="left" w:pos="426"/>
          <w:tab w:val="left" w:pos="993"/>
        </w:tabs>
        <w:ind w:firstLine="567"/>
        <w:rPr>
          <w:b/>
          <w:szCs w:val="24"/>
        </w:rPr>
      </w:pPr>
    </w:p>
    <w:p w14:paraId="5E0DE7AE" w14:textId="77777777" w:rsidR="00E9697F" w:rsidRPr="00804087" w:rsidRDefault="00E9697F" w:rsidP="001129AC">
      <w:pPr>
        <w:pStyle w:val="Sraopastraipa"/>
        <w:numPr>
          <w:ilvl w:val="1"/>
          <w:numId w:val="23"/>
        </w:numPr>
        <w:tabs>
          <w:tab w:val="left" w:pos="426"/>
          <w:tab w:val="left" w:pos="993"/>
        </w:tabs>
        <w:spacing w:after="0" w:line="240" w:lineRule="auto"/>
        <w:ind w:left="0" w:firstLine="567"/>
        <w:rPr>
          <w:szCs w:val="24"/>
        </w:rPr>
      </w:pPr>
      <w:r w:rsidRPr="00804087">
        <w:rPr>
          <w:szCs w:val="24"/>
        </w:rPr>
        <w:t xml:space="preserve">Duomenų tvarkytojas arba Duomenų tvarkytojo atstovas </w:t>
      </w:r>
      <w:r w:rsidRPr="00804087">
        <w:rPr>
          <w:szCs w:val="24"/>
          <w:lang w:eastAsia="lt-LT"/>
        </w:rPr>
        <w:t xml:space="preserve">savo nuožiūra arba Duomenų valdytojo prašymu gali nuspręsti pats arba pasitelkdamas nepriklausomą auditorių </w:t>
      </w:r>
      <w:r w:rsidRPr="00804087">
        <w:rPr>
          <w:szCs w:val="24"/>
        </w:rPr>
        <w:t xml:space="preserve">fiziškai patikrinti tas vietas, kuriose pagalbinis duomenų tvarkytojas tvarko asmens duomenis, įskaitant fizines priemones, taip pat sistemas, naudojamas ir susijusias su duomenų apdorojimu, siekiant įsitikinti, ar pagalbinis duomenų tvarkytojas laikosi </w:t>
      </w:r>
      <w:r w:rsidRPr="00804087">
        <w:rPr>
          <w:color w:val="000000"/>
          <w:szCs w:val="24"/>
        </w:rPr>
        <w:t>Reglamento (ES) 2016/679</w:t>
      </w:r>
      <w:r w:rsidRPr="00804087">
        <w:rPr>
          <w:szCs w:val="24"/>
        </w:rPr>
        <w:t>, galiojančių Europos Sąjungos ar Lietuvos Respublikos duomenų apsaugos nuostatų ir Susitarimo.</w:t>
      </w:r>
    </w:p>
    <w:p w14:paraId="567DF92B" w14:textId="77777777" w:rsidR="00E9697F" w:rsidRPr="00804087" w:rsidRDefault="00E9697F" w:rsidP="001129AC">
      <w:pPr>
        <w:pStyle w:val="Sraopastraipa"/>
        <w:numPr>
          <w:ilvl w:val="1"/>
          <w:numId w:val="23"/>
        </w:numPr>
        <w:tabs>
          <w:tab w:val="left" w:pos="426"/>
          <w:tab w:val="left" w:pos="993"/>
        </w:tabs>
        <w:spacing w:after="0" w:line="240" w:lineRule="auto"/>
        <w:ind w:left="0" w:firstLine="567"/>
        <w:rPr>
          <w:szCs w:val="24"/>
        </w:rPr>
      </w:pPr>
      <w:r w:rsidRPr="00804087">
        <w:rPr>
          <w:szCs w:val="24"/>
        </w:rPr>
        <w:t>Tokių patikrinimų dokumentai nedelsiant pateikiami Duomenų valdytojui susipažinti. Duomenų valdytojas gali užginčyti ataskaitos apimtį ir (arba) metodiką ir tokiais atvejais gali paprašyti atlikti naują patikrinimą pagal pakeistą taikymo sritį ir (arba) kitokią metodiką.</w:t>
      </w:r>
    </w:p>
    <w:p w14:paraId="39CCC33C" w14:textId="77777777" w:rsidR="00E9697F" w:rsidRPr="00804087" w:rsidRDefault="00E9697F" w:rsidP="001129AC">
      <w:pPr>
        <w:pStyle w:val="Sraopastraipa"/>
        <w:numPr>
          <w:ilvl w:val="1"/>
          <w:numId w:val="23"/>
        </w:numPr>
        <w:tabs>
          <w:tab w:val="left" w:pos="426"/>
          <w:tab w:val="left" w:pos="993"/>
        </w:tabs>
        <w:spacing w:after="0" w:line="240" w:lineRule="auto"/>
        <w:ind w:left="0" w:firstLine="567"/>
        <w:rPr>
          <w:szCs w:val="24"/>
        </w:rPr>
      </w:pPr>
      <w:r w:rsidRPr="00804087">
        <w:rPr>
          <w:szCs w:val="24"/>
        </w:rPr>
        <w:t xml:space="preserve">Remdamasis tokio patikrinimo rezultatais, Duomenų valdytojas gali paprašyti imtis papildomų priemonių, kad būtų užtikrinta atitiktis </w:t>
      </w:r>
      <w:r w:rsidRPr="00804087">
        <w:rPr>
          <w:color w:val="000000"/>
          <w:szCs w:val="24"/>
        </w:rPr>
        <w:t>Reglamentui (ES) 2016/679</w:t>
      </w:r>
      <w:r w:rsidRPr="00804087">
        <w:rPr>
          <w:szCs w:val="24"/>
        </w:rPr>
        <w:t>, galiojančioms Europos Sąjungos ar Lietuvos Respublikos duomenų apsaugos nuostatoms ir Sutarčiai.</w:t>
      </w:r>
    </w:p>
    <w:p w14:paraId="7F6A9BC0" w14:textId="77777777" w:rsidR="00E9697F" w:rsidRPr="00804087" w:rsidRDefault="00E9697F" w:rsidP="00E9697F">
      <w:pPr>
        <w:tabs>
          <w:tab w:val="left" w:pos="993"/>
        </w:tabs>
        <w:ind w:firstLine="567"/>
        <w:rPr>
          <w:szCs w:val="24"/>
        </w:rPr>
      </w:pPr>
    </w:p>
    <w:p w14:paraId="37E6157A" w14:textId="77777777" w:rsidR="00E9697F" w:rsidRPr="00804087" w:rsidRDefault="00E9697F" w:rsidP="00E9697F">
      <w:pPr>
        <w:widowControl w:val="0"/>
        <w:tabs>
          <w:tab w:val="left" w:pos="5245"/>
        </w:tabs>
        <w:jc w:val="center"/>
      </w:pPr>
      <w:r w:rsidRPr="00804087">
        <w:rPr>
          <w:color w:val="000000"/>
          <w:szCs w:val="24"/>
        </w:rPr>
        <w:t>___________________</w:t>
      </w:r>
    </w:p>
    <w:p w14:paraId="10D2C58F" w14:textId="77777777" w:rsidR="00E9697F" w:rsidRPr="00804087" w:rsidRDefault="00E9697F" w:rsidP="00E9697F">
      <w:pPr>
        <w:jc w:val="left"/>
        <w:rPr>
          <w:b/>
          <w:szCs w:val="24"/>
        </w:rPr>
      </w:pPr>
      <w:r w:rsidRPr="00804087">
        <w:rPr>
          <w:b/>
          <w:szCs w:val="24"/>
        </w:rPr>
        <w:br w:type="page"/>
      </w:r>
    </w:p>
    <w:p w14:paraId="00F1C96F" w14:textId="77777777" w:rsidR="00E9697F" w:rsidRPr="00804087" w:rsidRDefault="00E9697F" w:rsidP="00C27431">
      <w:pPr>
        <w:spacing w:after="0"/>
        <w:ind w:left="6095"/>
        <w:rPr>
          <w:szCs w:val="24"/>
        </w:rPr>
      </w:pPr>
      <w:r w:rsidRPr="00804087">
        <w:rPr>
          <w:szCs w:val="24"/>
        </w:rPr>
        <w:lastRenderedPageBreak/>
        <w:t>Asmens duomenų tvarkymo susitarimo</w:t>
      </w:r>
    </w:p>
    <w:p w14:paraId="56C94991" w14:textId="77777777" w:rsidR="00E9697F" w:rsidRPr="00804087" w:rsidRDefault="00E9697F" w:rsidP="00C27431">
      <w:pPr>
        <w:spacing w:after="0"/>
        <w:ind w:left="6095"/>
        <w:rPr>
          <w:szCs w:val="24"/>
        </w:rPr>
      </w:pPr>
      <w:r w:rsidRPr="00804087">
        <w:rPr>
          <w:szCs w:val="24"/>
        </w:rPr>
        <w:t>4 priedas</w:t>
      </w:r>
    </w:p>
    <w:p w14:paraId="4EA61971" w14:textId="77777777" w:rsidR="00E9697F" w:rsidRPr="00804087" w:rsidRDefault="00E9697F" w:rsidP="00E9697F">
      <w:pPr>
        <w:widowControl w:val="0"/>
        <w:suppressAutoHyphens/>
        <w:jc w:val="left"/>
        <w:rPr>
          <w:color w:val="000000"/>
          <w:szCs w:val="24"/>
        </w:rPr>
      </w:pPr>
    </w:p>
    <w:p w14:paraId="48F7DBA1" w14:textId="6D7ADAE5" w:rsidR="00E9697F" w:rsidRPr="00804087" w:rsidRDefault="00E9697F" w:rsidP="00C27431">
      <w:pPr>
        <w:ind w:firstLine="567"/>
        <w:jc w:val="center"/>
        <w:rPr>
          <w:rFonts w:eastAsia="Calibri"/>
          <w:b/>
          <w:bCs/>
          <w:szCs w:val="24"/>
        </w:rPr>
      </w:pPr>
      <w:r w:rsidRPr="00804087">
        <w:rPr>
          <w:rFonts w:eastAsia="Calibri"/>
          <w:b/>
          <w:bCs/>
          <w:szCs w:val="24"/>
        </w:rPr>
        <w:t>DUOMENŲ VALDYTOJO IR DUOMENŲ TVARKYTOJO ATSAKINGI ASMENYS, SU KURIAIS BUS SUSISIEKIAMA ASMENS DUOMENŲ SAUGUMO PAŽEIDIMŲ IR PAGALBINIŲ DUOMENŲ TVARKYTOJŲ PASITELKIMO KLAUSIMAIS</w:t>
      </w:r>
    </w:p>
    <w:p w14:paraId="67B186A1" w14:textId="77777777" w:rsidR="00E9697F" w:rsidRPr="00804087" w:rsidRDefault="00E9697F" w:rsidP="00E9697F">
      <w:pPr>
        <w:ind w:firstLine="567"/>
        <w:jc w:val="center"/>
        <w:rPr>
          <w:rFonts w:eastAsia="Calibri"/>
          <w:b/>
          <w:bCs/>
          <w:szCs w:val="24"/>
          <w:lang w:eastAsia="lt-LT"/>
        </w:rPr>
      </w:pPr>
    </w:p>
    <w:tbl>
      <w:tblPr>
        <w:tblStyle w:val="TableGrid9"/>
        <w:tblW w:w="0" w:type="auto"/>
        <w:tblInd w:w="0" w:type="dxa"/>
        <w:tblLayout w:type="fixed"/>
        <w:tblLook w:val="04A0" w:firstRow="1" w:lastRow="0" w:firstColumn="1" w:lastColumn="0" w:noHBand="0" w:noVBand="1"/>
      </w:tblPr>
      <w:tblGrid>
        <w:gridCol w:w="677"/>
        <w:gridCol w:w="1728"/>
        <w:gridCol w:w="2693"/>
        <w:gridCol w:w="1985"/>
        <w:gridCol w:w="2410"/>
      </w:tblGrid>
      <w:tr w:rsidR="00E9697F" w:rsidRPr="00804087" w14:paraId="0576AC0B" w14:textId="77777777" w:rsidTr="007D0FF3">
        <w:tc>
          <w:tcPr>
            <w:tcW w:w="677" w:type="dxa"/>
            <w:tcBorders>
              <w:top w:val="single" w:sz="4" w:space="0" w:color="000000"/>
              <w:left w:val="single" w:sz="4" w:space="0" w:color="000000"/>
              <w:bottom w:val="single" w:sz="4" w:space="0" w:color="000000"/>
              <w:right w:val="single" w:sz="4" w:space="0" w:color="000000"/>
            </w:tcBorders>
            <w:hideMark/>
          </w:tcPr>
          <w:p w14:paraId="2086B1D8" w14:textId="77777777" w:rsidR="00E9697F" w:rsidRPr="00804087" w:rsidRDefault="00E9697F" w:rsidP="007D0FF3">
            <w:pPr>
              <w:jc w:val="center"/>
              <w:rPr>
                <w:rFonts w:eastAsia="Calibri"/>
                <w:b/>
                <w:bCs/>
                <w:szCs w:val="24"/>
                <w:lang w:eastAsia="lt-LT"/>
              </w:rPr>
            </w:pPr>
            <w:r w:rsidRPr="00804087">
              <w:rPr>
                <w:rFonts w:eastAsia="Calibri"/>
                <w:b/>
                <w:bCs/>
                <w:szCs w:val="24"/>
                <w:lang w:eastAsia="lt-LT"/>
              </w:rPr>
              <w:t>Eil. Nr.</w:t>
            </w:r>
          </w:p>
        </w:tc>
        <w:tc>
          <w:tcPr>
            <w:tcW w:w="1728" w:type="dxa"/>
            <w:tcBorders>
              <w:top w:val="single" w:sz="4" w:space="0" w:color="000000"/>
              <w:left w:val="single" w:sz="4" w:space="0" w:color="000000"/>
              <w:bottom w:val="single" w:sz="4" w:space="0" w:color="000000"/>
              <w:right w:val="single" w:sz="4" w:space="0" w:color="000000"/>
            </w:tcBorders>
            <w:hideMark/>
          </w:tcPr>
          <w:p w14:paraId="6A617FC3" w14:textId="77777777" w:rsidR="00E9697F" w:rsidRPr="00804087" w:rsidRDefault="00E9697F" w:rsidP="007D0FF3">
            <w:pPr>
              <w:jc w:val="center"/>
              <w:rPr>
                <w:rFonts w:eastAsia="Calibri"/>
                <w:b/>
                <w:bCs/>
                <w:szCs w:val="24"/>
                <w:lang w:eastAsia="lt-LT"/>
              </w:rPr>
            </w:pPr>
            <w:r w:rsidRPr="00804087">
              <w:rPr>
                <w:rFonts w:eastAsia="Calibri"/>
                <w:b/>
                <w:bCs/>
                <w:szCs w:val="24"/>
                <w:lang w:eastAsia="lt-LT"/>
              </w:rPr>
              <w:t>Vardas pavardė</w:t>
            </w:r>
          </w:p>
        </w:tc>
        <w:tc>
          <w:tcPr>
            <w:tcW w:w="2693" w:type="dxa"/>
            <w:tcBorders>
              <w:top w:val="single" w:sz="4" w:space="0" w:color="000000"/>
              <w:left w:val="single" w:sz="4" w:space="0" w:color="000000"/>
              <w:bottom w:val="single" w:sz="4" w:space="0" w:color="000000"/>
              <w:right w:val="single" w:sz="4" w:space="0" w:color="000000"/>
            </w:tcBorders>
            <w:hideMark/>
          </w:tcPr>
          <w:p w14:paraId="396F42F1" w14:textId="77777777" w:rsidR="00E9697F" w:rsidRPr="00804087" w:rsidRDefault="00E9697F" w:rsidP="007D0FF3">
            <w:pPr>
              <w:jc w:val="center"/>
              <w:rPr>
                <w:rFonts w:eastAsia="Calibri"/>
                <w:b/>
                <w:bCs/>
                <w:szCs w:val="24"/>
                <w:lang w:eastAsia="lt-LT"/>
              </w:rPr>
            </w:pPr>
            <w:r w:rsidRPr="00804087">
              <w:rPr>
                <w:rFonts w:eastAsia="Calibri"/>
                <w:b/>
                <w:bCs/>
                <w:szCs w:val="24"/>
                <w:lang w:eastAsia="lt-LT"/>
              </w:rPr>
              <w:t>Pareigos</w:t>
            </w:r>
          </w:p>
        </w:tc>
        <w:tc>
          <w:tcPr>
            <w:tcW w:w="1985" w:type="dxa"/>
            <w:tcBorders>
              <w:top w:val="single" w:sz="4" w:space="0" w:color="000000"/>
              <w:left w:val="single" w:sz="4" w:space="0" w:color="000000"/>
              <w:bottom w:val="single" w:sz="4" w:space="0" w:color="000000"/>
              <w:right w:val="single" w:sz="4" w:space="0" w:color="000000"/>
            </w:tcBorders>
            <w:hideMark/>
          </w:tcPr>
          <w:p w14:paraId="7C67EEFD" w14:textId="77777777" w:rsidR="00E9697F" w:rsidRPr="00804087" w:rsidRDefault="00E9697F" w:rsidP="007D0FF3">
            <w:pPr>
              <w:jc w:val="center"/>
              <w:rPr>
                <w:rFonts w:eastAsia="Calibri"/>
                <w:b/>
                <w:bCs/>
                <w:szCs w:val="24"/>
                <w:lang w:eastAsia="lt-LT"/>
              </w:rPr>
            </w:pPr>
            <w:r w:rsidRPr="00804087">
              <w:rPr>
                <w:rFonts w:eastAsia="Calibri"/>
                <w:b/>
                <w:bCs/>
                <w:szCs w:val="24"/>
                <w:lang w:eastAsia="lt-LT"/>
              </w:rPr>
              <w:t>Telefono numeris</w:t>
            </w:r>
          </w:p>
        </w:tc>
        <w:tc>
          <w:tcPr>
            <w:tcW w:w="2410" w:type="dxa"/>
            <w:tcBorders>
              <w:top w:val="single" w:sz="4" w:space="0" w:color="000000"/>
              <w:left w:val="single" w:sz="4" w:space="0" w:color="000000"/>
              <w:bottom w:val="single" w:sz="4" w:space="0" w:color="000000"/>
              <w:right w:val="single" w:sz="4" w:space="0" w:color="000000"/>
            </w:tcBorders>
            <w:hideMark/>
          </w:tcPr>
          <w:p w14:paraId="3A485F24" w14:textId="77777777" w:rsidR="00E9697F" w:rsidRPr="00804087" w:rsidRDefault="00E9697F" w:rsidP="007D0FF3">
            <w:pPr>
              <w:jc w:val="center"/>
              <w:rPr>
                <w:rFonts w:eastAsia="Calibri"/>
                <w:b/>
                <w:bCs/>
                <w:szCs w:val="24"/>
                <w:lang w:eastAsia="lt-LT"/>
              </w:rPr>
            </w:pPr>
            <w:r w:rsidRPr="00804087">
              <w:rPr>
                <w:rFonts w:eastAsia="Calibri"/>
                <w:b/>
                <w:bCs/>
                <w:szCs w:val="24"/>
                <w:lang w:eastAsia="lt-LT"/>
              </w:rPr>
              <w:t>El. pašto adresas</w:t>
            </w:r>
          </w:p>
        </w:tc>
      </w:tr>
      <w:tr w:rsidR="00E9697F" w:rsidRPr="00804087" w14:paraId="09B884CF" w14:textId="77777777" w:rsidTr="007D0FF3">
        <w:tc>
          <w:tcPr>
            <w:tcW w:w="9493" w:type="dxa"/>
            <w:gridSpan w:val="5"/>
            <w:tcBorders>
              <w:top w:val="single" w:sz="4" w:space="0" w:color="000000"/>
              <w:left w:val="single" w:sz="4" w:space="0" w:color="000000"/>
              <w:bottom w:val="single" w:sz="4" w:space="0" w:color="000000"/>
              <w:right w:val="single" w:sz="4" w:space="0" w:color="000000"/>
            </w:tcBorders>
          </w:tcPr>
          <w:p w14:paraId="34B2CBCF" w14:textId="77777777" w:rsidR="00E9697F" w:rsidRPr="00804087" w:rsidRDefault="00E9697F" w:rsidP="007D0FF3">
            <w:pPr>
              <w:jc w:val="center"/>
              <w:rPr>
                <w:rFonts w:eastAsia="Calibri"/>
                <w:bCs/>
                <w:i/>
                <w:iCs/>
                <w:szCs w:val="24"/>
                <w:lang w:eastAsia="lt-LT"/>
              </w:rPr>
            </w:pPr>
          </w:p>
          <w:p w14:paraId="4A418550" w14:textId="77777777" w:rsidR="00E9697F" w:rsidRPr="00804087" w:rsidRDefault="00E9697F" w:rsidP="007D0FF3">
            <w:pPr>
              <w:jc w:val="center"/>
              <w:rPr>
                <w:rFonts w:eastAsia="Calibri"/>
                <w:b/>
                <w:bCs/>
                <w:i/>
                <w:iCs/>
                <w:szCs w:val="24"/>
                <w:lang w:eastAsia="lt-LT"/>
              </w:rPr>
            </w:pPr>
            <w:r w:rsidRPr="00804087">
              <w:rPr>
                <w:rFonts w:eastAsia="Calibri"/>
                <w:b/>
                <w:bCs/>
                <w:i/>
                <w:iCs/>
                <w:szCs w:val="24"/>
                <w:lang w:eastAsia="lt-LT"/>
              </w:rPr>
              <w:t>DUOMENŲ VALDYTOJO</w:t>
            </w:r>
          </w:p>
          <w:p w14:paraId="4EA421FB" w14:textId="77777777" w:rsidR="00E9697F" w:rsidRPr="00804087" w:rsidRDefault="00E9697F" w:rsidP="007D0FF3">
            <w:pPr>
              <w:jc w:val="center"/>
              <w:rPr>
                <w:rFonts w:eastAsia="Calibri"/>
                <w:bCs/>
                <w:i/>
                <w:iCs/>
                <w:szCs w:val="24"/>
                <w:lang w:eastAsia="lt-LT"/>
              </w:rPr>
            </w:pPr>
          </w:p>
        </w:tc>
      </w:tr>
      <w:tr w:rsidR="00E9697F" w:rsidRPr="00804087" w14:paraId="3E643F4D" w14:textId="77777777" w:rsidTr="007D0FF3">
        <w:tc>
          <w:tcPr>
            <w:tcW w:w="677" w:type="dxa"/>
            <w:tcBorders>
              <w:top w:val="single" w:sz="4" w:space="0" w:color="000000"/>
              <w:left w:val="single" w:sz="4" w:space="0" w:color="000000"/>
              <w:bottom w:val="single" w:sz="4" w:space="0" w:color="000000"/>
              <w:right w:val="single" w:sz="4" w:space="0" w:color="000000"/>
            </w:tcBorders>
          </w:tcPr>
          <w:p w14:paraId="06CBBEE3" w14:textId="77777777" w:rsidR="00E9697F" w:rsidRPr="00804087" w:rsidRDefault="00E9697F" w:rsidP="001129AC">
            <w:pPr>
              <w:numPr>
                <w:ilvl w:val="1"/>
                <w:numId w:val="25"/>
              </w:numPr>
              <w:ind w:left="0" w:firstLine="0"/>
              <w:contextualSpacing/>
              <w:jc w:val="center"/>
              <w:rPr>
                <w:rFonts w:eastAsia="Calibri"/>
                <w:szCs w:val="24"/>
                <w:lang w:eastAsia="lt-LT"/>
              </w:rPr>
            </w:pPr>
          </w:p>
        </w:tc>
        <w:tc>
          <w:tcPr>
            <w:tcW w:w="1728" w:type="dxa"/>
            <w:tcBorders>
              <w:top w:val="single" w:sz="4" w:space="0" w:color="000000"/>
              <w:left w:val="single" w:sz="4" w:space="0" w:color="000000"/>
              <w:bottom w:val="single" w:sz="4" w:space="0" w:color="000000"/>
              <w:right w:val="single" w:sz="4" w:space="0" w:color="000000"/>
            </w:tcBorders>
          </w:tcPr>
          <w:p w14:paraId="5166BB18" w14:textId="77777777" w:rsidR="00E9697F" w:rsidRPr="00804087" w:rsidRDefault="00E9697F" w:rsidP="007D0FF3">
            <w:pPr>
              <w:tabs>
                <w:tab w:val="left" w:pos="37"/>
              </w:tabs>
              <w:ind w:left="40"/>
              <w:rPr>
                <w:rFonts w:eastAsia="Calibri"/>
                <w:bCs/>
                <w:szCs w:val="24"/>
                <w:lang w:eastAsia="lt-LT"/>
              </w:rPr>
            </w:pPr>
          </w:p>
        </w:tc>
        <w:tc>
          <w:tcPr>
            <w:tcW w:w="2693" w:type="dxa"/>
            <w:tcBorders>
              <w:top w:val="single" w:sz="4" w:space="0" w:color="000000"/>
              <w:left w:val="single" w:sz="4" w:space="0" w:color="000000"/>
              <w:bottom w:val="single" w:sz="4" w:space="0" w:color="000000"/>
              <w:right w:val="single" w:sz="4" w:space="0" w:color="000000"/>
            </w:tcBorders>
          </w:tcPr>
          <w:p w14:paraId="6D245D22" w14:textId="77777777" w:rsidR="00E9697F" w:rsidRPr="00804087" w:rsidRDefault="00E9697F" w:rsidP="007D0FF3">
            <w:pPr>
              <w:rPr>
                <w:rFonts w:eastAsia="Calibri"/>
                <w:szCs w:val="24"/>
                <w:lang w:eastAsia="lt-LT"/>
              </w:rPr>
            </w:pPr>
          </w:p>
        </w:tc>
        <w:tc>
          <w:tcPr>
            <w:tcW w:w="1985" w:type="dxa"/>
            <w:tcBorders>
              <w:top w:val="single" w:sz="4" w:space="0" w:color="000000"/>
              <w:left w:val="single" w:sz="4" w:space="0" w:color="000000"/>
              <w:bottom w:val="single" w:sz="4" w:space="0" w:color="000000"/>
              <w:right w:val="single" w:sz="4" w:space="0" w:color="000000"/>
            </w:tcBorders>
          </w:tcPr>
          <w:p w14:paraId="2715E441" w14:textId="77777777" w:rsidR="00E9697F" w:rsidRPr="00804087" w:rsidRDefault="00E9697F" w:rsidP="007D0FF3">
            <w:pPr>
              <w:rPr>
                <w:rFonts w:eastAsia="Calibri"/>
                <w:bCs/>
                <w:szCs w:val="24"/>
                <w:lang w:eastAsia="lt-LT"/>
              </w:rPr>
            </w:pPr>
          </w:p>
        </w:tc>
        <w:tc>
          <w:tcPr>
            <w:tcW w:w="2410" w:type="dxa"/>
            <w:tcBorders>
              <w:top w:val="single" w:sz="4" w:space="0" w:color="000000"/>
              <w:left w:val="single" w:sz="4" w:space="0" w:color="000000"/>
              <w:bottom w:val="single" w:sz="4" w:space="0" w:color="000000"/>
              <w:right w:val="single" w:sz="4" w:space="0" w:color="000000"/>
            </w:tcBorders>
          </w:tcPr>
          <w:p w14:paraId="0DE251AE" w14:textId="77777777" w:rsidR="00E9697F" w:rsidRPr="00804087" w:rsidRDefault="00E9697F" w:rsidP="007D0FF3">
            <w:pPr>
              <w:rPr>
                <w:rFonts w:eastAsia="Calibri"/>
                <w:bCs/>
                <w:sz w:val="20"/>
                <w:lang w:eastAsia="lt-LT"/>
              </w:rPr>
            </w:pPr>
          </w:p>
        </w:tc>
      </w:tr>
      <w:tr w:rsidR="00E9697F" w:rsidRPr="00804087" w14:paraId="3250B795" w14:textId="77777777" w:rsidTr="007D0FF3">
        <w:tc>
          <w:tcPr>
            <w:tcW w:w="9493" w:type="dxa"/>
            <w:gridSpan w:val="5"/>
            <w:tcBorders>
              <w:top w:val="single" w:sz="4" w:space="0" w:color="000000"/>
              <w:left w:val="single" w:sz="4" w:space="0" w:color="000000"/>
              <w:bottom w:val="single" w:sz="4" w:space="0" w:color="000000"/>
              <w:right w:val="single" w:sz="4" w:space="0" w:color="000000"/>
            </w:tcBorders>
          </w:tcPr>
          <w:p w14:paraId="26DD4491" w14:textId="77777777" w:rsidR="00E9697F" w:rsidRPr="00804087" w:rsidRDefault="00E9697F" w:rsidP="007D0FF3">
            <w:pPr>
              <w:jc w:val="center"/>
              <w:rPr>
                <w:rFonts w:eastAsia="Calibri"/>
                <w:bCs/>
                <w:i/>
                <w:iCs/>
                <w:szCs w:val="24"/>
                <w:lang w:eastAsia="lt-LT"/>
              </w:rPr>
            </w:pPr>
          </w:p>
          <w:p w14:paraId="119C2F1E" w14:textId="77777777" w:rsidR="00E9697F" w:rsidRPr="00804087" w:rsidRDefault="00E9697F" w:rsidP="007D0FF3">
            <w:pPr>
              <w:jc w:val="center"/>
              <w:rPr>
                <w:rFonts w:eastAsia="Calibri"/>
                <w:b/>
                <w:bCs/>
                <w:i/>
                <w:iCs/>
                <w:szCs w:val="24"/>
                <w:lang w:eastAsia="lt-LT"/>
              </w:rPr>
            </w:pPr>
            <w:r w:rsidRPr="00804087">
              <w:rPr>
                <w:rFonts w:eastAsia="Calibri"/>
                <w:b/>
                <w:bCs/>
                <w:i/>
                <w:iCs/>
                <w:szCs w:val="24"/>
                <w:lang w:eastAsia="lt-LT"/>
              </w:rPr>
              <w:t>DUOMENŲ TVARKYTOJO</w:t>
            </w:r>
          </w:p>
          <w:p w14:paraId="2FC84D78" w14:textId="77777777" w:rsidR="00E9697F" w:rsidRPr="00804087" w:rsidRDefault="00E9697F" w:rsidP="007D0FF3">
            <w:pPr>
              <w:jc w:val="center"/>
              <w:rPr>
                <w:rFonts w:eastAsia="Calibri"/>
                <w:bCs/>
                <w:szCs w:val="24"/>
                <w:lang w:eastAsia="lt-LT"/>
              </w:rPr>
            </w:pPr>
          </w:p>
        </w:tc>
      </w:tr>
      <w:tr w:rsidR="00E9697F" w:rsidRPr="00804087" w14:paraId="4D6371FA" w14:textId="77777777" w:rsidTr="007D0FF3">
        <w:tc>
          <w:tcPr>
            <w:tcW w:w="677" w:type="dxa"/>
            <w:tcBorders>
              <w:top w:val="single" w:sz="4" w:space="0" w:color="000000"/>
              <w:left w:val="single" w:sz="4" w:space="0" w:color="000000"/>
              <w:bottom w:val="single" w:sz="4" w:space="0" w:color="000000"/>
              <w:right w:val="single" w:sz="4" w:space="0" w:color="000000"/>
            </w:tcBorders>
          </w:tcPr>
          <w:p w14:paraId="5D9F9170" w14:textId="77777777" w:rsidR="00E9697F" w:rsidRPr="00804087" w:rsidRDefault="00E9697F" w:rsidP="001129AC">
            <w:pPr>
              <w:numPr>
                <w:ilvl w:val="1"/>
                <w:numId w:val="25"/>
              </w:numPr>
              <w:ind w:left="0" w:firstLine="0"/>
              <w:contextualSpacing/>
              <w:jc w:val="center"/>
              <w:rPr>
                <w:rFonts w:eastAsia="Calibri"/>
                <w:szCs w:val="24"/>
                <w:lang w:eastAsia="lt-LT"/>
              </w:rPr>
            </w:pPr>
          </w:p>
        </w:tc>
        <w:tc>
          <w:tcPr>
            <w:tcW w:w="1728" w:type="dxa"/>
            <w:tcBorders>
              <w:top w:val="single" w:sz="4" w:space="0" w:color="000000"/>
              <w:left w:val="single" w:sz="4" w:space="0" w:color="000000"/>
              <w:bottom w:val="single" w:sz="4" w:space="0" w:color="000000"/>
              <w:right w:val="single" w:sz="4" w:space="0" w:color="000000"/>
            </w:tcBorders>
          </w:tcPr>
          <w:p w14:paraId="4D9B6C60" w14:textId="77777777" w:rsidR="00E9697F" w:rsidRPr="00804087" w:rsidRDefault="00E9697F" w:rsidP="007D0FF3">
            <w:pPr>
              <w:rPr>
                <w:rFonts w:eastAsia="Calibri"/>
                <w:szCs w:val="24"/>
                <w:lang w:eastAsia="lt-LT"/>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5E996DEC" w14:textId="77777777" w:rsidR="00E9697F" w:rsidRPr="00804087" w:rsidRDefault="00E9697F" w:rsidP="007D0FF3">
            <w:pPr>
              <w:jc w:val="center"/>
              <w:rPr>
                <w:rFonts w:eastAsia="Calibri"/>
                <w:szCs w:val="24"/>
                <w:lang w:eastAsia="lt-LT"/>
              </w:rPr>
            </w:pPr>
          </w:p>
        </w:tc>
        <w:tc>
          <w:tcPr>
            <w:tcW w:w="1985" w:type="dxa"/>
            <w:tcBorders>
              <w:top w:val="single" w:sz="4" w:space="0" w:color="000000"/>
              <w:left w:val="single" w:sz="4" w:space="0" w:color="000000"/>
              <w:bottom w:val="single" w:sz="4" w:space="0" w:color="000000"/>
              <w:right w:val="single" w:sz="4" w:space="0" w:color="000000"/>
            </w:tcBorders>
            <w:vAlign w:val="center"/>
          </w:tcPr>
          <w:p w14:paraId="3F1AE8C7" w14:textId="77777777" w:rsidR="00E9697F" w:rsidRPr="00804087" w:rsidRDefault="00E9697F" w:rsidP="007D0FF3">
            <w:pPr>
              <w:jc w:val="center"/>
              <w:rPr>
                <w:rFonts w:eastAsia="Calibri"/>
                <w:szCs w:val="24"/>
                <w:lang w:eastAsia="lt-LT"/>
              </w:rPr>
            </w:pPr>
          </w:p>
        </w:tc>
        <w:tc>
          <w:tcPr>
            <w:tcW w:w="2410" w:type="dxa"/>
            <w:tcBorders>
              <w:top w:val="single" w:sz="4" w:space="0" w:color="000000"/>
              <w:left w:val="single" w:sz="4" w:space="0" w:color="000000"/>
              <w:bottom w:val="single" w:sz="4" w:space="0" w:color="000000"/>
              <w:right w:val="single" w:sz="4" w:space="0" w:color="000000"/>
            </w:tcBorders>
            <w:vAlign w:val="center"/>
          </w:tcPr>
          <w:p w14:paraId="0660DF4E" w14:textId="77777777" w:rsidR="00E9697F" w:rsidRPr="00804087" w:rsidRDefault="00E9697F" w:rsidP="007D0FF3">
            <w:pPr>
              <w:jc w:val="center"/>
              <w:rPr>
                <w:rFonts w:eastAsia="Calibri"/>
                <w:szCs w:val="24"/>
                <w:lang w:eastAsia="lt-LT"/>
              </w:rPr>
            </w:pPr>
          </w:p>
        </w:tc>
      </w:tr>
    </w:tbl>
    <w:p w14:paraId="7B1857F6" w14:textId="77777777" w:rsidR="00E9697F" w:rsidRPr="00804087" w:rsidRDefault="00E9697F" w:rsidP="00E9697F">
      <w:pPr>
        <w:ind w:firstLine="567"/>
        <w:jc w:val="center"/>
        <w:rPr>
          <w:rFonts w:eastAsia="Calibri"/>
          <w:b/>
          <w:bCs/>
          <w:szCs w:val="24"/>
          <w:lang w:eastAsia="lt-LT"/>
        </w:rPr>
      </w:pPr>
    </w:p>
    <w:p w14:paraId="02316D5E" w14:textId="75EB01EB" w:rsidR="00C27431" w:rsidRDefault="00E9697F" w:rsidP="00C27431">
      <w:pPr>
        <w:ind w:left="851"/>
        <w:jc w:val="center"/>
        <w:rPr>
          <w:rFonts w:eastAsia="Calibri"/>
          <w:szCs w:val="24"/>
          <w:lang w:eastAsia="lt-LT"/>
        </w:rPr>
      </w:pPr>
      <w:r w:rsidRPr="00804087">
        <w:rPr>
          <w:rFonts w:eastAsia="Calibri"/>
          <w:szCs w:val="24"/>
          <w:lang w:eastAsia="lt-LT"/>
        </w:rPr>
        <w:t>____________________</w:t>
      </w:r>
    </w:p>
    <w:tbl>
      <w:tblPr>
        <w:tblW w:w="9474" w:type="dxa"/>
        <w:tblInd w:w="165" w:type="dxa"/>
        <w:tblLook w:val="04A0" w:firstRow="1" w:lastRow="0" w:firstColumn="1" w:lastColumn="0" w:noHBand="0" w:noVBand="1"/>
      </w:tblPr>
      <w:tblGrid>
        <w:gridCol w:w="4479"/>
        <w:gridCol w:w="426"/>
        <w:gridCol w:w="4569"/>
      </w:tblGrid>
      <w:tr w:rsidR="00C27431" w:rsidRPr="00B26907" w14:paraId="70861C1F" w14:textId="77777777" w:rsidTr="0013352F">
        <w:trPr>
          <w:trHeight w:val="993"/>
        </w:trPr>
        <w:tc>
          <w:tcPr>
            <w:tcW w:w="4479" w:type="dxa"/>
          </w:tcPr>
          <w:p w14:paraId="3FBD4440" w14:textId="77777777" w:rsidR="00C27431" w:rsidRPr="00B26907" w:rsidRDefault="00C27431" w:rsidP="0013352F">
            <w:pPr>
              <w:widowControl w:val="0"/>
              <w:pBdr>
                <w:top w:val="nil"/>
                <w:left w:val="nil"/>
                <w:bottom w:val="nil"/>
                <w:right w:val="nil"/>
                <w:between w:val="nil"/>
              </w:pBdr>
              <w:tabs>
                <w:tab w:val="left" w:pos="1008"/>
              </w:tabs>
              <w:suppressAutoHyphens/>
              <w:spacing w:after="0" w:line="240" w:lineRule="auto"/>
              <w:rPr>
                <w:rFonts w:ascii="Times New Roman" w:eastAsia="Times New Roman" w:hAnsi="Times New Roman" w:cs="Times New Roman"/>
                <w:b/>
                <w:sz w:val="24"/>
                <w:szCs w:val="20"/>
              </w:rPr>
            </w:pPr>
          </w:p>
          <w:p w14:paraId="5AF0320D" w14:textId="77777777" w:rsidR="00C27431" w:rsidRPr="00B26907" w:rsidRDefault="00C27431" w:rsidP="0013352F">
            <w:pPr>
              <w:widowControl w:val="0"/>
              <w:pBdr>
                <w:top w:val="nil"/>
                <w:left w:val="nil"/>
                <w:bottom w:val="nil"/>
                <w:right w:val="nil"/>
                <w:between w:val="nil"/>
              </w:pBdr>
              <w:tabs>
                <w:tab w:val="left" w:pos="1008"/>
              </w:tabs>
              <w:suppressAutoHyphens/>
              <w:spacing w:after="0" w:line="240" w:lineRule="auto"/>
              <w:rPr>
                <w:rFonts w:ascii="Times New Roman" w:eastAsia="Times New Roman" w:hAnsi="Times New Roman" w:cs="Times New Roman"/>
                <w:b/>
                <w:sz w:val="24"/>
                <w:szCs w:val="20"/>
              </w:rPr>
            </w:pPr>
            <w:r w:rsidRPr="00B26907">
              <w:rPr>
                <w:rFonts w:ascii="Times New Roman" w:eastAsia="Times New Roman" w:hAnsi="Times New Roman" w:cs="Times New Roman"/>
                <w:b/>
                <w:sz w:val="24"/>
                <w:szCs w:val="20"/>
              </w:rPr>
              <w:t>PIRKĖJAS</w:t>
            </w:r>
          </w:p>
          <w:p w14:paraId="4BBCFEA7" w14:textId="77777777" w:rsidR="00C27431" w:rsidRPr="00B26907" w:rsidRDefault="00C27431" w:rsidP="0013352F">
            <w:pPr>
              <w:widowControl w:val="0"/>
              <w:pBdr>
                <w:top w:val="nil"/>
                <w:left w:val="nil"/>
                <w:bottom w:val="nil"/>
                <w:right w:val="nil"/>
                <w:between w:val="nil"/>
              </w:pBdr>
              <w:tabs>
                <w:tab w:val="left" w:pos="1008"/>
              </w:tabs>
              <w:suppressAutoHyphens/>
              <w:spacing w:after="0" w:line="240" w:lineRule="auto"/>
              <w:rPr>
                <w:rFonts w:ascii="Times New Roman" w:eastAsia="Times New Roman" w:hAnsi="Times New Roman" w:cs="Times New Roman"/>
                <w:sz w:val="24"/>
                <w:szCs w:val="20"/>
              </w:rPr>
            </w:pPr>
          </w:p>
          <w:p w14:paraId="2C823605" w14:textId="77777777" w:rsidR="00C27431" w:rsidRPr="00B26907" w:rsidRDefault="00C27431" w:rsidP="0013352F">
            <w:pPr>
              <w:widowControl w:val="0"/>
              <w:pBdr>
                <w:top w:val="nil"/>
                <w:left w:val="nil"/>
                <w:bottom w:val="nil"/>
                <w:right w:val="nil"/>
                <w:between w:val="nil"/>
              </w:pBdr>
              <w:tabs>
                <w:tab w:val="left" w:pos="1008"/>
              </w:tabs>
              <w:suppressAutoHyphens/>
              <w:spacing w:after="0" w:line="240" w:lineRule="auto"/>
              <w:rPr>
                <w:rFonts w:ascii="Times New Roman" w:eastAsia="Times New Roman" w:hAnsi="Times New Roman" w:cs="Times New Roman"/>
                <w:b/>
                <w:sz w:val="24"/>
                <w:szCs w:val="20"/>
              </w:rPr>
            </w:pPr>
            <w:r w:rsidRPr="00B26907">
              <w:rPr>
                <w:rFonts w:ascii="Times New Roman" w:eastAsia="Times New Roman" w:hAnsi="Times New Roman" w:cs="Times New Roman"/>
                <w:b/>
                <w:sz w:val="24"/>
                <w:szCs w:val="20"/>
              </w:rPr>
              <w:t xml:space="preserve">Informatikos ir ryšių departamentas prie Lietuvos Respublikos vidaus reikalų ministerijos </w:t>
            </w:r>
          </w:p>
          <w:p w14:paraId="1A5F2021" w14:textId="77777777" w:rsidR="00C27431" w:rsidRPr="00B26907" w:rsidRDefault="00C27431" w:rsidP="0013352F">
            <w:pPr>
              <w:widowControl w:val="0"/>
              <w:pBdr>
                <w:top w:val="nil"/>
                <w:left w:val="nil"/>
                <w:bottom w:val="nil"/>
                <w:right w:val="nil"/>
                <w:between w:val="nil"/>
              </w:pBdr>
              <w:tabs>
                <w:tab w:val="left" w:pos="1008"/>
              </w:tabs>
              <w:suppressAutoHyphens/>
              <w:spacing w:after="0" w:line="240" w:lineRule="auto"/>
              <w:rPr>
                <w:rFonts w:ascii="Times New Roman" w:eastAsia="Times New Roman" w:hAnsi="Times New Roman" w:cs="Times New Roman"/>
                <w:bCs/>
                <w:sz w:val="24"/>
                <w:szCs w:val="20"/>
              </w:rPr>
            </w:pPr>
          </w:p>
          <w:p w14:paraId="4E606250" w14:textId="77777777" w:rsidR="00C27431" w:rsidRPr="00B26907" w:rsidRDefault="00C27431" w:rsidP="0013352F">
            <w:pPr>
              <w:widowControl w:val="0"/>
              <w:pBdr>
                <w:top w:val="nil"/>
                <w:left w:val="nil"/>
                <w:bottom w:val="nil"/>
                <w:right w:val="nil"/>
                <w:between w:val="nil"/>
              </w:pBdr>
              <w:tabs>
                <w:tab w:val="left" w:pos="1008"/>
              </w:tabs>
              <w:suppressAutoHyphens/>
              <w:spacing w:after="0" w:line="240" w:lineRule="auto"/>
              <w:rPr>
                <w:rFonts w:ascii="Times New Roman" w:eastAsia="Times New Roman" w:hAnsi="Times New Roman" w:cs="Times New Roman"/>
                <w:bCs/>
                <w:sz w:val="24"/>
                <w:szCs w:val="20"/>
              </w:rPr>
            </w:pPr>
            <w:r w:rsidRPr="00B26907">
              <w:rPr>
                <w:rFonts w:ascii="Times New Roman" w:eastAsia="Times New Roman" w:hAnsi="Times New Roman" w:cs="Times New Roman"/>
                <w:bCs/>
                <w:sz w:val="24"/>
                <w:szCs w:val="20"/>
              </w:rPr>
              <w:t>Direktorė</w:t>
            </w:r>
          </w:p>
          <w:p w14:paraId="62A8661C" w14:textId="77777777" w:rsidR="00C27431" w:rsidRPr="00B26907" w:rsidRDefault="00C27431" w:rsidP="0013352F">
            <w:pPr>
              <w:widowControl w:val="0"/>
              <w:pBdr>
                <w:top w:val="nil"/>
                <w:left w:val="nil"/>
                <w:bottom w:val="nil"/>
                <w:right w:val="nil"/>
                <w:between w:val="nil"/>
              </w:pBdr>
              <w:tabs>
                <w:tab w:val="left" w:pos="993"/>
              </w:tabs>
              <w:suppressAutoHyphens/>
              <w:spacing w:after="0" w:line="240" w:lineRule="auto"/>
              <w:rPr>
                <w:rFonts w:ascii="Times New Roman" w:eastAsia="Times New Roman" w:hAnsi="Times New Roman" w:cs="Times New Roman"/>
                <w:sz w:val="24"/>
                <w:szCs w:val="20"/>
              </w:rPr>
            </w:pPr>
            <w:r w:rsidRPr="00B26907">
              <w:rPr>
                <w:rFonts w:ascii="Times New Roman" w:eastAsia="Times New Roman" w:hAnsi="Times New Roman" w:cs="Times New Roman"/>
                <w:bCs/>
                <w:sz w:val="24"/>
                <w:szCs w:val="20"/>
              </w:rPr>
              <w:t>Viktorija Rūkštelė</w:t>
            </w:r>
          </w:p>
        </w:tc>
        <w:tc>
          <w:tcPr>
            <w:tcW w:w="426" w:type="dxa"/>
          </w:tcPr>
          <w:p w14:paraId="71623236" w14:textId="77777777" w:rsidR="00C27431" w:rsidRPr="00B26907" w:rsidRDefault="00C27431" w:rsidP="0013352F">
            <w:pPr>
              <w:widowControl w:val="0"/>
              <w:pBdr>
                <w:top w:val="nil"/>
                <w:left w:val="nil"/>
                <w:bottom w:val="nil"/>
                <w:right w:val="nil"/>
                <w:between w:val="nil"/>
              </w:pBdr>
              <w:tabs>
                <w:tab w:val="left" w:pos="993"/>
              </w:tabs>
              <w:suppressAutoHyphens/>
              <w:spacing w:after="0" w:line="240" w:lineRule="auto"/>
              <w:rPr>
                <w:rFonts w:ascii="Times New Roman" w:eastAsia="Times New Roman" w:hAnsi="Times New Roman" w:cs="Times New Roman"/>
                <w:b/>
                <w:bCs/>
                <w:sz w:val="24"/>
                <w:szCs w:val="20"/>
              </w:rPr>
            </w:pPr>
          </w:p>
        </w:tc>
        <w:tc>
          <w:tcPr>
            <w:tcW w:w="4569" w:type="dxa"/>
          </w:tcPr>
          <w:p w14:paraId="5F2D2CFD" w14:textId="77777777" w:rsidR="00C27431" w:rsidRPr="00B26907" w:rsidRDefault="00C27431" w:rsidP="0013352F">
            <w:pPr>
              <w:widowControl w:val="0"/>
              <w:pBdr>
                <w:top w:val="nil"/>
                <w:left w:val="nil"/>
                <w:bottom w:val="nil"/>
                <w:right w:val="nil"/>
                <w:between w:val="nil"/>
              </w:pBdr>
              <w:tabs>
                <w:tab w:val="left" w:pos="993"/>
              </w:tabs>
              <w:suppressAutoHyphens/>
              <w:spacing w:after="0" w:line="240" w:lineRule="auto"/>
              <w:rPr>
                <w:rFonts w:ascii="Times New Roman" w:eastAsia="Times New Roman" w:hAnsi="Times New Roman" w:cs="Times New Roman"/>
                <w:b/>
                <w:bCs/>
                <w:sz w:val="24"/>
                <w:szCs w:val="20"/>
              </w:rPr>
            </w:pPr>
          </w:p>
          <w:p w14:paraId="6323CAFD" w14:textId="77777777" w:rsidR="00C27431" w:rsidRPr="00B26907" w:rsidRDefault="00C27431" w:rsidP="0013352F">
            <w:pPr>
              <w:widowControl w:val="0"/>
              <w:pBdr>
                <w:top w:val="nil"/>
                <w:left w:val="nil"/>
                <w:bottom w:val="nil"/>
                <w:right w:val="nil"/>
                <w:between w:val="nil"/>
              </w:pBdr>
              <w:tabs>
                <w:tab w:val="left" w:pos="993"/>
              </w:tabs>
              <w:suppressAutoHyphens/>
              <w:spacing w:after="0" w:line="240" w:lineRule="auto"/>
              <w:rPr>
                <w:rFonts w:ascii="Times New Roman" w:eastAsia="Times New Roman" w:hAnsi="Times New Roman" w:cs="Times New Roman"/>
                <w:b/>
                <w:bCs/>
                <w:sz w:val="24"/>
                <w:szCs w:val="20"/>
              </w:rPr>
            </w:pPr>
            <w:r w:rsidRPr="00B26907">
              <w:rPr>
                <w:rFonts w:ascii="Times New Roman" w:eastAsia="Times New Roman" w:hAnsi="Times New Roman" w:cs="Times New Roman"/>
                <w:b/>
                <w:bCs/>
                <w:sz w:val="24"/>
                <w:szCs w:val="20"/>
              </w:rPr>
              <w:t>TIEKĖJAS</w:t>
            </w:r>
          </w:p>
          <w:p w14:paraId="6F2F2705" w14:textId="77777777" w:rsidR="00C27431" w:rsidRPr="00B26907" w:rsidRDefault="00C27431" w:rsidP="0013352F">
            <w:pPr>
              <w:widowControl w:val="0"/>
              <w:pBdr>
                <w:top w:val="nil"/>
                <w:left w:val="nil"/>
                <w:bottom w:val="nil"/>
                <w:right w:val="nil"/>
                <w:between w:val="nil"/>
              </w:pBdr>
              <w:tabs>
                <w:tab w:val="left" w:pos="993"/>
              </w:tabs>
              <w:suppressAutoHyphens/>
              <w:spacing w:after="0" w:line="240" w:lineRule="auto"/>
              <w:rPr>
                <w:rFonts w:ascii="Times New Roman" w:eastAsia="Times New Roman" w:hAnsi="Times New Roman" w:cs="Times New Roman"/>
                <w:b/>
                <w:sz w:val="24"/>
                <w:szCs w:val="20"/>
              </w:rPr>
            </w:pPr>
          </w:p>
          <w:p w14:paraId="7EF8E638" w14:textId="77777777" w:rsidR="00C27431" w:rsidRPr="00B26907" w:rsidRDefault="00C27431" w:rsidP="0013352F">
            <w:pPr>
              <w:widowControl w:val="0"/>
              <w:pBdr>
                <w:top w:val="nil"/>
                <w:left w:val="nil"/>
                <w:bottom w:val="nil"/>
                <w:right w:val="nil"/>
                <w:between w:val="nil"/>
              </w:pBdr>
              <w:tabs>
                <w:tab w:val="left" w:pos="993"/>
              </w:tabs>
              <w:suppressAutoHyphens/>
              <w:spacing w:after="0" w:line="240" w:lineRule="auto"/>
              <w:rPr>
                <w:rFonts w:ascii="Times New Roman" w:eastAsia="Times New Roman" w:hAnsi="Times New Roman" w:cs="Times New Roman"/>
                <w:sz w:val="24"/>
                <w:szCs w:val="20"/>
              </w:rPr>
            </w:pPr>
            <w:r>
              <w:rPr>
                <w:rFonts w:ascii="Times New Roman" w:eastAsia="Times New Roman" w:hAnsi="Times New Roman" w:cs="Times New Roman"/>
                <w:b/>
                <w:bCs/>
                <w:sz w:val="24"/>
                <w:szCs w:val="20"/>
              </w:rPr>
              <w:t>UAB „Insoft“</w:t>
            </w:r>
          </w:p>
          <w:p w14:paraId="2DA4F8D7" w14:textId="77777777" w:rsidR="00C27431" w:rsidRPr="00B26907" w:rsidRDefault="00C27431" w:rsidP="0013352F">
            <w:pPr>
              <w:widowControl w:val="0"/>
              <w:pBdr>
                <w:top w:val="nil"/>
                <w:left w:val="nil"/>
                <w:bottom w:val="nil"/>
                <w:right w:val="nil"/>
                <w:between w:val="nil"/>
              </w:pBdr>
              <w:tabs>
                <w:tab w:val="left" w:pos="993"/>
              </w:tabs>
              <w:suppressAutoHyphens/>
              <w:spacing w:after="0" w:line="240" w:lineRule="auto"/>
              <w:rPr>
                <w:rFonts w:ascii="Times New Roman" w:eastAsia="Times New Roman" w:hAnsi="Times New Roman" w:cs="Times New Roman"/>
                <w:sz w:val="24"/>
                <w:szCs w:val="20"/>
              </w:rPr>
            </w:pPr>
          </w:p>
          <w:p w14:paraId="2CEB2BBF" w14:textId="77777777" w:rsidR="00C27431" w:rsidRPr="00B26907" w:rsidRDefault="00C27431" w:rsidP="0013352F">
            <w:pPr>
              <w:widowControl w:val="0"/>
              <w:pBdr>
                <w:top w:val="nil"/>
                <w:left w:val="nil"/>
                <w:bottom w:val="nil"/>
                <w:right w:val="nil"/>
                <w:between w:val="nil"/>
              </w:pBdr>
              <w:tabs>
                <w:tab w:val="left" w:pos="993"/>
              </w:tabs>
              <w:suppressAutoHyphens/>
              <w:spacing w:after="0" w:line="240" w:lineRule="auto"/>
              <w:rPr>
                <w:rFonts w:ascii="Times New Roman" w:eastAsia="Times New Roman" w:hAnsi="Times New Roman" w:cs="Times New Roman"/>
                <w:sz w:val="24"/>
                <w:szCs w:val="20"/>
              </w:rPr>
            </w:pPr>
          </w:p>
          <w:p w14:paraId="54F9F77B" w14:textId="77777777" w:rsidR="00C27431" w:rsidRPr="00B26907" w:rsidRDefault="00C27431" w:rsidP="0013352F">
            <w:pPr>
              <w:widowControl w:val="0"/>
              <w:pBdr>
                <w:top w:val="nil"/>
                <w:left w:val="nil"/>
                <w:bottom w:val="nil"/>
                <w:right w:val="nil"/>
                <w:between w:val="nil"/>
              </w:pBdr>
              <w:tabs>
                <w:tab w:val="left" w:pos="993"/>
              </w:tabs>
              <w:suppressAutoHyphens/>
              <w:spacing w:after="0" w:line="240" w:lineRule="auto"/>
              <w:rPr>
                <w:rFonts w:ascii="Times New Roman" w:eastAsia="Times New Roman" w:hAnsi="Times New Roman" w:cs="Times New Roman"/>
                <w:sz w:val="24"/>
                <w:szCs w:val="20"/>
              </w:rPr>
            </w:pPr>
          </w:p>
          <w:p w14:paraId="14981343" w14:textId="77777777" w:rsidR="00C27431" w:rsidRPr="00B26907" w:rsidRDefault="00C27431" w:rsidP="0013352F">
            <w:pPr>
              <w:widowControl w:val="0"/>
              <w:pBdr>
                <w:top w:val="nil"/>
                <w:left w:val="nil"/>
                <w:bottom w:val="nil"/>
                <w:right w:val="nil"/>
                <w:between w:val="nil"/>
              </w:pBdr>
              <w:tabs>
                <w:tab w:val="left" w:pos="993"/>
              </w:tabs>
              <w:suppressAutoHyphens/>
              <w:spacing w:after="0" w:line="240" w:lineRule="auto"/>
              <w:rPr>
                <w:rFonts w:ascii="Times New Roman" w:eastAsia="Times New Roman" w:hAnsi="Times New Roman" w:cs="Times New Roman"/>
                <w:sz w:val="24"/>
                <w:szCs w:val="20"/>
              </w:rPr>
            </w:pPr>
            <w:r>
              <w:rPr>
                <w:rFonts w:ascii="Times New Roman" w:eastAsia="Times New Roman" w:hAnsi="Times New Roman" w:cs="Times New Roman"/>
                <w:sz w:val="24"/>
                <w:szCs w:val="20"/>
              </w:rPr>
              <w:t>Di</w:t>
            </w:r>
            <w:r w:rsidRPr="00B26907">
              <w:rPr>
                <w:rFonts w:ascii="Times New Roman" w:eastAsia="Times New Roman" w:hAnsi="Times New Roman" w:cs="Times New Roman"/>
                <w:sz w:val="24"/>
                <w:szCs w:val="20"/>
              </w:rPr>
              <w:t xml:space="preserve">rektorius </w:t>
            </w:r>
          </w:p>
          <w:p w14:paraId="2927A232" w14:textId="77777777" w:rsidR="00C27431" w:rsidRPr="00B26907" w:rsidRDefault="00C27431" w:rsidP="0013352F">
            <w:pPr>
              <w:widowControl w:val="0"/>
              <w:pBdr>
                <w:top w:val="nil"/>
                <w:left w:val="nil"/>
                <w:bottom w:val="nil"/>
                <w:right w:val="nil"/>
                <w:between w:val="nil"/>
              </w:pBdr>
              <w:tabs>
                <w:tab w:val="left" w:pos="993"/>
              </w:tabs>
              <w:suppressAutoHyphens/>
              <w:spacing w:after="0" w:line="240" w:lineRule="auto"/>
              <w:rPr>
                <w:rFonts w:ascii="Times New Roman" w:eastAsia="Times New Roman" w:hAnsi="Times New Roman" w:cs="Times New Roman"/>
                <w:sz w:val="24"/>
                <w:szCs w:val="20"/>
              </w:rPr>
            </w:pPr>
            <w:r w:rsidRPr="00B26907">
              <w:rPr>
                <w:rFonts w:ascii="Times New Roman" w:eastAsia="Times New Roman" w:hAnsi="Times New Roman" w:cs="Times New Roman"/>
                <w:sz w:val="24"/>
                <w:szCs w:val="20"/>
              </w:rPr>
              <w:t>Mindaugas Mikulėnas</w:t>
            </w:r>
          </w:p>
        </w:tc>
      </w:tr>
    </w:tbl>
    <w:p w14:paraId="53B57F98" w14:textId="74ECC15C" w:rsidR="00C27431" w:rsidRDefault="00C27431">
      <w:pPr>
        <w:rPr>
          <w:rFonts w:eastAsia="Calibri"/>
          <w:szCs w:val="24"/>
          <w:lang w:eastAsia="lt-LT"/>
        </w:rPr>
      </w:pPr>
    </w:p>
    <w:sectPr w:rsidR="00C27431" w:rsidSect="0043383A">
      <w:headerReference w:type="default" r:id="rId11"/>
      <w:footerReference w:type="default" r:id="rId12"/>
      <w:pgSz w:w="11907" w:h="16839" w:code="9"/>
      <w:pgMar w:top="1134" w:right="567" w:bottom="1134" w:left="1701" w:header="567" w:footer="567"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31F0D0" w14:textId="77777777" w:rsidR="00EC37CC" w:rsidRPr="00804087" w:rsidRDefault="00EC37CC">
      <w:pPr>
        <w:spacing w:after="0" w:line="240" w:lineRule="auto"/>
      </w:pPr>
      <w:r w:rsidRPr="00804087">
        <w:separator/>
      </w:r>
    </w:p>
  </w:endnote>
  <w:endnote w:type="continuationSeparator" w:id="0">
    <w:p w14:paraId="12D0C98A" w14:textId="77777777" w:rsidR="00EC37CC" w:rsidRPr="00804087" w:rsidRDefault="00EC37CC">
      <w:pPr>
        <w:spacing w:after="0" w:line="240" w:lineRule="auto"/>
      </w:pPr>
      <w:r w:rsidRPr="00804087">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BA"/>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DokChampa">
    <w:charset w:val="DE"/>
    <w:family w:val="swiss"/>
    <w:pitch w:val="variable"/>
    <w:sig w:usb0="83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58F85D" w14:textId="5131FE81" w:rsidR="0098026F" w:rsidRPr="00804087" w:rsidRDefault="0098026F" w:rsidP="00C27431">
    <w:pPr>
      <w:pStyle w:val="Porat"/>
      <w:ind w:left="0" w:right="-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D16D85" w14:textId="77777777" w:rsidR="00EC37CC" w:rsidRPr="00804087" w:rsidRDefault="00EC37CC">
      <w:pPr>
        <w:spacing w:after="0" w:line="240" w:lineRule="auto"/>
      </w:pPr>
      <w:r w:rsidRPr="00804087">
        <w:separator/>
      </w:r>
    </w:p>
  </w:footnote>
  <w:footnote w:type="continuationSeparator" w:id="0">
    <w:p w14:paraId="28509929" w14:textId="77777777" w:rsidR="00EC37CC" w:rsidRPr="00804087" w:rsidRDefault="00EC37CC">
      <w:pPr>
        <w:spacing w:after="0" w:line="240" w:lineRule="auto"/>
      </w:pPr>
      <w:r w:rsidRPr="00804087">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02970037"/>
      <w:docPartObj>
        <w:docPartGallery w:val="Page Numbers (Top of Page)"/>
        <w:docPartUnique/>
      </w:docPartObj>
    </w:sdtPr>
    <w:sdtEndPr>
      <w:rPr>
        <w:noProof/>
      </w:rPr>
    </w:sdtEndPr>
    <w:sdtContent>
      <w:p w14:paraId="47BA1310" w14:textId="7879BAE1" w:rsidR="0043383A" w:rsidRDefault="0043383A">
        <w:pPr>
          <w:pStyle w:val="Antrats"/>
          <w:jc w:val="center"/>
        </w:pPr>
        <w:r>
          <w:fldChar w:fldCharType="begin"/>
        </w:r>
        <w:r>
          <w:instrText xml:space="preserve"> PAGE   \* MERGEFORMAT </w:instrText>
        </w:r>
        <w:r>
          <w:fldChar w:fldCharType="separate"/>
        </w:r>
        <w:r>
          <w:rPr>
            <w:noProof/>
          </w:rPr>
          <w:t>2</w:t>
        </w:r>
        <w:r>
          <w:rPr>
            <w:noProof/>
          </w:rPr>
          <w:fldChar w:fldCharType="end"/>
        </w:r>
      </w:p>
    </w:sdtContent>
  </w:sdt>
  <w:p w14:paraId="764172F9" w14:textId="77777777" w:rsidR="0043383A" w:rsidRDefault="0043383A">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B6E8615A"/>
    <w:lvl w:ilvl="0">
      <w:start w:val="1"/>
      <w:numFmt w:val="bullet"/>
      <w:pStyle w:val="Sraassuenkleliais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Sraassuenkleliai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Sraassuenkleliai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Sraassuenkleliais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Sraassuenkleliais"/>
      <w:lvlText w:val="•"/>
      <w:lvlJc w:val="left"/>
      <w:pPr>
        <w:ind w:left="360" w:hanging="360"/>
      </w:pPr>
      <w:rPr>
        <w:rFonts w:ascii="Cambria" w:hAnsi="Cambria" w:hint="default"/>
        <w:color w:val="4F81BD" w:themeColor="accent1"/>
      </w:rPr>
    </w:lvl>
  </w:abstractNum>
  <w:abstractNum w:abstractNumId="5"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8E59D6"/>
    <w:multiLevelType w:val="hybridMultilevel"/>
    <w:tmpl w:val="A7B67730"/>
    <w:lvl w:ilvl="0" w:tplc="4D041A98">
      <w:start w:val="1"/>
      <w:numFmt w:val="decimal"/>
      <w:lvlText w:val="4.1.%1."/>
      <w:lvlJc w:val="left"/>
      <w:pPr>
        <w:ind w:left="757" w:hanging="360"/>
      </w:pPr>
      <w:rPr>
        <w:rFonts w:hint="default"/>
      </w:rPr>
    </w:lvl>
    <w:lvl w:ilvl="1" w:tplc="04270019" w:tentative="1">
      <w:start w:val="1"/>
      <w:numFmt w:val="lowerLetter"/>
      <w:lvlText w:val="%2."/>
      <w:lvlJc w:val="left"/>
      <w:pPr>
        <w:ind w:left="1866" w:hanging="360"/>
      </w:pPr>
    </w:lvl>
    <w:lvl w:ilvl="2" w:tplc="0427001B" w:tentative="1">
      <w:start w:val="1"/>
      <w:numFmt w:val="lowerRoman"/>
      <w:lvlText w:val="%3."/>
      <w:lvlJc w:val="right"/>
      <w:pPr>
        <w:ind w:left="2586" w:hanging="180"/>
      </w:pPr>
    </w:lvl>
    <w:lvl w:ilvl="3" w:tplc="0427000F" w:tentative="1">
      <w:start w:val="1"/>
      <w:numFmt w:val="decimal"/>
      <w:lvlText w:val="%4."/>
      <w:lvlJc w:val="left"/>
      <w:pPr>
        <w:ind w:left="3306" w:hanging="360"/>
      </w:pPr>
    </w:lvl>
    <w:lvl w:ilvl="4" w:tplc="04270019" w:tentative="1">
      <w:start w:val="1"/>
      <w:numFmt w:val="lowerLetter"/>
      <w:lvlText w:val="%5."/>
      <w:lvlJc w:val="left"/>
      <w:pPr>
        <w:ind w:left="4026" w:hanging="360"/>
      </w:pPr>
    </w:lvl>
    <w:lvl w:ilvl="5" w:tplc="0427001B" w:tentative="1">
      <w:start w:val="1"/>
      <w:numFmt w:val="lowerRoman"/>
      <w:lvlText w:val="%6."/>
      <w:lvlJc w:val="right"/>
      <w:pPr>
        <w:ind w:left="4746" w:hanging="180"/>
      </w:pPr>
    </w:lvl>
    <w:lvl w:ilvl="6" w:tplc="0427000F" w:tentative="1">
      <w:start w:val="1"/>
      <w:numFmt w:val="decimal"/>
      <w:lvlText w:val="%7."/>
      <w:lvlJc w:val="left"/>
      <w:pPr>
        <w:ind w:left="5466" w:hanging="360"/>
      </w:pPr>
    </w:lvl>
    <w:lvl w:ilvl="7" w:tplc="04270019" w:tentative="1">
      <w:start w:val="1"/>
      <w:numFmt w:val="lowerLetter"/>
      <w:lvlText w:val="%8."/>
      <w:lvlJc w:val="left"/>
      <w:pPr>
        <w:ind w:left="6186" w:hanging="360"/>
      </w:pPr>
    </w:lvl>
    <w:lvl w:ilvl="8" w:tplc="0427001B" w:tentative="1">
      <w:start w:val="1"/>
      <w:numFmt w:val="lowerRoman"/>
      <w:lvlText w:val="%9."/>
      <w:lvlJc w:val="right"/>
      <w:pPr>
        <w:ind w:left="6906" w:hanging="180"/>
      </w:pPr>
    </w:lvl>
  </w:abstractNum>
  <w:abstractNum w:abstractNumId="7" w15:restartNumberingAfterBreak="0">
    <w:nsid w:val="15370109"/>
    <w:multiLevelType w:val="multilevel"/>
    <w:tmpl w:val="E0BAF2D4"/>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A52550C"/>
    <w:multiLevelType w:val="hybridMultilevel"/>
    <w:tmpl w:val="6330A3C4"/>
    <w:lvl w:ilvl="0" w:tplc="E58A757C">
      <w:start w:val="1"/>
      <w:numFmt w:val="decimal"/>
      <w:lvlText w:val="6.1.%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1" w15:restartNumberingAfterBreak="0">
    <w:nsid w:val="367F6A45"/>
    <w:multiLevelType w:val="multilevel"/>
    <w:tmpl w:val="80C0D6D2"/>
    <w:lvl w:ilvl="0">
      <w:start w:val="1"/>
      <w:numFmt w:val="decimal"/>
      <w:pStyle w:val="Sraassunumeriais"/>
      <w:lvlText w:val="%1."/>
      <w:lvlJc w:val="left"/>
      <w:pPr>
        <w:ind w:left="360" w:hanging="360"/>
      </w:pPr>
      <w:rPr>
        <w:rFonts w:hint="default"/>
      </w:rPr>
    </w:lvl>
    <w:lvl w:ilvl="1">
      <w:start w:val="1"/>
      <w:numFmt w:val="decimal"/>
      <w:pStyle w:val="Sraassunumeriais2"/>
      <w:suff w:val="space"/>
      <w:lvlText w:val="%1.%2"/>
      <w:lvlJc w:val="left"/>
      <w:pPr>
        <w:ind w:left="936" w:hanging="576"/>
      </w:pPr>
      <w:rPr>
        <w:rFonts w:hint="default"/>
      </w:rPr>
    </w:lvl>
    <w:lvl w:ilvl="2">
      <w:start w:val="1"/>
      <w:numFmt w:val="lowerLetter"/>
      <w:pStyle w:val="Sraassunumeriais3"/>
      <w:lvlText w:val="%3."/>
      <w:lvlJc w:val="left"/>
      <w:pPr>
        <w:ind w:left="720" w:hanging="360"/>
      </w:pPr>
      <w:rPr>
        <w:rFonts w:hint="default"/>
      </w:rPr>
    </w:lvl>
    <w:lvl w:ilvl="3">
      <w:start w:val="1"/>
      <w:numFmt w:val="lowerRoman"/>
      <w:pStyle w:val="Sraassunumeriais4"/>
      <w:lvlText w:val="%4."/>
      <w:lvlJc w:val="left"/>
      <w:pPr>
        <w:ind w:left="1080" w:hanging="360"/>
      </w:pPr>
      <w:rPr>
        <w:rFonts w:hint="default"/>
      </w:rPr>
    </w:lvl>
    <w:lvl w:ilvl="4">
      <w:start w:val="1"/>
      <w:numFmt w:val="lowerLetter"/>
      <w:pStyle w:val="Sraassunumeriai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48CE537C"/>
    <w:multiLevelType w:val="hybridMultilevel"/>
    <w:tmpl w:val="2A625916"/>
    <w:lvl w:ilvl="0" w:tplc="39F0386E">
      <w:start w:val="1"/>
      <w:numFmt w:val="decimal"/>
      <w:lvlText w:val="1.%1."/>
      <w:lvlJc w:val="left"/>
      <w:pPr>
        <w:ind w:left="720" w:hanging="360"/>
      </w:pPr>
      <w:rPr>
        <w:rFonts w:cs="Times New Roman" w:hint="default"/>
        <w:b w:val="0"/>
        <w:bCs w:val="0"/>
        <w:i w:val="0"/>
        <w:iCs w:val="0"/>
        <w:color w:val="auto"/>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57773B9C"/>
    <w:multiLevelType w:val="multilevel"/>
    <w:tmpl w:val="4C7CA808"/>
    <w:lvl w:ilvl="0">
      <w:start w:val="20"/>
      <w:numFmt w:val="decimal"/>
      <w:lvlText w:val="%1."/>
      <w:lvlJc w:val="left"/>
      <w:pPr>
        <w:ind w:left="1898" w:hanging="480"/>
      </w:pPr>
      <w:rPr>
        <w:rFonts w:hint="default"/>
        <w:i w:val="0"/>
        <w:iCs w:val="0"/>
      </w:rPr>
    </w:lvl>
    <w:lvl w:ilvl="1">
      <w:start w:val="1"/>
      <w:numFmt w:val="decimal"/>
      <w:lvlText w:val="%1.%2."/>
      <w:lvlJc w:val="left"/>
      <w:pPr>
        <w:ind w:left="2182"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2422" w:hanging="720"/>
      </w:pPr>
      <w:rPr>
        <w:rFonts w:hint="default"/>
      </w:rPr>
    </w:lvl>
    <w:lvl w:ilvl="4">
      <w:start w:val="1"/>
      <w:numFmt w:val="decimal"/>
      <w:lvlText w:val="%1.%2.%3.%4.%5."/>
      <w:lvlJc w:val="left"/>
      <w:pPr>
        <w:ind w:left="2782" w:hanging="1080"/>
      </w:pPr>
      <w:rPr>
        <w:rFonts w:hint="default"/>
      </w:rPr>
    </w:lvl>
    <w:lvl w:ilvl="5">
      <w:start w:val="1"/>
      <w:numFmt w:val="decimal"/>
      <w:lvlText w:val="%1.%2.%3.%4.%5.%6."/>
      <w:lvlJc w:val="left"/>
      <w:pPr>
        <w:ind w:left="2782" w:hanging="1080"/>
      </w:pPr>
      <w:rPr>
        <w:rFonts w:hint="default"/>
      </w:rPr>
    </w:lvl>
    <w:lvl w:ilvl="6">
      <w:start w:val="1"/>
      <w:numFmt w:val="decimal"/>
      <w:lvlText w:val="%1.%2.%3.%4.%5.%6.%7."/>
      <w:lvlJc w:val="left"/>
      <w:pPr>
        <w:ind w:left="3142" w:hanging="1440"/>
      </w:pPr>
      <w:rPr>
        <w:rFonts w:hint="default"/>
      </w:rPr>
    </w:lvl>
    <w:lvl w:ilvl="7">
      <w:start w:val="1"/>
      <w:numFmt w:val="decimal"/>
      <w:lvlText w:val="%1.%2.%3.%4.%5.%6.%7.%8."/>
      <w:lvlJc w:val="left"/>
      <w:pPr>
        <w:ind w:left="3142" w:hanging="1440"/>
      </w:pPr>
      <w:rPr>
        <w:rFonts w:hint="default"/>
      </w:rPr>
    </w:lvl>
    <w:lvl w:ilvl="8">
      <w:start w:val="1"/>
      <w:numFmt w:val="decimal"/>
      <w:lvlText w:val="%1.%2.%3.%4.%5.%6.%7.%8.%9."/>
      <w:lvlJc w:val="left"/>
      <w:pPr>
        <w:ind w:left="3502" w:hanging="1800"/>
      </w:pPr>
      <w:rPr>
        <w:rFonts w:hint="default"/>
      </w:rPr>
    </w:lvl>
  </w:abstractNum>
  <w:abstractNum w:abstractNumId="14" w15:restartNumberingAfterBreak="0">
    <w:nsid w:val="5D8F705E"/>
    <w:multiLevelType w:val="multilevel"/>
    <w:tmpl w:val="4566B8AE"/>
    <w:lvl w:ilvl="0">
      <w:start w:val="23"/>
      <w:numFmt w:val="decimal"/>
      <w:lvlText w:val="%1."/>
      <w:lvlJc w:val="left"/>
      <w:pPr>
        <w:ind w:left="5747" w:hanging="360"/>
      </w:pPr>
    </w:lvl>
    <w:lvl w:ilvl="1">
      <w:start w:val="1"/>
      <w:numFmt w:val="decimal"/>
      <w:lvlText w:val="%2."/>
      <w:lvlJc w:val="left"/>
      <w:pPr>
        <w:ind w:left="142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5FE657F0"/>
    <w:multiLevelType w:val="hybridMultilevel"/>
    <w:tmpl w:val="84DC6B46"/>
    <w:lvl w:ilvl="0" w:tplc="F434145C">
      <w:start w:val="1"/>
      <w:numFmt w:val="upperRoman"/>
      <w:pStyle w:val="Skyriauspavadinimas"/>
      <w:lvlText w:val="%1."/>
      <w:lvlJc w:val="left"/>
      <w:pPr>
        <w:tabs>
          <w:tab w:val="num" w:pos="510"/>
        </w:tabs>
        <w:ind w:left="0" w:firstLine="0"/>
      </w:pPr>
      <w:rPr>
        <w:rFonts w:hint="default"/>
      </w:rPr>
    </w:lvl>
    <w:lvl w:ilvl="1" w:tplc="FFFFFFFF">
      <w:start w:val="1"/>
      <w:numFmt w:val="lowerLetter"/>
      <w:lvlText w:val="%2."/>
      <w:lvlJc w:val="left"/>
      <w:pPr>
        <w:tabs>
          <w:tab w:val="num" w:pos="2466"/>
        </w:tabs>
        <w:ind w:left="2466" w:hanging="360"/>
      </w:pPr>
    </w:lvl>
    <w:lvl w:ilvl="2" w:tplc="FFFFFFFF">
      <w:start w:val="1"/>
      <w:numFmt w:val="lowerRoman"/>
      <w:lvlText w:val="%3."/>
      <w:lvlJc w:val="right"/>
      <w:pPr>
        <w:tabs>
          <w:tab w:val="num" w:pos="3186"/>
        </w:tabs>
        <w:ind w:left="3186" w:hanging="180"/>
      </w:pPr>
    </w:lvl>
    <w:lvl w:ilvl="3" w:tplc="FFFFFFFF" w:tentative="1">
      <w:start w:val="1"/>
      <w:numFmt w:val="decimal"/>
      <w:lvlText w:val="%4."/>
      <w:lvlJc w:val="left"/>
      <w:pPr>
        <w:tabs>
          <w:tab w:val="num" w:pos="3906"/>
        </w:tabs>
        <w:ind w:left="3906" w:hanging="360"/>
      </w:pPr>
    </w:lvl>
    <w:lvl w:ilvl="4" w:tplc="FFFFFFFF" w:tentative="1">
      <w:start w:val="1"/>
      <w:numFmt w:val="lowerLetter"/>
      <w:lvlText w:val="%5."/>
      <w:lvlJc w:val="left"/>
      <w:pPr>
        <w:tabs>
          <w:tab w:val="num" w:pos="4626"/>
        </w:tabs>
        <w:ind w:left="4626" w:hanging="360"/>
      </w:pPr>
    </w:lvl>
    <w:lvl w:ilvl="5" w:tplc="FFFFFFFF" w:tentative="1">
      <w:start w:val="1"/>
      <w:numFmt w:val="lowerRoman"/>
      <w:lvlText w:val="%6."/>
      <w:lvlJc w:val="right"/>
      <w:pPr>
        <w:tabs>
          <w:tab w:val="num" w:pos="5346"/>
        </w:tabs>
        <w:ind w:left="5346" w:hanging="180"/>
      </w:pPr>
    </w:lvl>
    <w:lvl w:ilvl="6" w:tplc="FFFFFFFF" w:tentative="1">
      <w:start w:val="1"/>
      <w:numFmt w:val="decimal"/>
      <w:lvlText w:val="%7."/>
      <w:lvlJc w:val="left"/>
      <w:pPr>
        <w:tabs>
          <w:tab w:val="num" w:pos="6066"/>
        </w:tabs>
        <w:ind w:left="6066" w:hanging="360"/>
      </w:pPr>
    </w:lvl>
    <w:lvl w:ilvl="7" w:tplc="FFFFFFFF" w:tentative="1">
      <w:start w:val="1"/>
      <w:numFmt w:val="lowerLetter"/>
      <w:lvlText w:val="%8."/>
      <w:lvlJc w:val="left"/>
      <w:pPr>
        <w:tabs>
          <w:tab w:val="num" w:pos="6786"/>
        </w:tabs>
        <w:ind w:left="6786" w:hanging="360"/>
      </w:pPr>
    </w:lvl>
    <w:lvl w:ilvl="8" w:tplc="FFFFFFFF" w:tentative="1">
      <w:start w:val="1"/>
      <w:numFmt w:val="lowerRoman"/>
      <w:lvlText w:val="%9."/>
      <w:lvlJc w:val="right"/>
      <w:pPr>
        <w:tabs>
          <w:tab w:val="num" w:pos="7506"/>
        </w:tabs>
        <w:ind w:left="7506" w:hanging="180"/>
      </w:pPr>
    </w:lvl>
  </w:abstractNum>
  <w:abstractNum w:abstractNumId="17" w15:restartNumberingAfterBreak="0">
    <w:nsid w:val="61245C9A"/>
    <w:multiLevelType w:val="multilevel"/>
    <w:tmpl w:val="76D650CA"/>
    <w:lvl w:ilvl="0">
      <w:numFmt w:val="bullet"/>
      <w:lvlText w:val=""/>
      <w:lvlJc w:val="left"/>
      <w:pPr>
        <w:tabs>
          <w:tab w:val="num" w:pos="0"/>
        </w:tabs>
        <w:ind w:left="720" w:hanging="360"/>
      </w:pPr>
      <w:rPr>
        <w:rFonts w:ascii="Symbol" w:eastAsiaTheme="minorHAnsi"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536250B"/>
    <w:multiLevelType w:val="multilevel"/>
    <w:tmpl w:val="AF6C3C9E"/>
    <w:lvl w:ilvl="0">
      <w:start w:val="1"/>
      <w:numFmt w:val="decimal"/>
      <w:lvlText w:val="%1."/>
      <w:lvlJc w:val="left"/>
      <w:pPr>
        <w:ind w:left="1898" w:hanging="480"/>
      </w:pPr>
      <w:rPr>
        <w:rFonts w:hint="default"/>
        <w:i w:val="0"/>
        <w:iCs w:val="0"/>
      </w:rPr>
    </w:lvl>
    <w:lvl w:ilvl="1">
      <w:start w:val="1"/>
      <w:numFmt w:val="decimal"/>
      <w:lvlText w:val="%1.%2."/>
      <w:lvlJc w:val="left"/>
      <w:pPr>
        <w:ind w:left="2182"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2422" w:hanging="720"/>
      </w:pPr>
      <w:rPr>
        <w:rFonts w:hint="default"/>
      </w:rPr>
    </w:lvl>
    <w:lvl w:ilvl="4">
      <w:start w:val="1"/>
      <w:numFmt w:val="decimal"/>
      <w:lvlText w:val="%1.%2.%3.%4.%5."/>
      <w:lvlJc w:val="left"/>
      <w:pPr>
        <w:ind w:left="2782" w:hanging="1080"/>
      </w:pPr>
      <w:rPr>
        <w:rFonts w:hint="default"/>
      </w:rPr>
    </w:lvl>
    <w:lvl w:ilvl="5">
      <w:start w:val="1"/>
      <w:numFmt w:val="decimal"/>
      <w:lvlText w:val="%1.%2.%3.%4.%5.%6."/>
      <w:lvlJc w:val="left"/>
      <w:pPr>
        <w:ind w:left="2782" w:hanging="1080"/>
      </w:pPr>
      <w:rPr>
        <w:rFonts w:hint="default"/>
      </w:rPr>
    </w:lvl>
    <w:lvl w:ilvl="6">
      <w:start w:val="1"/>
      <w:numFmt w:val="decimal"/>
      <w:lvlText w:val="%1.%2.%3.%4.%5.%6.%7."/>
      <w:lvlJc w:val="left"/>
      <w:pPr>
        <w:ind w:left="3142" w:hanging="1440"/>
      </w:pPr>
      <w:rPr>
        <w:rFonts w:hint="default"/>
      </w:rPr>
    </w:lvl>
    <w:lvl w:ilvl="7">
      <w:start w:val="1"/>
      <w:numFmt w:val="decimal"/>
      <w:lvlText w:val="%1.%2.%3.%4.%5.%6.%7.%8."/>
      <w:lvlJc w:val="left"/>
      <w:pPr>
        <w:ind w:left="3142" w:hanging="1440"/>
      </w:pPr>
      <w:rPr>
        <w:rFonts w:hint="default"/>
      </w:rPr>
    </w:lvl>
    <w:lvl w:ilvl="8">
      <w:start w:val="1"/>
      <w:numFmt w:val="decimal"/>
      <w:lvlText w:val="%1.%2.%3.%4.%5.%6.%7.%8.%9."/>
      <w:lvlJc w:val="left"/>
      <w:pPr>
        <w:ind w:left="3502" w:hanging="1800"/>
      </w:pPr>
      <w:rPr>
        <w:rFonts w:hint="default"/>
      </w:rPr>
    </w:lvl>
  </w:abstractNum>
  <w:abstractNum w:abstractNumId="20"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21" w15:restartNumberingAfterBreak="0">
    <w:nsid w:val="68596562"/>
    <w:multiLevelType w:val="hybridMultilevel"/>
    <w:tmpl w:val="6330A3C4"/>
    <w:lvl w:ilvl="0" w:tplc="FFFFFFFF">
      <w:start w:val="1"/>
      <w:numFmt w:val="decimal"/>
      <w:lvlText w:val="6.1.%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D505B75"/>
    <w:multiLevelType w:val="multilevel"/>
    <w:tmpl w:val="0004FF6C"/>
    <w:lvl w:ilvl="0">
      <w:start w:val="1"/>
      <w:numFmt w:val="decimal"/>
      <w:lvlText w:val="3.1.%1."/>
      <w:lvlJc w:val="left"/>
      <w:pPr>
        <w:ind w:left="0" w:firstLine="0"/>
      </w:pPr>
      <w:rPr>
        <w:rFonts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24" w15:restartNumberingAfterBreak="0">
    <w:nsid w:val="730D0034"/>
    <w:multiLevelType w:val="multilevel"/>
    <w:tmpl w:val="E5ACB708"/>
    <w:lvl w:ilvl="0">
      <w:start w:val="3"/>
      <w:numFmt w:val="decimal"/>
      <w:lvlText w:val="%1."/>
      <w:lvlJc w:val="left"/>
      <w:pPr>
        <w:ind w:left="360" w:hanging="360"/>
      </w:pPr>
      <w:rPr>
        <w:rFonts w:hint="default"/>
        <w:color w:val="000000"/>
      </w:rPr>
    </w:lvl>
    <w:lvl w:ilvl="1">
      <w:start w:val="1"/>
      <w:numFmt w:val="decimal"/>
      <w:lvlText w:val="%1.%2."/>
      <w:lvlJc w:val="left"/>
      <w:pPr>
        <w:ind w:left="786" w:hanging="360"/>
      </w:pPr>
      <w:rPr>
        <w:rFonts w:hint="default"/>
        <w:color w:val="000000"/>
      </w:rPr>
    </w:lvl>
    <w:lvl w:ilvl="2">
      <w:start w:val="1"/>
      <w:numFmt w:val="decimal"/>
      <w:lvlText w:val="%1.%2.%3."/>
      <w:lvlJc w:val="left"/>
      <w:pPr>
        <w:ind w:left="1560" w:hanging="720"/>
      </w:pPr>
      <w:rPr>
        <w:rFonts w:hint="default"/>
        <w:color w:val="000000"/>
      </w:rPr>
    </w:lvl>
    <w:lvl w:ilvl="3">
      <w:start w:val="1"/>
      <w:numFmt w:val="decimal"/>
      <w:lvlText w:val="%1.%2.%3.%4."/>
      <w:lvlJc w:val="left"/>
      <w:pPr>
        <w:ind w:left="1980" w:hanging="720"/>
      </w:pPr>
      <w:rPr>
        <w:rFonts w:hint="default"/>
        <w:color w:val="000000"/>
      </w:rPr>
    </w:lvl>
    <w:lvl w:ilvl="4">
      <w:start w:val="1"/>
      <w:numFmt w:val="decimal"/>
      <w:lvlText w:val="%1.%2.%3.%4.%5."/>
      <w:lvlJc w:val="left"/>
      <w:pPr>
        <w:ind w:left="2760" w:hanging="1080"/>
      </w:pPr>
      <w:rPr>
        <w:rFonts w:hint="default"/>
        <w:color w:val="000000"/>
      </w:rPr>
    </w:lvl>
    <w:lvl w:ilvl="5">
      <w:start w:val="1"/>
      <w:numFmt w:val="decimal"/>
      <w:lvlText w:val="%1.%2.%3.%4.%5.%6."/>
      <w:lvlJc w:val="left"/>
      <w:pPr>
        <w:ind w:left="3180" w:hanging="1080"/>
      </w:pPr>
      <w:rPr>
        <w:rFonts w:hint="default"/>
        <w:color w:val="000000"/>
      </w:rPr>
    </w:lvl>
    <w:lvl w:ilvl="6">
      <w:start w:val="1"/>
      <w:numFmt w:val="decimal"/>
      <w:lvlText w:val="%1.%2.%3.%4.%5.%6.%7."/>
      <w:lvlJc w:val="left"/>
      <w:pPr>
        <w:ind w:left="3960" w:hanging="1440"/>
      </w:pPr>
      <w:rPr>
        <w:rFonts w:hint="default"/>
        <w:color w:val="000000"/>
      </w:rPr>
    </w:lvl>
    <w:lvl w:ilvl="7">
      <w:start w:val="1"/>
      <w:numFmt w:val="decimal"/>
      <w:lvlText w:val="%1.%2.%3.%4.%5.%6.%7.%8."/>
      <w:lvlJc w:val="left"/>
      <w:pPr>
        <w:ind w:left="4380" w:hanging="1440"/>
      </w:pPr>
      <w:rPr>
        <w:rFonts w:hint="default"/>
        <w:color w:val="000000"/>
      </w:rPr>
    </w:lvl>
    <w:lvl w:ilvl="8">
      <w:start w:val="1"/>
      <w:numFmt w:val="decimal"/>
      <w:lvlText w:val="%1.%2.%3.%4.%5.%6.%7.%8.%9."/>
      <w:lvlJc w:val="left"/>
      <w:pPr>
        <w:ind w:left="5160" w:hanging="1800"/>
      </w:pPr>
      <w:rPr>
        <w:rFonts w:hint="default"/>
        <w:color w:val="000000"/>
      </w:rPr>
    </w:lvl>
  </w:abstractNum>
  <w:abstractNum w:abstractNumId="25" w15:restartNumberingAfterBreak="0">
    <w:nsid w:val="73892C59"/>
    <w:multiLevelType w:val="multilevel"/>
    <w:tmpl w:val="31889F68"/>
    <w:lvl w:ilvl="0">
      <w:start w:val="1"/>
      <w:numFmt w:val="decimal"/>
      <w:lvlText w:val="%1."/>
      <w:lvlJc w:val="left"/>
      <w:pPr>
        <w:ind w:left="0" w:hanging="360"/>
      </w:pPr>
      <w:rPr>
        <w:rFonts w:ascii="Calibri Light" w:hAnsi="Calibri Light" w:cs="Calibri Light" w:hint="default"/>
        <w:color w:val="548DD4" w:themeColor="text2" w:themeTint="99"/>
        <w:sz w:val="24"/>
      </w:rPr>
    </w:lvl>
    <w:lvl w:ilvl="1">
      <w:start w:val="1"/>
      <w:numFmt w:val="decimal"/>
      <w:isLgl/>
      <w:lvlText w:val="%1.%2"/>
      <w:lvlJc w:val="left"/>
      <w:pPr>
        <w:ind w:left="0" w:hanging="360"/>
      </w:pPr>
      <w:rPr>
        <w:rFonts w:ascii="Calibri Light" w:hAnsi="Calibri Light" w:cs="Calibri Light" w:hint="default"/>
        <w:b w:val="0"/>
        <w:color w:val="auto"/>
        <w:sz w:val="22"/>
        <w:szCs w:val="20"/>
      </w:rPr>
    </w:lvl>
    <w:lvl w:ilvl="2">
      <w:start w:val="1"/>
      <w:numFmt w:val="decimal"/>
      <w:lvlText w:val="2.1.%3."/>
      <w:lvlJc w:val="left"/>
      <w:pPr>
        <w:ind w:left="862" w:hanging="720"/>
      </w:pPr>
      <w:rPr>
        <w:rFonts w:hint="default"/>
        <w:b w:val="0"/>
        <w:color w:val="auto"/>
      </w:rPr>
    </w:lvl>
    <w:lvl w:ilvl="3">
      <w:start w:val="1"/>
      <w:numFmt w:val="decimal"/>
      <w:isLgl/>
      <w:lvlText w:val="%1.%2.%3.%4"/>
      <w:lvlJc w:val="left"/>
      <w:pPr>
        <w:ind w:left="360" w:hanging="720"/>
      </w:pPr>
      <w:rPr>
        <w:rFonts w:hint="default"/>
      </w:rPr>
    </w:lvl>
    <w:lvl w:ilvl="4">
      <w:start w:val="1"/>
      <w:numFmt w:val="decimal"/>
      <w:isLgl/>
      <w:lvlText w:val="%1.%2.%3.%4.%5"/>
      <w:lvlJc w:val="left"/>
      <w:pPr>
        <w:ind w:left="720" w:hanging="1080"/>
      </w:pPr>
      <w:rPr>
        <w:rFonts w:hint="default"/>
      </w:rPr>
    </w:lvl>
    <w:lvl w:ilvl="5">
      <w:start w:val="1"/>
      <w:numFmt w:val="decimal"/>
      <w:isLgl/>
      <w:lvlText w:val="%1.%2.%3.%4.%5.%6"/>
      <w:lvlJc w:val="left"/>
      <w:pPr>
        <w:ind w:left="720" w:hanging="1080"/>
      </w:pPr>
      <w:rPr>
        <w:rFonts w:hint="default"/>
      </w:rPr>
    </w:lvl>
    <w:lvl w:ilvl="6">
      <w:start w:val="1"/>
      <w:numFmt w:val="decimal"/>
      <w:isLgl/>
      <w:lvlText w:val="%1.%2.%3.%4.%5.%6.%7"/>
      <w:lvlJc w:val="left"/>
      <w:pPr>
        <w:ind w:left="1080" w:hanging="1440"/>
      </w:pPr>
      <w:rPr>
        <w:rFonts w:hint="default"/>
      </w:rPr>
    </w:lvl>
    <w:lvl w:ilvl="7">
      <w:start w:val="1"/>
      <w:numFmt w:val="decimal"/>
      <w:isLgl/>
      <w:lvlText w:val="%1.%2.%3.%4.%5.%6.%7.%8"/>
      <w:lvlJc w:val="left"/>
      <w:pPr>
        <w:ind w:left="1080" w:hanging="1440"/>
      </w:pPr>
      <w:rPr>
        <w:rFonts w:hint="default"/>
      </w:rPr>
    </w:lvl>
    <w:lvl w:ilvl="8">
      <w:start w:val="1"/>
      <w:numFmt w:val="decimal"/>
      <w:isLgl/>
      <w:lvlText w:val="%1.%2.%3.%4.%5.%6.%7.%8.%9"/>
      <w:lvlJc w:val="left"/>
      <w:pPr>
        <w:ind w:left="1440" w:hanging="1800"/>
      </w:pPr>
      <w:rPr>
        <w:rFonts w:hint="default"/>
      </w:rPr>
    </w:lvl>
  </w:abstractNum>
  <w:abstractNum w:abstractNumId="26" w15:restartNumberingAfterBreak="0">
    <w:nsid w:val="7E926B78"/>
    <w:multiLevelType w:val="multilevel"/>
    <w:tmpl w:val="4DF658A8"/>
    <w:lvl w:ilvl="0">
      <w:start w:val="1"/>
      <w:numFmt w:val="decimal"/>
      <w:lvlText w:val="%1."/>
      <w:lvlJc w:val="left"/>
      <w:pPr>
        <w:ind w:left="720" w:hanging="360"/>
      </w:pPr>
      <w:rPr>
        <w:rFonts w:hint="default"/>
      </w:rPr>
    </w:lvl>
    <w:lvl w:ilvl="1">
      <w:start w:val="1"/>
      <w:numFmt w:val="decimal"/>
      <w:isLgl/>
      <w:lvlText w:val="%1.%2."/>
      <w:lvlJc w:val="left"/>
      <w:pPr>
        <w:ind w:left="644" w:hanging="360"/>
      </w:pPr>
      <w:rPr>
        <w:rFonts w:hint="default"/>
        <w:color w:val="auto"/>
      </w:rPr>
    </w:lvl>
    <w:lvl w:ilvl="2">
      <w:start w:val="1"/>
      <w:numFmt w:val="decimal"/>
      <w:isLgl/>
      <w:lvlText w:val="%1.%2.%3."/>
      <w:lvlJc w:val="left"/>
      <w:pPr>
        <w:ind w:left="1430" w:hanging="720"/>
      </w:pPr>
      <w:rPr>
        <w:rFonts w:hint="default"/>
        <w:b w:val="0"/>
        <w:i w:val="0"/>
        <w:iCs/>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num w:numId="1" w16cid:durableId="2142458738">
    <w:abstractNumId w:val="4"/>
  </w:num>
  <w:num w:numId="2" w16cid:durableId="407730059">
    <w:abstractNumId w:val="3"/>
  </w:num>
  <w:num w:numId="3" w16cid:durableId="1375621561">
    <w:abstractNumId w:val="2"/>
  </w:num>
  <w:num w:numId="4" w16cid:durableId="1417435371">
    <w:abstractNumId w:val="1"/>
  </w:num>
  <w:num w:numId="5" w16cid:durableId="1520391572">
    <w:abstractNumId w:val="0"/>
  </w:num>
  <w:num w:numId="6" w16cid:durableId="1684286655">
    <w:abstractNumId w:val="8"/>
  </w:num>
  <w:num w:numId="7" w16cid:durableId="895240506">
    <w:abstractNumId w:val="11"/>
  </w:num>
  <w:num w:numId="8" w16cid:durableId="389960473">
    <w:abstractNumId w:val="25"/>
  </w:num>
  <w:num w:numId="9" w16cid:durableId="526404920">
    <w:abstractNumId w:val="12"/>
  </w:num>
  <w:num w:numId="10" w16cid:durableId="2105221303">
    <w:abstractNumId w:val="6"/>
  </w:num>
  <w:num w:numId="11" w16cid:durableId="1134786011">
    <w:abstractNumId w:val="9"/>
  </w:num>
  <w:num w:numId="12" w16cid:durableId="2018339086">
    <w:abstractNumId w:val="21"/>
  </w:num>
  <w:num w:numId="13" w16cid:durableId="2111124917">
    <w:abstractNumId w:val="10"/>
  </w:num>
  <w:num w:numId="14" w16cid:durableId="1630473600">
    <w:abstractNumId w:val="20"/>
  </w:num>
  <w:num w:numId="15" w16cid:durableId="808790298">
    <w:abstractNumId w:val="15"/>
  </w:num>
  <w:num w:numId="16" w16cid:durableId="1294367767">
    <w:abstractNumId w:val="23"/>
  </w:num>
  <w:num w:numId="17" w16cid:durableId="619267217">
    <w:abstractNumId w:val="18"/>
  </w:num>
  <w:num w:numId="18" w16cid:durableId="771702242">
    <w:abstractNumId w:val="22"/>
  </w:num>
  <w:num w:numId="19" w16cid:durableId="1504082620">
    <w:abstractNumId w:val="5"/>
  </w:num>
  <w:num w:numId="20" w16cid:durableId="551623491">
    <w:abstractNumId w:val="16"/>
  </w:num>
  <w:num w:numId="21" w16cid:durableId="1588463240">
    <w:abstractNumId w:val="19"/>
  </w:num>
  <w:num w:numId="22" w16cid:durableId="322705210">
    <w:abstractNumId w:val="13"/>
  </w:num>
  <w:num w:numId="23" w16cid:durableId="809057716">
    <w:abstractNumId w:val="26"/>
  </w:num>
  <w:num w:numId="24" w16cid:durableId="1221674124">
    <w:abstractNumId w:val="24"/>
  </w:num>
  <w:num w:numId="25" w16cid:durableId="1466464794">
    <w:abstractNumId w:val="1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98725364">
    <w:abstractNumId w:val="7"/>
  </w:num>
  <w:num w:numId="27" w16cid:durableId="1503423608">
    <w:abstractNumId w:val="1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attachedTemplate r:id="rId1"/>
  <w:defaultTabStop w:val="0"/>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U1NjQ1MzcxMLW0tDRR0lEKTi0uzszPAykwrAUAdbgi3CwAAAA="/>
  </w:docVars>
  <w:rsids>
    <w:rsidRoot w:val="006D305F"/>
    <w:rsid w:val="00001963"/>
    <w:rsid w:val="00001DCD"/>
    <w:rsid w:val="00002F38"/>
    <w:rsid w:val="000039A5"/>
    <w:rsid w:val="000043D1"/>
    <w:rsid w:val="000050A5"/>
    <w:rsid w:val="00005EA6"/>
    <w:rsid w:val="00011C23"/>
    <w:rsid w:val="000204A6"/>
    <w:rsid w:val="00026A54"/>
    <w:rsid w:val="000270ED"/>
    <w:rsid w:val="00032092"/>
    <w:rsid w:val="0003366F"/>
    <w:rsid w:val="0003446B"/>
    <w:rsid w:val="00036DBB"/>
    <w:rsid w:val="00037185"/>
    <w:rsid w:val="000374AC"/>
    <w:rsid w:val="00040DAD"/>
    <w:rsid w:val="00041E3C"/>
    <w:rsid w:val="0004269F"/>
    <w:rsid w:val="00044289"/>
    <w:rsid w:val="00045F8C"/>
    <w:rsid w:val="0004685E"/>
    <w:rsid w:val="000533B6"/>
    <w:rsid w:val="00053743"/>
    <w:rsid w:val="00055EEA"/>
    <w:rsid w:val="0005633C"/>
    <w:rsid w:val="00061076"/>
    <w:rsid w:val="00065506"/>
    <w:rsid w:val="0007339C"/>
    <w:rsid w:val="00076880"/>
    <w:rsid w:val="000777D3"/>
    <w:rsid w:val="00077819"/>
    <w:rsid w:val="00077F4E"/>
    <w:rsid w:val="00080339"/>
    <w:rsid w:val="00084465"/>
    <w:rsid w:val="00084F44"/>
    <w:rsid w:val="00092518"/>
    <w:rsid w:val="00097241"/>
    <w:rsid w:val="00097560"/>
    <w:rsid w:val="000A0A83"/>
    <w:rsid w:val="000A1D19"/>
    <w:rsid w:val="000A23D3"/>
    <w:rsid w:val="000A61E0"/>
    <w:rsid w:val="000B0A6A"/>
    <w:rsid w:val="000B1A6F"/>
    <w:rsid w:val="000B2D98"/>
    <w:rsid w:val="000C1CDC"/>
    <w:rsid w:val="000C2337"/>
    <w:rsid w:val="000D0B5B"/>
    <w:rsid w:val="000D0C23"/>
    <w:rsid w:val="000D122A"/>
    <w:rsid w:val="000D1801"/>
    <w:rsid w:val="000D610B"/>
    <w:rsid w:val="000E181D"/>
    <w:rsid w:val="000E1906"/>
    <w:rsid w:val="000E416B"/>
    <w:rsid w:val="000F1151"/>
    <w:rsid w:val="000F33C7"/>
    <w:rsid w:val="000F4D3D"/>
    <w:rsid w:val="000F554D"/>
    <w:rsid w:val="000F5D57"/>
    <w:rsid w:val="000F6B0B"/>
    <w:rsid w:val="001038C5"/>
    <w:rsid w:val="00103A07"/>
    <w:rsid w:val="001129AC"/>
    <w:rsid w:val="00113927"/>
    <w:rsid w:val="00115DE0"/>
    <w:rsid w:val="00131595"/>
    <w:rsid w:val="0013231E"/>
    <w:rsid w:val="001328BA"/>
    <w:rsid w:val="00143174"/>
    <w:rsid w:val="0014465A"/>
    <w:rsid w:val="001458F5"/>
    <w:rsid w:val="0015224A"/>
    <w:rsid w:val="00152EDB"/>
    <w:rsid w:val="00153F22"/>
    <w:rsid w:val="0015696B"/>
    <w:rsid w:val="0016225E"/>
    <w:rsid w:val="00165468"/>
    <w:rsid w:val="00171C82"/>
    <w:rsid w:val="00172729"/>
    <w:rsid w:val="00172C17"/>
    <w:rsid w:val="00183D31"/>
    <w:rsid w:val="00185D52"/>
    <w:rsid w:val="00185F21"/>
    <w:rsid w:val="00192838"/>
    <w:rsid w:val="00193AEA"/>
    <w:rsid w:val="00194EA9"/>
    <w:rsid w:val="001963C3"/>
    <w:rsid w:val="001A0AC6"/>
    <w:rsid w:val="001A3652"/>
    <w:rsid w:val="001A47C7"/>
    <w:rsid w:val="001A6565"/>
    <w:rsid w:val="001A7493"/>
    <w:rsid w:val="001B189E"/>
    <w:rsid w:val="001B7AC7"/>
    <w:rsid w:val="001B7BEB"/>
    <w:rsid w:val="001C6EA5"/>
    <w:rsid w:val="001C7F01"/>
    <w:rsid w:val="001D1EC2"/>
    <w:rsid w:val="001D26B5"/>
    <w:rsid w:val="001D273C"/>
    <w:rsid w:val="001D32D3"/>
    <w:rsid w:val="001D7B27"/>
    <w:rsid w:val="001F0C86"/>
    <w:rsid w:val="001F335D"/>
    <w:rsid w:val="001F3F23"/>
    <w:rsid w:val="001F6330"/>
    <w:rsid w:val="0020299D"/>
    <w:rsid w:val="00203D2F"/>
    <w:rsid w:val="0020503E"/>
    <w:rsid w:val="0020542B"/>
    <w:rsid w:val="00207622"/>
    <w:rsid w:val="002101D9"/>
    <w:rsid w:val="00210D07"/>
    <w:rsid w:val="0021194A"/>
    <w:rsid w:val="00211AD7"/>
    <w:rsid w:val="00216CC3"/>
    <w:rsid w:val="0022034A"/>
    <w:rsid w:val="002253B5"/>
    <w:rsid w:val="00230BD5"/>
    <w:rsid w:val="00230C9A"/>
    <w:rsid w:val="00233A12"/>
    <w:rsid w:val="002379D0"/>
    <w:rsid w:val="00243A47"/>
    <w:rsid w:val="00250406"/>
    <w:rsid w:val="00255CAD"/>
    <w:rsid w:val="00257FC4"/>
    <w:rsid w:val="00261339"/>
    <w:rsid w:val="00261B88"/>
    <w:rsid w:val="00263108"/>
    <w:rsid w:val="0026357D"/>
    <w:rsid w:val="00264DDC"/>
    <w:rsid w:val="00265809"/>
    <w:rsid w:val="002677A6"/>
    <w:rsid w:val="002730EF"/>
    <w:rsid w:val="0027333C"/>
    <w:rsid w:val="00273CFD"/>
    <w:rsid w:val="0027754B"/>
    <w:rsid w:val="00281030"/>
    <w:rsid w:val="00281958"/>
    <w:rsid w:val="0028250F"/>
    <w:rsid w:val="00282E42"/>
    <w:rsid w:val="00285D71"/>
    <w:rsid w:val="002862F1"/>
    <w:rsid w:val="00290944"/>
    <w:rsid w:val="002912FE"/>
    <w:rsid w:val="00292FAC"/>
    <w:rsid w:val="0029701E"/>
    <w:rsid w:val="002A5ADA"/>
    <w:rsid w:val="002A626E"/>
    <w:rsid w:val="002B0C49"/>
    <w:rsid w:val="002B6296"/>
    <w:rsid w:val="002B6319"/>
    <w:rsid w:val="002B7579"/>
    <w:rsid w:val="002C25B6"/>
    <w:rsid w:val="002C3F4C"/>
    <w:rsid w:val="002C4E6E"/>
    <w:rsid w:val="002C7618"/>
    <w:rsid w:val="002C7F2C"/>
    <w:rsid w:val="002D3BC2"/>
    <w:rsid w:val="002D52B3"/>
    <w:rsid w:val="002E0350"/>
    <w:rsid w:val="002E4E8C"/>
    <w:rsid w:val="002E6EAF"/>
    <w:rsid w:val="00300559"/>
    <w:rsid w:val="00307AA9"/>
    <w:rsid w:val="003150D0"/>
    <w:rsid w:val="003155D6"/>
    <w:rsid w:val="003226E7"/>
    <w:rsid w:val="003236D0"/>
    <w:rsid w:val="0033079E"/>
    <w:rsid w:val="003310F5"/>
    <w:rsid w:val="00333AE1"/>
    <w:rsid w:val="00334A5F"/>
    <w:rsid w:val="0033550B"/>
    <w:rsid w:val="003417D8"/>
    <w:rsid w:val="00341C69"/>
    <w:rsid w:val="0034278B"/>
    <w:rsid w:val="003437A4"/>
    <w:rsid w:val="00343EDB"/>
    <w:rsid w:val="003449B9"/>
    <w:rsid w:val="00346CAC"/>
    <w:rsid w:val="003527DF"/>
    <w:rsid w:val="003552B7"/>
    <w:rsid w:val="00355B56"/>
    <w:rsid w:val="00357BD5"/>
    <w:rsid w:val="00360745"/>
    <w:rsid w:val="0036677E"/>
    <w:rsid w:val="00366BC2"/>
    <w:rsid w:val="003673D6"/>
    <w:rsid w:val="00367F36"/>
    <w:rsid w:val="00370341"/>
    <w:rsid w:val="00370773"/>
    <w:rsid w:val="00381861"/>
    <w:rsid w:val="00383DA6"/>
    <w:rsid w:val="00385616"/>
    <w:rsid w:val="00386DCD"/>
    <w:rsid w:val="00396470"/>
    <w:rsid w:val="0039787C"/>
    <w:rsid w:val="003A0FE4"/>
    <w:rsid w:val="003A1596"/>
    <w:rsid w:val="003A5FC9"/>
    <w:rsid w:val="003B0B81"/>
    <w:rsid w:val="003B1609"/>
    <w:rsid w:val="003B3D6D"/>
    <w:rsid w:val="003B531F"/>
    <w:rsid w:val="003C392B"/>
    <w:rsid w:val="003C60C3"/>
    <w:rsid w:val="003C6511"/>
    <w:rsid w:val="003C6B2B"/>
    <w:rsid w:val="003D0DA8"/>
    <w:rsid w:val="003D4D74"/>
    <w:rsid w:val="003D5439"/>
    <w:rsid w:val="003D57F6"/>
    <w:rsid w:val="003D61C4"/>
    <w:rsid w:val="003E207A"/>
    <w:rsid w:val="003E49D5"/>
    <w:rsid w:val="003E761A"/>
    <w:rsid w:val="003F07DC"/>
    <w:rsid w:val="003F1AC0"/>
    <w:rsid w:val="003F20DE"/>
    <w:rsid w:val="003F2E3F"/>
    <w:rsid w:val="003F379C"/>
    <w:rsid w:val="003F451D"/>
    <w:rsid w:val="003F5C62"/>
    <w:rsid w:val="003F6C42"/>
    <w:rsid w:val="00403AC9"/>
    <w:rsid w:val="00404799"/>
    <w:rsid w:val="004049BB"/>
    <w:rsid w:val="00404FDE"/>
    <w:rsid w:val="004052A0"/>
    <w:rsid w:val="004053F7"/>
    <w:rsid w:val="00412269"/>
    <w:rsid w:val="004222E8"/>
    <w:rsid w:val="0042320A"/>
    <w:rsid w:val="004240B1"/>
    <w:rsid w:val="004252BA"/>
    <w:rsid w:val="0042600F"/>
    <w:rsid w:val="00430A6E"/>
    <w:rsid w:val="00433025"/>
    <w:rsid w:val="0043383A"/>
    <w:rsid w:val="0043781A"/>
    <w:rsid w:val="00442B45"/>
    <w:rsid w:val="00442EF5"/>
    <w:rsid w:val="00443697"/>
    <w:rsid w:val="0044629C"/>
    <w:rsid w:val="0044747E"/>
    <w:rsid w:val="00447F1C"/>
    <w:rsid w:val="0045188C"/>
    <w:rsid w:val="004539C4"/>
    <w:rsid w:val="004539F4"/>
    <w:rsid w:val="00454AC2"/>
    <w:rsid w:val="004564F9"/>
    <w:rsid w:val="00462DE6"/>
    <w:rsid w:val="00466866"/>
    <w:rsid w:val="00470AB6"/>
    <w:rsid w:val="0047250A"/>
    <w:rsid w:val="0047713F"/>
    <w:rsid w:val="00480704"/>
    <w:rsid w:val="00482726"/>
    <w:rsid w:val="00483E3A"/>
    <w:rsid w:val="00484BC8"/>
    <w:rsid w:val="0048798F"/>
    <w:rsid w:val="00487CB2"/>
    <w:rsid w:val="004A2E21"/>
    <w:rsid w:val="004A2F52"/>
    <w:rsid w:val="004A33EE"/>
    <w:rsid w:val="004A51A5"/>
    <w:rsid w:val="004A5CA8"/>
    <w:rsid w:val="004B5637"/>
    <w:rsid w:val="004B5928"/>
    <w:rsid w:val="004B5E92"/>
    <w:rsid w:val="004C030D"/>
    <w:rsid w:val="004C4182"/>
    <w:rsid w:val="004D2E01"/>
    <w:rsid w:val="004D2E32"/>
    <w:rsid w:val="004D6648"/>
    <w:rsid w:val="004E1BDF"/>
    <w:rsid w:val="004E2DBF"/>
    <w:rsid w:val="004E4DC2"/>
    <w:rsid w:val="004E5655"/>
    <w:rsid w:val="004E76BD"/>
    <w:rsid w:val="004F3E30"/>
    <w:rsid w:val="0050743B"/>
    <w:rsid w:val="00511227"/>
    <w:rsid w:val="00513744"/>
    <w:rsid w:val="00515633"/>
    <w:rsid w:val="005203C5"/>
    <w:rsid w:val="00521503"/>
    <w:rsid w:val="0052639D"/>
    <w:rsid w:val="0053154C"/>
    <w:rsid w:val="005332C7"/>
    <w:rsid w:val="005359AE"/>
    <w:rsid w:val="00537D0A"/>
    <w:rsid w:val="0054393F"/>
    <w:rsid w:val="00543ABA"/>
    <w:rsid w:val="005469B1"/>
    <w:rsid w:val="00547246"/>
    <w:rsid w:val="0055529E"/>
    <w:rsid w:val="00556361"/>
    <w:rsid w:val="005650A3"/>
    <w:rsid w:val="005676BF"/>
    <w:rsid w:val="0057366E"/>
    <w:rsid w:val="00576756"/>
    <w:rsid w:val="00577111"/>
    <w:rsid w:val="00577686"/>
    <w:rsid w:val="00580F2F"/>
    <w:rsid w:val="00583277"/>
    <w:rsid w:val="0058576B"/>
    <w:rsid w:val="00586678"/>
    <w:rsid w:val="00587AC4"/>
    <w:rsid w:val="005903A0"/>
    <w:rsid w:val="005933B8"/>
    <w:rsid w:val="00596C30"/>
    <w:rsid w:val="005976DA"/>
    <w:rsid w:val="005A2591"/>
    <w:rsid w:val="005A297B"/>
    <w:rsid w:val="005A79B7"/>
    <w:rsid w:val="005B1C22"/>
    <w:rsid w:val="005B463E"/>
    <w:rsid w:val="005C63FE"/>
    <w:rsid w:val="005D19DD"/>
    <w:rsid w:val="005D1C93"/>
    <w:rsid w:val="005D34D3"/>
    <w:rsid w:val="005D6E77"/>
    <w:rsid w:val="005E1BA9"/>
    <w:rsid w:val="005E22C9"/>
    <w:rsid w:val="005E66EA"/>
    <w:rsid w:val="005E7ED4"/>
    <w:rsid w:val="005F49E0"/>
    <w:rsid w:val="005F7F48"/>
    <w:rsid w:val="00602E4B"/>
    <w:rsid w:val="00604800"/>
    <w:rsid w:val="00616091"/>
    <w:rsid w:val="006171F1"/>
    <w:rsid w:val="00617D89"/>
    <w:rsid w:val="0062098E"/>
    <w:rsid w:val="00621A94"/>
    <w:rsid w:val="0062688A"/>
    <w:rsid w:val="0063093F"/>
    <w:rsid w:val="00633D88"/>
    <w:rsid w:val="00635BDC"/>
    <w:rsid w:val="00637F42"/>
    <w:rsid w:val="0064005E"/>
    <w:rsid w:val="0064489F"/>
    <w:rsid w:val="00646293"/>
    <w:rsid w:val="00652ABC"/>
    <w:rsid w:val="0065692D"/>
    <w:rsid w:val="00661C4C"/>
    <w:rsid w:val="00671C08"/>
    <w:rsid w:val="0067473C"/>
    <w:rsid w:val="00685425"/>
    <w:rsid w:val="0068775C"/>
    <w:rsid w:val="00691F8E"/>
    <w:rsid w:val="00692FA5"/>
    <w:rsid w:val="006933FF"/>
    <w:rsid w:val="00693E19"/>
    <w:rsid w:val="006A2DF1"/>
    <w:rsid w:val="006A6A88"/>
    <w:rsid w:val="006B0AE3"/>
    <w:rsid w:val="006B16C5"/>
    <w:rsid w:val="006B2576"/>
    <w:rsid w:val="006B5389"/>
    <w:rsid w:val="006B5E17"/>
    <w:rsid w:val="006B79D6"/>
    <w:rsid w:val="006C070D"/>
    <w:rsid w:val="006C1E6F"/>
    <w:rsid w:val="006C24F1"/>
    <w:rsid w:val="006C2736"/>
    <w:rsid w:val="006C5BA9"/>
    <w:rsid w:val="006C785A"/>
    <w:rsid w:val="006D305F"/>
    <w:rsid w:val="006D6F6B"/>
    <w:rsid w:val="006D7411"/>
    <w:rsid w:val="006E2725"/>
    <w:rsid w:val="006E55F9"/>
    <w:rsid w:val="006F34FC"/>
    <w:rsid w:val="006F599E"/>
    <w:rsid w:val="006F5C00"/>
    <w:rsid w:val="006F7BCE"/>
    <w:rsid w:val="0070288F"/>
    <w:rsid w:val="00707818"/>
    <w:rsid w:val="00711888"/>
    <w:rsid w:val="007245A2"/>
    <w:rsid w:val="00727C10"/>
    <w:rsid w:val="00733BB8"/>
    <w:rsid w:val="00737E6F"/>
    <w:rsid w:val="00741436"/>
    <w:rsid w:val="00742209"/>
    <w:rsid w:val="00742D94"/>
    <w:rsid w:val="00744395"/>
    <w:rsid w:val="00745276"/>
    <w:rsid w:val="00746251"/>
    <w:rsid w:val="00752758"/>
    <w:rsid w:val="0075678C"/>
    <w:rsid w:val="00763AEC"/>
    <w:rsid w:val="007640FC"/>
    <w:rsid w:val="007651CB"/>
    <w:rsid w:val="00770A2E"/>
    <w:rsid w:val="00776A3B"/>
    <w:rsid w:val="007775F5"/>
    <w:rsid w:val="00781241"/>
    <w:rsid w:val="0078138A"/>
    <w:rsid w:val="00782285"/>
    <w:rsid w:val="0078428B"/>
    <w:rsid w:val="0078613A"/>
    <w:rsid w:val="00790956"/>
    <w:rsid w:val="00790CE2"/>
    <w:rsid w:val="00791534"/>
    <w:rsid w:val="00791CCE"/>
    <w:rsid w:val="007923B2"/>
    <w:rsid w:val="00792BC7"/>
    <w:rsid w:val="00795452"/>
    <w:rsid w:val="007A087D"/>
    <w:rsid w:val="007A3F82"/>
    <w:rsid w:val="007A6859"/>
    <w:rsid w:val="007B2144"/>
    <w:rsid w:val="007B2719"/>
    <w:rsid w:val="007C1EB6"/>
    <w:rsid w:val="007C20FD"/>
    <w:rsid w:val="007C36BB"/>
    <w:rsid w:val="007C4507"/>
    <w:rsid w:val="007C46DE"/>
    <w:rsid w:val="007C57DD"/>
    <w:rsid w:val="007C58D4"/>
    <w:rsid w:val="007C6AE7"/>
    <w:rsid w:val="007D08A8"/>
    <w:rsid w:val="007D0FF3"/>
    <w:rsid w:val="007D2469"/>
    <w:rsid w:val="007D2554"/>
    <w:rsid w:val="007D2A4B"/>
    <w:rsid w:val="007D484D"/>
    <w:rsid w:val="007E41FC"/>
    <w:rsid w:val="007E6A58"/>
    <w:rsid w:val="007F04EF"/>
    <w:rsid w:val="008006F1"/>
    <w:rsid w:val="008007BC"/>
    <w:rsid w:val="00801195"/>
    <w:rsid w:val="00802CCC"/>
    <w:rsid w:val="00803307"/>
    <w:rsid w:val="00803EB6"/>
    <w:rsid w:val="00804087"/>
    <w:rsid w:val="008116BD"/>
    <w:rsid w:val="00811FE1"/>
    <w:rsid w:val="00816949"/>
    <w:rsid w:val="0082003A"/>
    <w:rsid w:val="00823761"/>
    <w:rsid w:val="00823BB4"/>
    <w:rsid w:val="00831DA6"/>
    <w:rsid w:val="008321CB"/>
    <w:rsid w:val="008321CF"/>
    <w:rsid w:val="008321E4"/>
    <w:rsid w:val="0083324D"/>
    <w:rsid w:val="0083516F"/>
    <w:rsid w:val="00841385"/>
    <w:rsid w:val="0084149F"/>
    <w:rsid w:val="008430BA"/>
    <w:rsid w:val="0084411A"/>
    <w:rsid w:val="00846AAF"/>
    <w:rsid w:val="008500E5"/>
    <w:rsid w:val="00851034"/>
    <w:rsid w:val="00851CC1"/>
    <w:rsid w:val="00854901"/>
    <w:rsid w:val="00861471"/>
    <w:rsid w:val="00862EA0"/>
    <w:rsid w:val="008645C5"/>
    <w:rsid w:val="00867A46"/>
    <w:rsid w:val="008702D5"/>
    <w:rsid w:val="00873AF1"/>
    <w:rsid w:val="00874C91"/>
    <w:rsid w:val="00875005"/>
    <w:rsid w:val="008772F7"/>
    <w:rsid w:val="008816B6"/>
    <w:rsid w:val="00883304"/>
    <w:rsid w:val="008841E0"/>
    <w:rsid w:val="00884BA9"/>
    <w:rsid w:val="0088529E"/>
    <w:rsid w:val="00890F5B"/>
    <w:rsid w:val="008921E1"/>
    <w:rsid w:val="00896B6B"/>
    <w:rsid w:val="008A3142"/>
    <w:rsid w:val="008A34DC"/>
    <w:rsid w:val="008A3CE1"/>
    <w:rsid w:val="008A7ECC"/>
    <w:rsid w:val="008B13A4"/>
    <w:rsid w:val="008B18D0"/>
    <w:rsid w:val="008B287A"/>
    <w:rsid w:val="008B680B"/>
    <w:rsid w:val="008B6DD2"/>
    <w:rsid w:val="008C2772"/>
    <w:rsid w:val="008C4306"/>
    <w:rsid w:val="008C5A26"/>
    <w:rsid w:val="008C5B23"/>
    <w:rsid w:val="008D0585"/>
    <w:rsid w:val="008D2D99"/>
    <w:rsid w:val="008D38C6"/>
    <w:rsid w:val="008D4C99"/>
    <w:rsid w:val="008E0EB4"/>
    <w:rsid w:val="008E2DBF"/>
    <w:rsid w:val="008E3A5C"/>
    <w:rsid w:val="008E4E0A"/>
    <w:rsid w:val="008F5788"/>
    <w:rsid w:val="008F579D"/>
    <w:rsid w:val="008F5855"/>
    <w:rsid w:val="008F6ECB"/>
    <w:rsid w:val="00902792"/>
    <w:rsid w:val="00902A71"/>
    <w:rsid w:val="0090316F"/>
    <w:rsid w:val="009063A0"/>
    <w:rsid w:val="00910C0E"/>
    <w:rsid w:val="0091115C"/>
    <w:rsid w:val="00911CB6"/>
    <w:rsid w:val="009123C2"/>
    <w:rsid w:val="00912DF2"/>
    <w:rsid w:val="00916142"/>
    <w:rsid w:val="009161BB"/>
    <w:rsid w:val="00920286"/>
    <w:rsid w:val="00922056"/>
    <w:rsid w:val="0093141F"/>
    <w:rsid w:val="00933521"/>
    <w:rsid w:val="00941545"/>
    <w:rsid w:val="00943021"/>
    <w:rsid w:val="00945742"/>
    <w:rsid w:val="009479DE"/>
    <w:rsid w:val="00951922"/>
    <w:rsid w:val="00954669"/>
    <w:rsid w:val="00957A69"/>
    <w:rsid w:val="00963B9E"/>
    <w:rsid w:val="00965E2C"/>
    <w:rsid w:val="0096641B"/>
    <w:rsid w:val="00967CC2"/>
    <w:rsid w:val="00974023"/>
    <w:rsid w:val="009763C7"/>
    <w:rsid w:val="00977670"/>
    <w:rsid w:val="0098026F"/>
    <w:rsid w:val="00980924"/>
    <w:rsid w:val="00980DCE"/>
    <w:rsid w:val="009810AF"/>
    <w:rsid w:val="009814AE"/>
    <w:rsid w:val="009846D0"/>
    <w:rsid w:val="00986FB3"/>
    <w:rsid w:val="0099199E"/>
    <w:rsid w:val="0099221F"/>
    <w:rsid w:val="00993F3E"/>
    <w:rsid w:val="0099728A"/>
    <w:rsid w:val="009A3E5B"/>
    <w:rsid w:val="009A43BE"/>
    <w:rsid w:val="009B0AEF"/>
    <w:rsid w:val="009B1D54"/>
    <w:rsid w:val="009B26D3"/>
    <w:rsid w:val="009B2C12"/>
    <w:rsid w:val="009B51EA"/>
    <w:rsid w:val="009B56A3"/>
    <w:rsid w:val="009B6D78"/>
    <w:rsid w:val="009C140A"/>
    <w:rsid w:val="009C1CD8"/>
    <w:rsid w:val="009C21C2"/>
    <w:rsid w:val="009C2DEE"/>
    <w:rsid w:val="009C3BD8"/>
    <w:rsid w:val="009C3CF9"/>
    <w:rsid w:val="009C441A"/>
    <w:rsid w:val="009C5385"/>
    <w:rsid w:val="009D0B8C"/>
    <w:rsid w:val="009D424A"/>
    <w:rsid w:val="009D75ED"/>
    <w:rsid w:val="009D7D09"/>
    <w:rsid w:val="009E0CD3"/>
    <w:rsid w:val="009E55C2"/>
    <w:rsid w:val="009E59A8"/>
    <w:rsid w:val="009F02CE"/>
    <w:rsid w:val="009F10FF"/>
    <w:rsid w:val="009F2805"/>
    <w:rsid w:val="009F47E6"/>
    <w:rsid w:val="009F6EAF"/>
    <w:rsid w:val="009F749A"/>
    <w:rsid w:val="00A046A3"/>
    <w:rsid w:val="00A05194"/>
    <w:rsid w:val="00A06728"/>
    <w:rsid w:val="00A1109D"/>
    <w:rsid w:val="00A12041"/>
    <w:rsid w:val="00A1631F"/>
    <w:rsid w:val="00A17372"/>
    <w:rsid w:val="00A20734"/>
    <w:rsid w:val="00A25093"/>
    <w:rsid w:val="00A26467"/>
    <w:rsid w:val="00A26EFB"/>
    <w:rsid w:val="00A27293"/>
    <w:rsid w:val="00A33D41"/>
    <w:rsid w:val="00A34817"/>
    <w:rsid w:val="00A36E4A"/>
    <w:rsid w:val="00A40194"/>
    <w:rsid w:val="00A415E6"/>
    <w:rsid w:val="00A41DE3"/>
    <w:rsid w:val="00A44B1B"/>
    <w:rsid w:val="00A46035"/>
    <w:rsid w:val="00A46780"/>
    <w:rsid w:val="00A517A3"/>
    <w:rsid w:val="00A51ACA"/>
    <w:rsid w:val="00A52DEE"/>
    <w:rsid w:val="00A5617A"/>
    <w:rsid w:val="00A60C7A"/>
    <w:rsid w:val="00A63F9D"/>
    <w:rsid w:val="00A64008"/>
    <w:rsid w:val="00A71083"/>
    <w:rsid w:val="00A710B2"/>
    <w:rsid w:val="00A720FA"/>
    <w:rsid w:val="00A73B77"/>
    <w:rsid w:val="00A7450F"/>
    <w:rsid w:val="00A829B6"/>
    <w:rsid w:val="00A91815"/>
    <w:rsid w:val="00A938A4"/>
    <w:rsid w:val="00A9678D"/>
    <w:rsid w:val="00A9740A"/>
    <w:rsid w:val="00AA0906"/>
    <w:rsid w:val="00AA482A"/>
    <w:rsid w:val="00AA7DF6"/>
    <w:rsid w:val="00AB6836"/>
    <w:rsid w:val="00AC1FB5"/>
    <w:rsid w:val="00AC2AB0"/>
    <w:rsid w:val="00AC46D8"/>
    <w:rsid w:val="00AD0634"/>
    <w:rsid w:val="00AD1ED7"/>
    <w:rsid w:val="00AD47CB"/>
    <w:rsid w:val="00AE0B50"/>
    <w:rsid w:val="00AE6567"/>
    <w:rsid w:val="00AE6719"/>
    <w:rsid w:val="00AF05F2"/>
    <w:rsid w:val="00AF24A9"/>
    <w:rsid w:val="00AF3DAF"/>
    <w:rsid w:val="00B00BCD"/>
    <w:rsid w:val="00B03542"/>
    <w:rsid w:val="00B06394"/>
    <w:rsid w:val="00B065CB"/>
    <w:rsid w:val="00B20BFE"/>
    <w:rsid w:val="00B2421F"/>
    <w:rsid w:val="00B25342"/>
    <w:rsid w:val="00B258B7"/>
    <w:rsid w:val="00B30BFA"/>
    <w:rsid w:val="00B31FDE"/>
    <w:rsid w:val="00B34A3D"/>
    <w:rsid w:val="00B4514C"/>
    <w:rsid w:val="00B45200"/>
    <w:rsid w:val="00B47F94"/>
    <w:rsid w:val="00B50207"/>
    <w:rsid w:val="00B55011"/>
    <w:rsid w:val="00B56DE9"/>
    <w:rsid w:val="00B6749C"/>
    <w:rsid w:val="00B67A89"/>
    <w:rsid w:val="00B72EC6"/>
    <w:rsid w:val="00B73DB4"/>
    <w:rsid w:val="00B74D14"/>
    <w:rsid w:val="00B75918"/>
    <w:rsid w:val="00B822EB"/>
    <w:rsid w:val="00B82974"/>
    <w:rsid w:val="00B87458"/>
    <w:rsid w:val="00B87B36"/>
    <w:rsid w:val="00B90F6F"/>
    <w:rsid w:val="00B91542"/>
    <w:rsid w:val="00B9260E"/>
    <w:rsid w:val="00B92B7C"/>
    <w:rsid w:val="00B92DE4"/>
    <w:rsid w:val="00B95DA9"/>
    <w:rsid w:val="00B95DD1"/>
    <w:rsid w:val="00B977DC"/>
    <w:rsid w:val="00BA279B"/>
    <w:rsid w:val="00BA2917"/>
    <w:rsid w:val="00BA29A6"/>
    <w:rsid w:val="00BA3373"/>
    <w:rsid w:val="00BA44EF"/>
    <w:rsid w:val="00BA5B69"/>
    <w:rsid w:val="00BA6583"/>
    <w:rsid w:val="00BA75EC"/>
    <w:rsid w:val="00BB59E6"/>
    <w:rsid w:val="00BB6668"/>
    <w:rsid w:val="00BC0AD9"/>
    <w:rsid w:val="00BC283E"/>
    <w:rsid w:val="00BC43DC"/>
    <w:rsid w:val="00BC5773"/>
    <w:rsid w:val="00BD0CA9"/>
    <w:rsid w:val="00BD45D4"/>
    <w:rsid w:val="00BD4CFC"/>
    <w:rsid w:val="00BD5AA8"/>
    <w:rsid w:val="00BD665B"/>
    <w:rsid w:val="00BD705A"/>
    <w:rsid w:val="00BD7535"/>
    <w:rsid w:val="00BE4408"/>
    <w:rsid w:val="00BE7EAE"/>
    <w:rsid w:val="00BF05B1"/>
    <w:rsid w:val="00BF12BE"/>
    <w:rsid w:val="00BF2CB9"/>
    <w:rsid w:val="00BF63A5"/>
    <w:rsid w:val="00BF727D"/>
    <w:rsid w:val="00BF7E4E"/>
    <w:rsid w:val="00C01577"/>
    <w:rsid w:val="00C0304D"/>
    <w:rsid w:val="00C105F0"/>
    <w:rsid w:val="00C130BC"/>
    <w:rsid w:val="00C155A8"/>
    <w:rsid w:val="00C16318"/>
    <w:rsid w:val="00C163C7"/>
    <w:rsid w:val="00C16624"/>
    <w:rsid w:val="00C2041D"/>
    <w:rsid w:val="00C23C40"/>
    <w:rsid w:val="00C267A5"/>
    <w:rsid w:val="00C26C6B"/>
    <w:rsid w:val="00C27431"/>
    <w:rsid w:val="00C3535B"/>
    <w:rsid w:val="00C372B8"/>
    <w:rsid w:val="00C4540F"/>
    <w:rsid w:val="00C459A6"/>
    <w:rsid w:val="00C46A5A"/>
    <w:rsid w:val="00C47916"/>
    <w:rsid w:val="00C51263"/>
    <w:rsid w:val="00C52576"/>
    <w:rsid w:val="00C52E8B"/>
    <w:rsid w:val="00C54F6C"/>
    <w:rsid w:val="00C562E7"/>
    <w:rsid w:val="00C603C7"/>
    <w:rsid w:val="00C6046D"/>
    <w:rsid w:val="00C613C9"/>
    <w:rsid w:val="00C6353C"/>
    <w:rsid w:val="00C63CF9"/>
    <w:rsid w:val="00C67093"/>
    <w:rsid w:val="00C671F0"/>
    <w:rsid w:val="00C72282"/>
    <w:rsid w:val="00C74403"/>
    <w:rsid w:val="00C80369"/>
    <w:rsid w:val="00C81270"/>
    <w:rsid w:val="00C816EC"/>
    <w:rsid w:val="00C83777"/>
    <w:rsid w:val="00C83AF8"/>
    <w:rsid w:val="00C8554A"/>
    <w:rsid w:val="00C86FB6"/>
    <w:rsid w:val="00C91175"/>
    <w:rsid w:val="00C9123D"/>
    <w:rsid w:val="00C92CAA"/>
    <w:rsid w:val="00C93F6D"/>
    <w:rsid w:val="00CA1E4C"/>
    <w:rsid w:val="00CA314B"/>
    <w:rsid w:val="00CA5164"/>
    <w:rsid w:val="00CA7131"/>
    <w:rsid w:val="00CA7CBE"/>
    <w:rsid w:val="00CB0BF0"/>
    <w:rsid w:val="00CB11CA"/>
    <w:rsid w:val="00CB4B86"/>
    <w:rsid w:val="00CB7D1F"/>
    <w:rsid w:val="00CC0F45"/>
    <w:rsid w:val="00CC3A99"/>
    <w:rsid w:val="00CD0DE0"/>
    <w:rsid w:val="00CD1A34"/>
    <w:rsid w:val="00CD24AF"/>
    <w:rsid w:val="00CD46F2"/>
    <w:rsid w:val="00CD69E5"/>
    <w:rsid w:val="00CE0B6E"/>
    <w:rsid w:val="00CE532E"/>
    <w:rsid w:val="00CE5680"/>
    <w:rsid w:val="00CE5D3F"/>
    <w:rsid w:val="00CE5F8E"/>
    <w:rsid w:val="00CF670D"/>
    <w:rsid w:val="00D0377C"/>
    <w:rsid w:val="00D04F42"/>
    <w:rsid w:val="00D10F58"/>
    <w:rsid w:val="00D14AFB"/>
    <w:rsid w:val="00D14E48"/>
    <w:rsid w:val="00D2233A"/>
    <w:rsid w:val="00D2385D"/>
    <w:rsid w:val="00D23D84"/>
    <w:rsid w:val="00D24C68"/>
    <w:rsid w:val="00D25C2F"/>
    <w:rsid w:val="00D273B5"/>
    <w:rsid w:val="00D27A81"/>
    <w:rsid w:val="00D30D00"/>
    <w:rsid w:val="00D34C9E"/>
    <w:rsid w:val="00D36DA9"/>
    <w:rsid w:val="00D42230"/>
    <w:rsid w:val="00D45771"/>
    <w:rsid w:val="00D478C2"/>
    <w:rsid w:val="00D5021A"/>
    <w:rsid w:val="00D510F8"/>
    <w:rsid w:val="00D54973"/>
    <w:rsid w:val="00D5504D"/>
    <w:rsid w:val="00D60C1C"/>
    <w:rsid w:val="00D62C94"/>
    <w:rsid w:val="00D657AC"/>
    <w:rsid w:val="00D657AD"/>
    <w:rsid w:val="00D66CD1"/>
    <w:rsid w:val="00D67072"/>
    <w:rsid w:val="00D73327"/>
    <w:rsid w:val="00D8286E"/>
    <w:rsid w:val="00D836F2"/>
    <w:rsid w:val="00D84530"/>
    <w:rsid w:val="00D8705C"/>
    <w:rsid w:val="00D87A58"/>
    <w:rsid w:val="00D87BBB"/>
    <w:rsid w:val="00D91028"/>
    <w:rsid w:val="00D92A1E"/>
    <w:rsid w:val="00D93664"/>
    <w:rsid w:val="00D94674"/>
    <w:rsid w:val="00DA186A"/>
    <w:rsid w:val="00DA3287"/>
    <w:rsid w:val="00DA5715"/>
    <w:rsid w:val="00DA6B50"/>
    <w:rsid w:val="00DA6D2A"/>
    <w:rsid w:val="00DB0EA2"/>
    <w:rsid w:val="00DB2CC7"/>
    <w:rsid w:val="00DB4A48"/>
    <w:rsid w:val="00DC0AD3"/>
    <w:rsid w:val="00DC0F64"/>
    <w:rsid w:val="00DC45B1"/>
    <w:rsid w:val="00DC4A3F"/>
    <w:rsid w:val="00DC4E00"/>
    <w:rsid w:val="00DC6AB2"/>
    <w:rsid w:val="00DD0C01"/>
    <w:rsid w:val="00DD2695"/>
    <w:rsid w:val="00DD5F80"/>
    <w:rsid w:val="00DD6E62"/>
    <w:rsid w:val="00DE049D"/>
    <w:rsid w:val="00DE23CE"/>
    <w:rsid w:val="00DE3F78"/>
    <w:rsid w:val="00DE5A64"/>
    <w:rsid w:val="00DF1805"/>
    <w:rsid w:val="00DF2B0F"/>
    <w:rsid w:val="00DF4FE3"/>
    <w:rsid w:val="00E00287"/>
    <w:rsid w:val="00E015E0"/>
    <w:rsid w:val="00E03175"/>
    <w:rsid w:val="00E03A31"/>
    <w:rsid w:val="00E11178"/>
    <w:rsid w:val="00E114C5"/>
    <w:rsid w:val="00E15C6E"/>
    <w:rsid w:val="00E15D4D"/>
    <w:rsid w:val="00E22D81"/>
    <w:rsid w:val="00E23203"/>
    <w:rsid w:val="00E23E23"/>
    <w:rsid w:val="00E241BC"/>
    <w:rsid w:val="00E2482E"/>
    <w:rsid w:val="00E269D8"/>
    <w:rsid w:val="00E27AEA"/>
    <w:rsid w:val="00E37313"/>
    <w:rsid w:val="00E40211"/>
    <w:rsid w:val="00E40E37"/>
    <w:rsid w:val="00E44926"/>
    <w:rsid w:val="00E45522"/>
    <w:rsid w:val="00E45CAB"/>
    <w:rsid w:val="00E46963"/>
    <w:rsid w:val="00E5161F"/>
    <w:rsid w:val="00E62D06"/>
    <w:rsid w:val="00E63BA1"/>
    <w:rsid w:val="00E73782"/>
    <w:rsid w:val="00E7420A"/>
    <w:rsid w:val="00E7532F"/>
    <w:rsid w:val="00E7662B"/>
    <w:rsid w:val="00E77005"/>
    <w:rsid w:val="00E81121"/>
    <w:rsid w:val="00E923E1"/>
    <w:rsid w:val="00E92E65"/>
    <w:rsid w:val="00E93985"/>
    <w:rsid w:val="00E9697F"/>
    <w:rsid w:val="00EA0899"/>
    <w:rsid w:val="00EA2019"/>
    <w:rsid w:val="00EA477B"/>
    <w:rsid w:val="00EA5BD6"/>
    <w:rsid w:val="00EB0BE9"/>
    <w:rsid w:val="00EB269C"/>
    <w:rsid w:val="00EB63C8"/>
    <w:rsid w:val="00EB67B3"/>
    <w:rsid w:val="00EB6F63"/>
    <w:rsid w:val="00EC2224"/>
    <w:rsid w:val="00EC33AB"/>
    <w:rsid w:val="00EC3780"/>
    <w:rsid w:val="00EC37CC"/>
    <w:rsid w:val="00ED1E6D"/>
    <w:rsid w:val="00ED318F"/>
    <w:rsid w:val="00ED7608"/>
    <w:rsid w:val="00ED7ACB"/>
    <w:rsid w:val="00EE2C13"/>
    <w:rsid w:val="00EE40C2"/>
    <w:rsid w:val="00EE6F20"/>
    <w:rsid w:val="00EE7F28"/>
    <w:rsid w:val="00EF4EF9"/>
    <w:rsid w:val="00EF74B2"/>
    <w:rsid w:val="00EF794C"/>
    <w:rsid w:val="00F047F2"/>
    <w:rsid w:val="00F048F2"/>
    <w:rsid w:val="00F07C84"/>
    <w:rsid w:val="00F14118"/>
    <w:rsid w:val="00F16C9F"/>
    <w:rsid w:val="00F2042B"/>
    <w:rsid w:val="00F22BDF"/>
    <w:rsid w:val="00F268B6"/>
    <w:rsid w:val="00F30DFB"/>
    <w:rsid w:val="00F37797"/>
    <w:rsid w:val="00F40F5A"/>
    <w:rsid w:val="00F41D17"/>
    <w:rsid w:val="00F43783"/>
    <w:rsid w:val="00F5081D"/>
    <w:rsid w:val="00F52095"/>
    <w:rsid w:val="00F53F1A"/>
    <w:rsid w:val="00F56120"/>
    <w:rsid w:val="00F62A78"/>
    <w:rsid w:val="00F64268"/>
    <w:rsid w:val="00F66A14"/>
    <w:rsid w:val="00F71D98"/>
    <w:rsid w:val="00F75F6A"/>
    <w:rsid w:val="00F81FE0"/>
    <w:rsid w:val="00F8307B"/>
    <w:rsid w:val="00F84664"/>
    <w:rsid w:val="00F84C4D"/>
    <w:rsid w:val="00F865E4"/>
    <w:rsid w:val="00F9457F"/>
    <w:rsid w:val="00F952FC"/>
    <w:rsid w:val="00F9554E"/>
    <w:rsid w:val="00F95B41"/>
    <w:rsid w:val="00F95F8C"/>
    <w:rsid w:val="00FA228F"/>
    <w:rsid w:val="00FA3D6E"/>
    <w:rsid w:val="00FA5F00"/>
    <w:rsid w:val="00FB0980"/>
    <w:rsid w:val="00FB32A1"/>
    <w:rsid w:val="00FB46C5"/>
    <w:rsid w:val="00FC044B"/>
    <w:rsid w:val="00FC72ED"/>
    <w:rsid w:val="00FD026E"/>
    <w:rsid w:val="00FD72CE"/>
    <w:rsid w:val="00FE2D78"/>
    <w:rsid w:val="00FE44C5"/>
    <w:rsid w:val="00FE55BE"/>
    <w:rsid w:val="00FE5F02"/>
    <w:rsid w:val="00FE6C87"/>
    <w:rsid w:val="00FF228E"/>
    <w:rsid w:val="00FF4F73"/>
    <w:rsid w:val="00FF56F8"/>
    <w:rsid w:val="00FF670C"/>
    <w:rsid w:val="00FF7CD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EA7098"/>
  <w15:docId w15:val="{ED7A1072-8192-40F4-97B3-1A2EC5193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9"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52DEE"/>
    <w:rPr>
      <w:lang w:val="lt-LT"/>
    </w:rPr>
  </w:style>
  <w:style w:type="paragraph" w:styleId="Antrat1">
    <w:name w:val="heading 1"/>
    <w:aliases w:val="Forit 1 lygis,FORIT H1,Section,Appendix,stydde,app heading 1,app heading 11,app heading 12,app heading 111,app heading 13,1,1 ghost,g,ghost,H1,Kapitel,Arial 14 Fett,Arial 14 Fett1,Arial 14 Fett2,Arial 16 Fett,Datasheet title,Chapter"/>
    <w:basedOn w:val="prastasis"/>
    <w:next w:val="prastasis"/>
    <w:link w:val="Antrat1Diagrama"/>
    <w:uiPriority w:val="9"/>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Antrat2">
    <w:name w:val="heading 2"/>
    <w:basedOn w:val="prastasis"/>
    <w:next w:val="prastasis"/>
    <w:link w:val="Antrat2Diagrama"/>
    <w:uiPriority w:val="9"/>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Antrat3">
    <w:name w:val="heading 3"/>
    <w:basedOn w:val="prastasis"/>
    <w:next w:val="prastasis"/>
    <w:link w:val="Antrat3Diagrama"/>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Antrat4">
    <w:name w:val="heading 4"/>
    <w:basedOn w:val="prastasis"/>
    <w:next w:val="prastasis"/>
    <w:link w:val="Antrat4Diagrama"/>
    <w:uiPriority w:val="9"/>
    <w:semiHidden/>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Antrat5">
    <w:name w:val="heading 5"/>
    <w:basedOn w:val="prastasis"/>
    <w:next w:val="prastasis"/>
    <w:link w:val="Antrat5Diagrama"/>
    <w:uiPriority w:val="9"/>
    <w:semiHidden/>
    <w:unhideWhenUsed/>
    <w:qFormat/>
    <w:rsid w:val="00B47F94"/>
    <w:pPr>
      <w:keepNext/>
      <w:keepLines/>
      <w:spacing w:before="120" w:after="0"/>
      <w:outlineLvl w:val="4"/>
    </w:pPr>
    <w:rPr>
      <w:rFonts w:asciiTheme="majorHAnsi" w:eastAsiaTheme="majorEastAsia" w:hAnsiTheme="majorHAnsi" w:cstheme="majorBidi"/>
      <w:b/>
      <w:bCs/>
    </w:rPr>
  </w:style>
  <w:style w:type="paragraph" w:styleId="Antrat6">
    <w:name w:val="heading 6"/>
    <w:basedOn w:val="prastasis"/>
    <w:next w:val="prastasis"/>
    <w:link w:val="Antrat6Diagrama"/>
    <w:uiPriority w:val="9"/>
    <w:semiHidden/>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Antrat7">
    <w:name w:val="heading 7"/>
    <w:basedOn w:val="prastasis"/>
    <w:next w:val="prastasis"/>
    <w:link w:val="Antrat7Diagrama"/>
    <w:uiPriority w:val="9"/>
    <w:semiHidden/>
    <w:unhideWhenUsed/>
    <w:qFormat/>
    <w:rsid w:val="00B47F94"/>
    <w:pPr>
      <w:keepNext/>
      <w:keepLines/>
      <w:spacing w:before="120" w:after="0"/>
      <w:outlineLvl w:val="6"/>
    </w:pPr>
    <w:rPr>
      <w:i/>
      <w:iCs/>
    </w:rPr>
  </w:style>
  <w:style w:type="paragraph" w:styleId="Antrat8">
    <w:name w:val="heading 8"/>
    <w:basedOn w:val="prastasis"/>
    <w:next w:val="prastasis"/>
    <w:link w:val="Antrat8Diagrama"/>
    <w:uiPriority w:val="9"/>
    <w:semiHidden/>
    <w:unhideWhenUsed/>
    <w:qFormat/>
    <w:rsid w:val="00B47F94"/>
    <w:pPr>
      <w:keepNext/>
      <w:keepLines/>
      <w:spacing w:before="120" w:after="0"/>
      <w:outlineLvl w:val="7"/>
    </w:pPr>
    <w:rPr>
      <w:b/>
      <w:bCs/>
    </w:rPr>
  </w:style>
  <w:style w:type="paragraph" w:styleId="Antrat9">
    <w:name w:val="heading 9"/>
    <w:basedOn w:val="prastasis"/>
    <w:next w:val="prastasis"/>
    <w:link w:val="Antrat9Diagrama"/>
    <w:uiPriority w:val="9"/>
    <w:semiHidden/>
    <w:unhideWhenUsed/>
    <w:qFormat/>
    <w:rsid w:val="00B47F94"/>
    <w:pPr>
      <w:keepNext/>
      <w:keepLines/>
      <w:spacing w:before="120" w:after="0"/>
      <w:outlineLvl w:val="8"/>
    </w:pPr>
    <w:rPr>
      <w:i/>
      <w:i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Pr>
      <w:kern w:val="20"/>
    </w:rPr>
  </w:style>
  <w:style w:type="paragraph" w:styleId="Porat">
    <w:name w:val="footer"/>
    <w:basedOn w:val="prastasis"/>
    <w:link w:val="PoratDiagrama"/>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rPr>
      <w:kern w:val="20"/>
    </w:rPr>
  </w:style>
  <w:style w:type="table" w:styleId="Lentelstinklelis">
    <w:name w:val="Table Grid"/>
    <w:basedOn w:val="prastojilente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uiPriority w:val="1"/>
    <w:qFormat/>
    <w:rsid w:val="00B47F94"/>
    <w:pPr>
      <w:spacing w:after="0" w:line="240" w:lineRule="auto"/>
    </w:pPr>
  </w:style>
  <w:style w:type="paragraph" w:styleId="Debesliotekstas">
    <w:name w:val="Balloon Text"/>
    <w:basedOn w:val="prastasis"/>
    <w:link w:val="DebesliotekstasDiagrama"/>
    <w:uiPriority w:val="99"/>
    <w:semiHidden/>
    <w:unhideWhenUsed/>
    <w:qFormat/>
    <w:pPr>
      <w:spacing w:after="0" w:line="240" w:lineRule="auto"/>
    </w:pPr>
    <w:rPr>
      <w:rFonts w:ascii="Tahoma" w:hAnsi="Tahoma" w:cs="Tahoma"/>
      <w:sz w:val="16"/>
    </w:rPr>
  </w:style>
  <w:style w:type="character" w:customStyle="1" w:styleId="DebesliotekstasDiagrama">
    <w:name w:val="Debesėlio tekstas Diagrama"/>
    <w:basedOn w:val="Numatytasispastraiposriftas"/>
    <w:link w:val="Debesliotekstas"/>
    <w:uiPriority w:val="99"/>
    <w:semiHidden/>
    <w:qFormat/>
    <w:rPr>
      <w:rFonts w:ascii="Tahoma" w:hAnsi="Tahoma" w:cs="Tahoma"/>
      <w:sz w:val="16"/>
    </w:rPr>
  </w:style>
  <w:style w:type="character" w:customStyle="1" w:styleId="Antrat1Diagrama">
    <w:name w:val="Antraštė 1 Diagrama"/>
    <w:aliases w:val="Forit 1 lygis Diagrama,FORIT H1 Diagrama,Section Diagrama,Appendix Diagrama,stydde Diagrama,app heading 1 Diagrama,app heading 11 Diagrama,app heading 12 Diagrama,app heading 111 Diagrama,app heading 13 Diagrama,1 Diagrama,g Diagrama"/>
    <w:basedOn w:val="Numatytasispastraiposriftas"/>
    <w:link w:val="Antrat1"/>
    <w:uiPriority w:val="9"/>
    <w:rsid w:val="00B47F94"/>
    <w:rPr>
      <w:rFonts w:asciiTheme="majorHAnsi" w:eastAsiaTheme="majorEastAsia" w:hAnsiTheme="majorHAnsi" w:cstheme="majorBidi"/>
      <w:b/>
      <w:bCs/>
      <w:caps/>
      <w:spacing w:val="4"/>
      <w:sz w:val="28"/>
      <w:szCs w:val="28"/>
    </w:rPr>
  </w:style>
  <w:style w:type="character" w:customStyle="1" w:styleId="Antrat2Diagrama">
    <w:name w:val="Antraštė 2 Diagrama"/>
    <w:basedOn w:val="Numatytasispastraiposriftas"/>
    <w:link w:val="Antrat2"/>
    <w:uiPriority w:val="9"/>
    <w:rsid w:val="00B47F94"/>
    <w:rPr>
      <w:rFonts w:asciiTheme="majorHAnsi" w:eastAsiaTheme="majorEastAsia" w:hAnsiTheme="majorHAnsi" w:cstheme="majorBidi"/>
      <w:b/>
      <w:bCs/>
      <w:sz w:val="28"/>
      <w:szCs w:val="28"/>
    </w:rPr>
  </w:style>
  <w:style w:type="character" w:styleId="Vietosrezervavimoenklotekstas">
    <w:name w:val="Placeholder Text"/>
    <w:basedOn w:val="Numatytasispastraiposriftas"/>
    <w:rPr>
      <w:color w:val="808080"/>
    </w:rPr>
  </w:style>
  <w:style w:type="paragraph" w:styleId="Citata">
    <w:name w:val="Quote"/>
    <w:basedOn w:val="prastasis"/>
    <w:next w:val="prastasis"/>
    <w:link w:val="CitataDiagrama"/>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taDiagrama">
    <w:name w:val="Citata Diagrama"/>
    <w:basedOn w:val="Numatytasispastraiposriftas"/>
    <w:link w:val="Citata"/>
    <w:uiPriority w:val="29"/>
    <w:rsid w:val="00B47F94"/>
    <w:rPr>
      <w:rFonts w:asciiTheme="majorHAnsi" w:eastAsiaTheme="majorEastAsia" w:hAnsiTheme="majorHAnsi" w:cstheme="majorBidi"/>
      <w:i/>
      <w:iCs/>
      <w:sz w:val="24"/>
      <w:szCs w:val="24"/>
    </w:rPr>
  </w:style>
  <w:style w:type="paragraph" w:styleId="Bibliografija">
    <w:name w:val="Bibliography"/>
    <w:basedOn w:val="prastasis"/>
    <w:next w:val="prastasis"/>
    <w:uiPriority w:val="37"/>
    <w:semiHidden/>
    <w:unhideWhenUsed/>
  </w:style>
  <w:style w:type="paragraph" w:styleId="Tekstoblokas">
    <w:name w:val="Block Text"/>
    <w:basedOn w:val="prastasis"/>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Pagrindinistekstas">
    <w:name w:val="Body Text"/>
    <w:basedOn w:val="prastasis"/>
    <w:link w:val="PagrindinistekstasDiagrama"/>
    <w:unhideWhenUsed/>
    <w:pPr>
      <w:spacing w:after="120"/>
    </w:pPr>
  </w:style>
  <w:style w:type="character" w:customStyle="1" w:styleId="PagrindinistekstasDiagrama">
    <w:name w:val="Pagrindinis tekstas Diagrama"/>
    <w:basedOn w:val="Numatytasispastraiposriftas"/>
    <w:link w:val="Pagrindinistekstas"/>
  </w:style>
  <w:style w:type="paragraph" w:styleId="Pagrindinistekstas2">
    <w:name w:val="Body Text 2"/>
    <w:basedOn w:val="prastasis"/>
    <w:link w:val="Pagrindinistekstas2Diagrama"/>
    <w:uiPriority w:val="99"/>
    <w:semiHidden/>
    <w:unhideWhenUsed/>
    <w:pPr>
      <w:spacing w:after="120" w:line="480" w:lineRule="auto"/>
    </w:pPr>
  </w:style>
  <w:style w:type="character" w:customStyle="1" w:styleId="Pagrindinistekstas2Diagrama">
    <w:name w:val="Pagrindinis tekstas 2 Diagrama"/>
    <w:basedOn w:val="Numatytasispastraiposriftas"/>
    <w:link w:val="Pagrindinistekstas2"/>
    <w:uiPriority w:val="99"/>
    <w:semiHidden/>
  </w:style>
  <w:style w:type="paragraph" w:styleId="Pagrindinistekstas3">
    <w:name w:val="Body Text 3"/>
    <w:basedOn w:val="prastasis"/>
    <w:link w:val="Pagrindinistekstas3Diagrama"/>
    <w:uiPriority w:val="99"/>
    <w:semiHidden/>
    <w:unhideWhenUsed/>
    <w:pPr>
      <w:spacing w:after="120"/>
    </w:pPr>
    <w:rPr>
      <w:sz w:val="16"/>
    </w:rPr>
  </w:style>
  <w:style w:type="character" w:customStyle="1" w:styleId="Pagrindinistekstas3Diagrama">
    <w:name w:val="Pagrindinis tekstas 3 Diagrama"/>
    <w:basedOn w:val="Numatytasispastraiposriftas"/>
    <w:link w:val="Pagrindinistekstas3"/>
    <w:uiPriority w:val="99"/>
    <w:semiHidden/>
    <w:rPr>
      <w:sz w:val="16"/>
    </w:rPr>
  </w:style>
  <w:style w:type="paragraph" w:styleId="Pagrindiniotekstopirmatrauka">
    <w:name w:val="Body Text First Indent"/>
    <w:basedOn w:val="Pagrindinistekstas"/>
    <w:link w:val="PagrindiniotekstopirmatraukaDiagrama"/>
    <w:uiPriority w:val="99"/>
    <w:semiHidden/>
    <w:unhideWhenUsed/>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semiHidden/>
  </w:style>
  <w:style w:type="paragraph" w:styleId="Pagrindiniotekstotrauka">
    <w:name w:val="Body Text Indent"/>
    <w:basedOn w:val="prastasis"/>
    <w:link w:val="PagrindiniotekstotraukaDiagrama"/>
    <w:uiPriority w:val="99"/>
    <w:semiHidden/>
    <w:unhideWhenUsed/>
    <w:pPr>
      <w:spacing w:after="120"/>
      <w:ind w:left="360"/>
    </w:pPr>
  </w:style>
  <w:style w:type="character" w:customStyle="1" w:styleId="PagrindiniotekstotraukaDiagrama">
    <w:name w:val="Pagrindinio teksto įtrauka Diagrama"/>
    <w:basedOn w:val="Numatytasispastraiposriftas"/>
    <w:link w:val="Pagrindiniotekstotrauka"/>
    <w:uiPriority w:val="99"/>
    <w:semiHidden/>
  </w:style>
  <w:style w:type="paragraph" w:styleId="Pagrindiniotekstopirmatrauka2">
    <w:name w:val="Body Text First Indent 2"/>
    <w:basedOn w:val="Pagrindiniotekstotrauka"/>
    <w:link w:val="Pagrindiniotekstopirmatrauka2Diagrama"/>
    <w:uiPriority w:val="99"/>
    <w:semiHidden/>
    <w:unhideWhenUsed/>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style>
  <w:style w:type="paragraph" w:styleId="Pagrindiniotekstotrauka2">
    <w:name w:val="Body Text Indent 2"/>
    <w:basedOn w:val="prastasis"/>
    <w:link w:val="Pagrindiniotekstotrauka2Diagrama"/>
    <w:uiPriority w:val="99"/>
    <w:semiHidden/>
    <w:unhideWhenUsed/>
    <w:pPr>
      <w:spacing w:after="120" w:line="480" w:lineRule="auto"/>
      <w:ind w:left="360"/>
    </w:pPr>
  </w:style>
  <w:style w:type="character" w:customStyle="1" w:styleId="Pagrindiniotekstotrauka2Diagrama">
    <w:name w:val="Pagrindinio teksto įtrauka 2 Diagrama"/>
    <w:basedOn w:val="Numatytasispastraiposriftas"/>
    <w:link w:val="Pagrindiniotekstotrauka2"/>
    <w:uiPriority w:val="99"/>
    <w:semiHidden/>
  </w:style>
  <w:style w:type="paragraph" w:styleId="Pagrindiniotekstotrauka3">
    <w:name w:val="Body Text Indent 3"/>
    <w:basedOn w:val="prastasis"/>
    <w:link w:val="Pagrindiniotekstotrauka3Diagrama"/>
    <w:uiPriority w:val="99"/>
    <w:semiHidden/>
    <w:unhideWhenUsed/>
    <w:pPr>
      <w:spacing w:after="120"/>
      <w:ind w:left="360"/>
    </w:pPr>
    <w:rPr>
      <w:sz w:val="16"/>
    </w:rPr>
  </w:style>
  <w:style w:type="character" w:customStyle="1" w:styleId="Pagrindiniotekstotrauka3Diagrama">
    <w:name w:val="Pagrindinio teksto įtrauka 3 Diagrama"/>
    <w:basedOn w:val="Numatytasispastraiposriftas"/>
    <w:link w:val="Pagrindiniotekstotrauka3"/>
    <w:uiPriority w:val="99"/>
    <w:semiHidden/>
    <w:rPr>
      <w:sz w:val="16"/>
    </w:rPr>
  </w:style>
  <w:style w:type="character" w:styleId="Knygospavadinimas">
    <w:name w:val="Book Title"/>
    <w:basedOn w:val="Numatytasispastraiposriftas"/>
    <w:uiPriority w:val="33"/>
    <w:qFormat/>
    <w:rsid w:val="00B47F94"/>
    <w:rPr>
      <w:b/>
      <w:bCs/>
      <w:smallCaps/>
      <w:color w:val="auto"/>
    </w:rPr>
  </w:style>
  <w:style w:type="paragraph" w:styleId="Antrat">
    <w:name w:val="caption"/>
    <w:basedOn w:val="prastasis"/>
    <w:next w:val="prastasis"/>
    <w:unhideWhenUsed/>
    <w:qFormat/>
    <w:rsid w:val="00B47F94"/>
    <w:rPr>
      <w:b/>
      <w:bCs/>
      <w:sz w:val="18"/>
      <w:szCs w:val="18"/>
    </w:rPr>
  </w:style>
  <w:style w:type="paragraph" w:styleId="Ubaigimas">
    <w:name w:val="Closing"/>
    <w:basedOn w:val="prastasis"/>
    <w:link w:val="UbaigimasDiagrama"/>
    <w:uiPriority w:val="99"/>
    <w:semiHidden/>
    <w:unhideWhenUsed/>
    <w:pPr>
      <w:spacing w:after="0" w:line="240" w:lineRule="auto"/>
      <w:ind w:left="4320"/>
    </w:pPr>
  </w:style>
  <w:style w:type="character" w:customStyle="1" w:styleId="UbaigimasDiagrama">
    <w:name w:val="Užbaigimas Diagrama"/>
    <w:basedOn w:val="Numatytasispastraiposriftas"/>
    <w:link w:val="Ubaigimas"/>
    <w:uiPriority w:val="99"/>
    <w:semiHidden/>
  </w:style>
  <w:style w:type="table" w:styleId="Spalvotastinklelis">
    <w:name w:val="Colorful Grid"/>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palvotastinklelis2parykinimas">
    <w:name w:val="Colorful Grid Accent 2"/>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palvotastinklelis3parykinimas">
    <w:name w:val="Colorful Grid Accent 3"/>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palvotastinklelis4parykinimas">
    <w:name w:val="Colorful Grid Accent 4"/>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palvotastinklelis5parykinimas">
    <w:name w:val="Colorful Grid Accent 5"/>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palvotastinklelis6parykinimas">
    <w:name w:val="Colorful Grid Accent 6"/>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palvotassraas">
    <w:name w:val="Colorful List"/>
    <w:basedOn w:val="prastojilente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palvotassraas2parykinimas">
    <w:name w:val="Colorful List Accent 2"/>
    <w:basedOn w:val="prastojilente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Spalvotassraas3parykinimas">
    <w:name w:val="Colorful List Accent 3"/>
    <w:basedOn w:val="prastojilente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Spalvotassraas4parykinimas">
    <w:name w:val="Colorful List Accent 4"/>
    <w:basedOn w:val="prastojilente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palvotassraas5parykinimas">
    <w:name w:val="Colorful List Accent 5"/>
    <w:basedOn w:val="prastojilente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Spalvotassraas6parykinimas">
    <w:name w:val="Colorful List Accent 6"/>
    <w:basedOn w:val="prastojilente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palvotasspalvinimas">
    <w:name w:val="Colorful Shading"/>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palvotasspalvinimas4parykinimas">
    <w:name w:val="Colorful Shading Accent 4"/>
    <w:basedOn w:val="prastojilente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unhideWhenUsed/>
    <w:rPr>
      <w:sz w:val="16"/>
    </w:rPr>
  </w:style>
  <w:style w:type="paragraph" w:styleId="Komentarotekstas">
    <w:name w:val="annotation text"/>
    <w:basedOn w:val="prastasis"/>
    <w:link w:val="KomentarotekstasDiagrama"/>
    <w:unhideWhenUsed/>
    <w:pPr>
      <w:spacing w:line="240" w:lineRule="auto"/>
    </w:pPr>
  </w:style>
  <w:style w:type="character" w:customStyle="1" w:styleId="KomentarotekstasDiagrama">
    <w:name w:val="Komentaro tekstas Diagrama"/>
    <w:basedOn w:val="Numatytasispastraiposriftas"/>
    <w:link w:val="Komentarotekstas"/>
    <w:rPr>
      <w:sz w:val="20"/>
    </w:rPr>
  </w:style>
  <w:style w:type="paragraph" w:styleId="Komentarotema">
    <w:name w:val="annotation subject"/>
    <w:basedOn w:val="Komentarotekstas"/>
    <w:next w:val="Komentarotekstas"/>
    <w:link w:val="KomentarotemaDiagrama"/>
    <w:unhideWhenUsed/>
    <w:rPr>
      <w:b/>
      <w:bCs/>
    </w:rPr>
  </w:style>
  <w:style w:type="character" w:customStyle="1" w:styleId="KomentarotemaDiagrama">
    <w:name w:val="Komentaro tema Diagrama"/>
    <w:basedOn w:val="KomentarotekstasDiagrama"/>
    <w:link w:val="Komentarotema"/>
    <w:rPr>
      <w:b/>
      <w:bCs/>
      <w:sz w:val="20"/>
    </w:rPr>
  </w:style>
  <w:style w:type="table" w:styleId="Tamsussraas">
    <w:name w:val="Dark List"/>
    <w:basedOn w:val="prastojilente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amsussraas2parykinimas">
    <w:name w:val="Dark List Accent 2"/>
    <w:basedOn w:val="prastojilente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amsussraas3parykinimas">
    <w:name w:val="Dark List Accent 3"/>
    <w:basedOn w:val="prastojilente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msussraas4parykinimas">
    <w:name w:val="Dark List Accent 4"/>
    <w:basedOn w:val="prastojilente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amsussraas5parykinimas">
    <w:name w:val="Dark List Accent 5"/>
    <w:basedOn w:val="prastojilente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amsussraas6parykinimas">
    <w:name w:val="Dark List Accent 6"/>
    <w:basedOn w:val="prastojilente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a">
    <w:name w:val="Date"/>
    <w:basedOn w:val="prastasis"/>
    <w:next w:val="prastasis"/>
    <w:link w:val="DataDiagrama"/>
    <w:uiPriority w:val="99"/>
    <w:semiHidden/>
    <w:unhideWhenUsed/>
  </w:style>
  <w:style w:type="character" w:customStyle="1" w:styleId="DataDiagrama">
    <w:name w:val="Data Diagrama"/>
    <w:basedOn w:val="Numatytasispastraiposriftas"/>
    <w:link w:val="Data"/>
    <w:uiPriority w:val="99"/>
    <w:semiHidden/>
  </w:style>
  <w:style w:type="paragraph" w:styleId="Dokumentostruktra">
    <w:name w:val="Document Map"/>
    <w:basedOn w:val="prastasis"/>
    <w:link w:val="DokumentostruktraDiagrama"/>
    <w:uiPriority w:val="99"/>
    <w:semiHidden/>
    <w:unhideWhenUsed/>
    <w:pPr>
      <w:spacing w:after="0" w:line="240" w:lineRule="auto"/>
    </w:pPr>
    <w:rPr>
      <w:rFonts w:ascii="Tahoma" w:hAnsi="Tahoma" w:cs="Tahoma"/>
      <w:sz w:val="16"/>
    </w:rPr>
  </w:style>
  <w:style w:type="character" w:customStyle="1" w:styleId="DokumentostruktraDiagrama">
    <w:name w:val="Dokumento struktūra Diagrama"/>
    <w:basedOn w:val="Numatytasispastraiposriftas"/>
    <w:link w:val="Dokumentostruktra"/>
    <w:uiPriority w:val="99"/>
    <w:semiHidden/>
    <w:rPr>
      <w:rFonts w:ascii="Tahoma" w:hAnsi="Tahoma" w:cs="Tahoma"/>
      <w:sz w:val="16"/>
    </w:rPr>
  </w:style>
  <w:style w:type="paragraph" w:styleId="Elpatoparaas">
    <w:name w:val="E-mail Signature"/>
    <w:basedOn w:val="prastasis"/>
    <w:link w:val="ElpatoparaasDiagrama"/>
    <w:uiPriority w:val="99"/>
    <w:semiHidden/>
    <w:unhideWhenUsed/>
    <w:pPr>
      <w:spacing w:after="0" w:line="240" w:lineRule="auto"/>
    </w:pPr>
  </w:style>
  <w:style w:type="character" w:customStyle="1" w:styleId="ElpatoparaasDiagrama">
    <w:name w:val="El. pašto parašas Diagrama"/>
    <w:basedOn w:val="Numatytasispastraiposriftas"/>
    <w:link w:val="Elpatoparaas"/>
    <w:uiPriority w:val="99"/>
    <w:semiHidden/>
  </w:style>
  <w:style w:type="character" w:styleId="Emfaz">
    <w:name w:val="Emphasis"/>
    <w:basedOn w:val="Numatytasispastraiposriftas"/>
    <w:uiPriority w:val="20"/>
    <w:qFormat/>
    <w:rsid w:val="00B47F94"/>
    <w:rPr>
      <w:i/>
      <w:iCs/>
      <w:color w:val="auto"/>
    </w:rPr>
  </w:style>
  <w:style w:type="character" w:styleId="Dokumentoinaosnumeris">
    <w:name w:val="endnote reference"/>
    <w:basedOn w:val="Numatytasispastraiposriftas"/>
    <w:uiPriority w:val="99"/>
    <w:semiHidden/>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style>
  <w:style w:type="character" w:customStyle="1" w:styleId="DokumentoinaostekstasDiagrama">
    <w:name w:val="Dokumento išnašos tekstas Diagrama"/>
    <w:basedOn w:val="Numatytasispastraiposriftas"/>
    <w:link w:val="Dokumentoinaostekstas"/>
    <w:uiPriority w:val="99"/>
    <w:semiHidden/>
    <w:rPr>
      <w:sz w:val="20"/>
    </w:rPr>
  </w:style>
  <w:style w:type="paragraph" w:styleId="Adresasantvoko">
    <w:name w:val="envelope address"/>
    <w:basedOn w:val="prastasis"/>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Vokoatgalinisadresas">
    <w:name w:val="envelope return"/>
    <w:basedOn w:val="prastasis"/>
    <w:uiPriority w:val="99"/>
    <w:semiHidden/>
    <w:unhideWhenUsed/>
    <w:pPr>
      <w:spacing w:after="0" w:line="240" w:lineRule="auto"/>
    </w:pPr>
    <w:rPr>
      <w:rFonts w:asciiTheme="majorHAnsi" w:eastAsiaTheme="majorEastAsia" w:hAnsiTheme="majorHAnsi" w:cstheme="majorBidi"/>
    </w:rPr>
  </w:style>
  <w:style w:type="character" w:styleId="Perirtashipersaitas">
    <w:name w:val="FollowedHyperlink"/>
    <w:basedOn w:val="Numatytasispastraiposriftas"/>
    <w:uiPriority w:val="99"/>
    <w:semiHidden/>
    <w:unhideWhenUsed/>
    <w:rPr>
      <w:color w:val="800080" w:themeColor="followedHyperlink"/>
      <w:u w:val="single"/>
    </w:rPr>
  </w:style>
  <w:style w:type="character" w:styleId="Puslapioinaosnuoroda">
    <w:name w:val="footnote reference"/>
    <w:basedOn w:val="Numatytasispastraiposriftas"/>
    <w:uiPriority w:val="99"/>
    <w:semiHidden/>
    <w:unhideWhenUsed/>
    <w:rPr>
      <w:vertAlign w:val="superscript"/>
    </w:rPr>
  </w:style>
  <w:style w:type="paragraph" w:styleId="Puslapioinaostekstas">
    <w:name w:val="footnote text"/>
    <w:basedOn w:val="prastasis"/>
    <w:link w:val="PuslapioinaostekstasDiagrama"/>
    <w:uiPriority w:val="99"/>
    <w:unhideWhenUsed/>
    <w:pPr>
      <w:spacing w:after="0" w:line="240" w:lineRule="auto"/>
    </w:pPr>
  </w:style>
  <w:style w:type="character" w:customStyle="1" w:styleId="PuslapioinaostekstasDiagrama">
    <w:name w:val="Puslapio išnašos tekstas Diagrama"/>
    <w:basedOn w:val="Numatytasispastraiposriftas"/>
    <w:link w:val="Puslapioinaostekstas"/>
    <w:uiPriority w:val="99"/>
    <w:rPr>
      <w:sz w:val="20"/>
    </w:rPr>
  </w:style>
  <w:style w:type="character" w:customStyle="1" w:styleId="Antrat3Diagrama">
    <w:name w:val="Antraštė 3 Diagrama"/>
    <w:basedOn w:val="Numatytasispastraiposriftas"/>
    <w:link w:val="Antrat3"/>
    <w:uiPriority w:val="9"/>
    <w:rsid w:val="00B47F94"/>
    <w:rPr>
      <w:rFonts w:asciiTheme="majorHAnsi" w:eastAsiaTheme="majorEastAsia" w:hAnsiTheme="majorHAnsi" w:cstheme="majorBidi"/>
      <w:spacing w:val="4"/>
      <w:sz w:val="24"/>
      <w:szCs w:val="24"/>
    </w:rPr>
  </w:style>
  <w:style w:type="character" w:customStyle="1" w:styleId="Antrat4Diagrama">
    <w:name w:val="Antraštė 4 Diagrama"/>
    <w:basedOn w:val="Numatytasispastraiposriftas"/>
    <w:link w:val="Antrat4"/>
    <w:uiPriority w:val="9"/>
    <w:semiHidden/>
    <w:rsid w:val="00B47F94"/>
    <w:rPr>
      <w:rFonts w:asciiTheme="majorHAnsi" w:eastAsiaTheme="majorEastAsia" w:hAnsiTheme="majorHAnsi" w:cstheme="majorBidi"/>
      <w:i/>
      <w:iCs/>
      <w:sz w:val="24"/>
      <w:szCs w:val="24"/>
    </w:rPr>
  </w:style>
  <w:style w:type="character" w:customStyle="1" w:styleId="Antrat5Diagrama">
    <w:name w:val="Antraštė 5 Diagrama"/>
    <w:basedOn w:val="Numatytasispastraiposriftas"/>
    <w:link w:val="Antrat5"/>
    <w:uiPriority w:val="9"/>
    <w:semiHidden/>
    <w:rsid w:val="00B47F94"/>
    <w:rPr>
      <w:rFonts w:asciiTheme="majorHAnsi" w:eastAsiaTheme="majorEastAsia" w:hAnsiTheme="majorHAnsi" w:cstheme="majorBidi"/>
      <w:b/>
      <w:bCs/>
    </w:rPr>
  </w:style>
  <w:style w:type="character" w:customStyle="1" w:styleId="Antrat6Diagrama">
    <w:name w:val="Antraštė 6 Diagrama"/>
    <w:basedOn w:val="Numatytasispastraiposriftas"/>
    <w:link w:val="Antrat6"/>
    <w:uiPriority w:val="9"/>
    <w:semiHidden/>
    <w:rsid w:val="00B47F94"/>
    <w:rPr>
      <w:rFonts w:asciiTheme="majorHAnsi" w:eastAsiaTheme="majorEastAsia" w:hAnsiTheme="majorHAnsi" w:cstheme="majorBidi"/>
      <w:b/>
      <w:bCs/>
      <w:i/>
      <w:iCs/>
    </w:rPr>
  </w:style>
  <w:style w:type="character" w:customStyle="1" w:styleId="Antrat7Diagrama">
    <w:name w:val="Antraštė 7 Diagrama"/>
    <w:basedOn w:val="Numatytasispastraiposriftas"/>
    <w:link w:val="Antrat7"/>
    <w:uiPriority w:val="9"/>
    <w:semiHidden/>
    <w:rsid w:val="00B47F94"/>
    <w:rPr>
      <w:i/>
      <w:iCs/>
    </w:rPr>
  </w:style>
  <w:style w:type="character" w:customStyle="1" w:styleId="Antrat8Diagrama">
    <w:name w:val="Antraštė 8 Diagrama"/>
    <w:basedOn w:val="Numatytasispastraiposriftas"/>
    <w:link w:val="Antrat8"/>
    <w:uiPriority w:val="9"/>
    <w:semiHidden/>
    <w:rsid w:val="00B47F94"/>
    <w:rPr>
      <w:b/>
      <w:bCs/>
    </w:rPr>
  </w:style>
  <w:style w:type="character" w:customStyle="1" w:styleId="Antrat9Diagrama">
    <w:name w:val="Antraštė 9 Diagrama"/>
    <w:basedOn w:val="Numatytasispastraiposriftas"/>
    <w:link w:val="Antrat9"/>
    <w:uiPriority w:val="9"/>
    <w:semiHidden/>
    <w:rsid w:val="00B47F94"/>
    <w:rPr>
      <w:i/>
      <w:iCs/>
    </w:rPr>
  </w:style>
  <w:style w:type="character" w:styleId="HTMLakronimas">
    <w:name w:val="HTML Acronym"/>
    <w:basedOn w:val="Numatytasispastraiposriftas"/>
    <w:uiPriority w:val="99"/>
    <w:semiHidden/>
    <w:unhideWhenUsed/>
  </w:style>
  <w:style w:type="paragraph" w:styleId="HTMLadresas">
    <w:name w:val="HTML Address"/>
    <w:basedOn w:val="prastasis"/>
    <w:link w:val="HTMLadresasDiagrama"/>
    <w:uiPriority w:val="99"/>
    <w:semiHidden/>
    <w:unhideWhenUsed/>
    <w:pPr>
      <w:spacing w:after="0" w:line="240" w:lineRule="auto"/>
    </w:pPr>
    <w:rPr>
      <w:i/>
      <w:iCs/>
    </w:rPr>
  </w:style>
  <w:style w:type="character" w:customStyle="1" w:styleId="HTMLadresasDiagrama">
    <w:name w:val="HTML adresas Diagrama"/>
    <w:basedOn w:val="Numatytasispastraiposriftas"/>
    <w:link w:val="HTMLadresas"/>
    <w:uiPriority w:val="99"/>
    <w:semiHidden/>
    <w:rPr>
      <w:i/>
      <w:iCs/>
    </w:rPr>
  </w:style>
  <w:style w:type="character" w:styleId="HTMLcitata">
    <w:name w:val="HTML Cite"/>
    <w:basedOn w:val="Numatytasispastraiposriftas"/>
    <w:uiPriority w:val="99"/>
    <w:semiHidden/>
    <w:unhideWhenUsed/>
    <w:rPr>
      <w:i/>
      <w:iCs/>
    </w:rPr>
  </w:style>
  <w:style w:type="character" w:styleId="HTMLkodas">
    <w:name w:val="HTML Code"/>
    <w:basedOn w:val="Numatytasispastraiposriftas"/>
    <w:uiPriority w:val="99"/>
    <w:semiHidden/>
    <w:unhideWhenUsed/>
    <w:rPr>
      <w:rFonts w:ascii="Consolas" w:hAnsi="Consolas" w:cs="Consolas"/>
      <w:sz w:val="20"/>
    </w:rPr>
  </w:style>
  <w:style w:type="character" w:styleId="HTMLapibrimas">
    <w:name w:val="HTML Definition"/>
    <w:basedOn w:val="Numatytasispastraiposriftas"/>
    <w:uiPriority w:val="99"/>
    <w:semiHidden/>
    <w:unhideWhenUsed/>
    <w:rPr>
      <w:i/>
      <w:iCs/>
    </w:rPr>
  </w:style>
  <w:style w:type="character" w:styleId="HTMLklaviatra">
    <w:name w:val="HTML Keyboard"/>
    <w:basedOn w:val="Numatytasispastraiposriftas"/>
    <w:uiPriority w:val="99"/>
    <w:semiHidden/>
    <w:unhideWhenUsed/>
    <w:rPr>
      <w:rFonts w:ascii="Consolas" w:hAnsi="Consolas" w:cs="Consolas"/>
      <w:sz w:val="20"/>
    </w:rPr>
  </w:style>
  <w:style w:type="paragraph" w:styleId="HTMLiankstoformatuotas">
    <w:name w:val="HTML Preformatted"/>
    <w:basedOn w:val="prastasis"/>
    <w:link w:val="HTMLiankstoformatuotasDiagrama"/>
    <w:uiPriority w:val="99"/>
    <w:semiHidden/>
    <w:unhideWhenUsed/>
    <w:pPr>
      <w:spacing w:after="0" w:line="240" w:lineRule="auto"/>
    </w:pPr>
    <w:rPr>
      <w:rFonts w:ascii="Consolas" w:hAnsi="Consolas" w:cs="Consolas"/>
    </w:rPr>
  </w:style>
  <w:style w:type="character" w:customStyle="1" w:styleId="HTMLiankstoformatuotasDiagrama">
    <w:name w:val="HTML iš anksto formatuotas Diagrama"/>
    <w:basedOn w:val="Numatytasispastraiposriftas"/>
    <w:link w:val="HTMLiankstoformatuotas"/>
    <w:uiPriority w:val="99"/>
    <w:semiHidden/>
    <w:rPr>
      <w:rFonts w:ascii="Consolas" w:hAnsi="Consolas" w:cs="Consolas"/>
      <w:sz w:val="20"/>
    </w:rPr>
  </w:style>
  <w:style w:type="character" w:styleId="HTMLpavyzdys">
    <w:name w:val="HTML Sample"/>
    <w:basedOn w:val="Numatytasispastraiposriftas"/>
    <w:uiPriority w:val="99"/>
    <w:semiHidden/>
    <w:unhideWhenUsed/>
    <w:rPr>
      <w:rFonts w:ascii="Consolas" w:hAnsi="Consolas" w:cs="Consolas"/>
      <w:sz w:val="24"/>
    </w:rPr>
  </w:style>
  <w:style w:type="character" w:styleId="HTMLspausdinimomainl">
    <w:name w:val="HTML Typewriter"/>
    <w:basedOn w:val="Numatytasispastraiposriftas"/>
    <w:uiPriority w:val="99"/>
    <w:semiHidden/>
    <w:unhideWhenUsed/>
    <w:rPr>
      <w:rFonts w:ascii="Consolas" w:hAnsi="Consolas" w:cs="Consolas"/>
      <w:sz w:val="20"/>
    </w:rPr>
  </w:style>
  <w:style w:type="character" w:styleId="HTMLkintamasis">
    <w:name w:val="HTML Variable"/>
    <w:basedOn w:val="Numatytasispastraiposriftas"/>
    <w:uiPriority w:val="99"/>
    <w:semiHidden/>
    <w:unhideWhenUsed/>
    <w:rPr>
      <w:i/>
      <w:iCs/>
    </w:rPr>
  </w:style>
  <w:style w:type="character" w:styleId="Hipersaitas">
    <w:name w:val="Hyperlink"/>
    <w:aliases w:val="Alna"/>
    <w:basedOn w:val="Numatytasispastraiposriftas"/>
    <w:uiPriority w:val="99"/>
    <w:unhideWhenUsed/>
    <w:rPr>
      <w:color w:val="0000FF" w:themeColor="hyperlink"/>
      <w:u w:val="single"/>
    </w:rPr>
  </w:style>
  <w:style w:type="paragraph" w:styleId="Indeksas1">
    <w:name w:val="index 1"/>
    <w:basedOn w:val="prastasis"/>
    <w:next w:val="prastasis"/>
    <w:autoRedefine/>
    <w:uiPriority w:val="99"/>
    <w:semiHidden/>
    <w:unhideWhenUsed/>
    <w:pPr>
      <w:spacing w:after="0" w:line="240" w:lineRule="auto"/>
      <w:ind w:left="220" w:hanging="220"/>
    </w:pPr>
  </w:style>
  <w:style w:type="paragraph" w:styleId="Indeksas2">
    <w:name w:val="index 2"/>
    <w:basedOn w:val="prastasis"/>
    <w:next w:val="prastasis"/>
    <w:autoRedefine/>
    <w:uiPriority w:val="99"/>
    <w:semiHidden/>
    <w:unhideWhenUsed/>
    <w:pPr>
      <w:spacing w:after="0" w:line="240" w:lineRule="auto"/>
      <w:ind w:left="440" w:hanging="220"/>
    </w:pPr>
  </w:style>
  <w:style w:type="paragraph" w:styleId="Indeksas3">
    <w:name w:val="index 3"/>
    <w:basedOn w:val="prastasis"/>
    <w:next w:val="prastasis"/>
    <w:autoRedefine/>
    <w:uiPriority w:val="99"/>
    <w:semiHidden/>
    <w:unhideWhenUsed/>
    <w:pPr>
      <w:spacing w:after="0" w:line="240" w:lineRule="auto"/>
      <w:ind w:left="660" w:hanging="220"/>
    </w:pPr>
  </w:style>
  <w:style w:type="paragraph" w:styleId="Indeksas4">
    <w:name w:val="index 4"/>
    <w:basedOn w:val="prastasis"/>
    <w:next w:val="prastasis"/>
    <w:autoRedefine/>
    <w:uiPriority w:val="99"/>
    <w:semiHidden/>
    <w:unhideWhenUsed/>
    <w:pPr>
      <w:spacing w:after="0" w:line="240" w:lineRule="auto"/>
      <w:ind w:left="880" w:hanging="220"/>
    </w:pPr>
  </w:style>
  <w:style w:type="paragraph" w:styleId="Indeksas5">
    <w:name w:val="index 5"/>
    <w:basedOn w:val="prastasis"/>
    <w:next w:val="prastasis"/>
    <w:autoRedefine/>
    <w:uiPriority w:val="99"/>
    <w:semiHidden/>
    <w:unhideWhenUsed/>
    <w:pPr>
      <w:spacing w:after="0" w:line="240" w:lineRule="auto"/>
      <w:ind w:left="1100" w:hanging="220"/>
    </w:pPr>
  </w:style>
  <w:style w:type="paragraph" w:styleId="Indeksas6">
    <w:name w:val="index 6"/>
    <w:basedOn w:val="prastasis"/>
    <w:next w:val="prastasis"/>
    <w:autoRedefine/>
    <w:uiPriority w:val="99"/>
    <w:semiHidden/>
    <w:unhideWhenUsed/>
    <w:pPr>
      <w:spacing w:after="0" w:line="240" w:lineRule="auto"/>
      <w:ind w:left="1320" w:hanging="220"/>
    </w:pPr>
  </w:style>
  <w:style w:type="paragraph" w:styleId="Indeksas7">
    <w:name w:val="index 7"/>
    <w:basedOn w:val="prastasis"/>
    <w:next w:val="prastasis"/>
    <w:autoRedefine/>
    <w:uiPriority w:val="99"/>
    <w:semiHidden/>
    <w:unhideWhenUsed/>
    <w:pPr>
      <w:spacing w:after="0" w:line="240" w:lineRule="auto"/>
      <w:ind w:left="1540" w:hanging="220"/>
    </w:pPr>
  </w:style>
  <w:style w:type="paragraph" w:styleId="Indeksas8">
    <w:name w:val="index 8"/>
    <w:basedOn w:val="prastasis"/>
    <w:next w:val="prastasis"/>
    <w:autoRedefine/>
    <w:uiPriority w:val="99"/>
    <w:semiHidden/>
    <w:unhideWhenUsed/>
    <w:pPr>
      <w:spacing w:after="0" w:line="240" w:lineRule="auto"/>
      <w:ind w:left="1760" w:hanging="220"/>
    </w:pPr>
  </w:style>
  <w:style w:type="paragraph" w:styleId="Indeksas9">
    <w:name w:val="index 9"/>
    <w:basedOn w:val="prastasis"/>
    <w:next w:val="prastasis"/>
    <w:autoRedefine/>
    <w:uiPriority w:val="99"/>
    <w:semiHidden/>
    <w:unhideWhenUsed/>
    <w:pPr>
      <w:spacing w:after="0" w:line="240" w:lineRule="auto"/>
      <w:ind w:left="1980" w:hanging="220"/>
    </w:pPr>
  </w:style>
  <w:style w:type="paragraph" w:styleId="Indeksoantrat">
    <w:name w:val="index heading"/>
    <w:basedOn w:val="prastasis"/>
    <w:next w:val="Indeksas1"/>
    <w:uiPriority w:val="99"/>
    <w:semiHidden/>
    <w:unhideWhenUsed/>
    <w:rPr>
      <w:rFonts w:asciiTheme="majorHAnsi" w:eastAsiaTheme="majorEastAsia" w:hAnsiTheme="majorHAnsi" w:cstheme="majorBidi"/>
      <w:b/>
      <w:bCs/>
    </w:rPr>
  </w:style>
  <w:style w:type="character" w:styleId="Rykuspabraukimas">
    <w:name w:val="Intense Emphasis"/>
    <w:basedOn w:val="Numatytasispastraiposriftas"/>
    <w:uiPriority w:val="21"/>
    <w:qFormat/>
    <w:rsid w:val="00B47F94"/>
    <w:rPr>
      <w:b/>
      <w:bCs/>
      <w:i/>
      <w:iCs/>
      <w:color w:val="auto"/>
    </w:rPr>
  </w:style>
  <w:style w:type="paragraph" w:styleId="Iskirtacitata">
    <w:name w:val="Intense Quote"/>
    <w:basedOn w:val="prastasis"/>
    <w:next w:val="prastasis"/>
    <w:link w:val="IskirtacitataDiagrama"/>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skirtacitataDiagrama">
    <w:name w:val="Išskirta citata Diagrama"/>
    <w:basedOn w:val="Numatytasispastraiposriftas"/>
    <w:link w:val="Iskirtacitata"/>
    <w:uiPriority w:val="30"/>
    <w:rsid w:val="00B47F94"/>
    <w:rPr>
      <w:rFonts w:asciiTheme="majorHAnsi" w:eastAsiaTheme="majorEastAsia" w:hAnsiTheme="majorHAnsi" w:cstheme="majorBidi"/>
      <w:sz w:val="26"/>
      <w:szCs w:val="26"/>
    </w:rPr>
  </w:style>
  <w:style w:type="character" w:styleId="Rykinuoroda">
    <w:name w:val="Intense Reference"/>
    <w:basedOn w:val="Numatytasispastraiposriftas"/>
    <w:uiPriority w:val="32"/>
    <w:qFormat/>
    <w:rsid w:val="00B47F94"/>
    <w:rPr>
      <w:b/>
      <w:bCs/>
      <w:smallCaps/>
      <w:color w:val="auto"/>
      <w:u w:val="single"/>
    </w:rPr>
  </w:style>
  <w:style w:type="table" w:styleId="viesustinklelis">
    <w:name w:val="Light Grid"/>
    <w:basedOn w:val="prastojilente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iesustinklelis2parykinimas">
    <w:name w:val="Light Grid Accent 2"/>
    <w:basedOn w:val="prastojilente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iesustinklelis3parykinimas">
    <w:name w:val="Light Grid Accent 3"/>
    <w:basedOn w:val="prastojilente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iesustinklelis4parykinimas">
    <w:name w:val="Light Grid Accent 4"/>
    <w:basedOn w:val="prastojilente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iesustinklelis5parykinimas">
    <w:name w:val="Light Grid Accent 5"/>
    <w:basedOn w:val="prastojilente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iesustinklelis6parykinimas">
    <w:name w:val="Light Grid Accent 6"/>
    <w:basedOn w:val="prastojilente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viesussraas">
    <w:name w:val="Light List"/>
    <w:basedOn w:val="prastojilente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iesussraas2parykinimas">
    <w:name w:val="Light List Accent 2"/>
    <w:basedOn w:val="prastojilente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esussraas3parykinimas">
    <w:name w:val="Light List Accent 3"/>
    <w:basedOn w:val="prastojilente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iesussraas4parykinimas">
    <w:name w:val="Light List Accent 4"/>
    <w:basedOn w:val="prastojilente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iesussraas5parykinimas">
    <w:name w:val="Light List Accent 5"/>
    <w:basedOn w:val="prastojilente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iesussraas6parykinimas">
    <w:name w:val="Light List Accent 6"/>
    <w:basedOn w:val="prastojilente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viesusisspalvinimas">
    <w:name w:val="Light Shading"/>
    <w:basedOn w:val="prastojilente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esusspalvinimas2parykinimas">
    <w:name w:val="Light Shading Accent 2"/>
    <w:basedOn w:val="prastojilente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iesusspalvinimas3parykinimas">
    <w:name w:val="Light Shading Accent 3"/>
    <w:basedOn w:val="prastojilente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iesusspalvinimas4parykinimas">
    <w:name w:val="Light Shading Accent 4"/>
    <w:basedOn w:val="prastojilente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esusspalvinimas5parykinimas">
    <w:name w:val="Light Shading Accent 5"/>
    <w:basedOn w:val="prastojilente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iesusspalvinimas6parykinimas">
    <w:name w:val="Light Shading Accent 6"/>
    <w:basedOn w:val="prastojilente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Eilutsnumeris">
    <w:name w:val="line number"/>
    <w:basedOn w:val="Numatytasispastraiposriftas"/>
    <w:uiPriority w:val="99"/>
    <w:semiHidden/>
    <w:unhideWhenUsed/>
  </w:style>
  <w:style w:type="paragraph" w:styleId="Sraas">
    <w:name w:val="List"/>
    <w:basedOn w:val="prastasis"/>
    <w:unhideWhenUsed/>
    <w:pPr>
      <w:ind w:left="360" w:hanging="360"/>
      <w:contextualSpacing/>
    </w:pPr>
  </w:style>
  <w:style w:type="paragraph" w:styleId="Sraas2">
    <w:name w:val="List 2"/>
    <w:basedOn w:val="prastasis"/>
    <w:uiPriority w:val="99"/>
    <w:semiHidden/>
    <w:unhideWhenUsed/>
    <w:pPr>
      <w:ind w:left="720" w:hanging="360"/>
      <w:contextualSpacing/>
    </w:pPr>
  </w:style>
  <w:style w:type="paragraph" w:styleId="Sraas3">
    <w:name w:val="List 3"/>
    <w:basedOn w:val="prastasis"/>
    <w:uiPriority w:val="99"/>
    <w:semiHidden/>
    <w:unhideWhenUsed/>
    <w:pPr>
      <w:ind w:left="1080" w:hanging="360"/>
      <w:contextualSpacing/>
    </w:pPr>
  </w:style>
  <w:style w:type="paragraph" w:styleId="Sraas4">
    <w:name w:val="List 4"/>
    <w:basedOn w:val="prastasis"/>
    <w:uiPriority w:val="99"/>
    <w:semiHidden/>
    <w:unhideWhenUsed/>
    <w:pPr>
      <w:ind w:left="1440" w:hanging="360"/>
      <w:contextualSpacing/>
    </w:pPr>
  </w:style>
  <w:style w:type="paragraph" w:styleId="Sraas5">
    <w:name w:val="List 5"/>
    <w:basedOn w:val="prastasis"/>
    <w:uiPriority w:val="99"/>
    <w:semiHidden/>
    <w:unhideWhenUsed/>
    <w:pPr>
      <w:ind w:left="1800" w:hanging="360"/>
      <w:contextualSpacing/>
    </w:pPr>
  </w:style>
  <w:style w:type="paragraph" w:styleId="Sraassuenkleliais">
    <w:name w:val="List Bullet"/>
    <w:basedOn w:val="prastasis"/>
    <w:uiPriority w:val="1"/>
    <w:unhideWhenUsed/>
    <w:pPr>
      <w:numPr>
        <w:numId w:val="1"/>
      </w:numPr>
      <w:spacing w:after="40"/>
    </w:pPr>
  </w:style>
  <w:style w:type="paragraph" w:styleId="Sraassuenkleliais2">
    <w:name w:val="List Bullet 2"/>
    <w:basedOn w:val="prastasis"/>
    <w:uiPriority w:val="99"/>
    <w:semiHidden/>
    <w:unhideWhenUsed/>
    <w:pPr>
      <w:numPr>
        <w:numId w:val="2"/>
      </w:numPr>
      <w:contextualSpacing/>
    </w:pPr>
  </w:style>
  <w:style w:type="paragraph" w:styleId="Sraassuenkleliais3">
    <w:name w:val="List Bullet 3"/>
    <w:basedOn w:val="prastasis"/>
    <w:uiPriority w:val="99"/>
    <w:semiHidden/>
    <w:unhideWhenUsed/>
    <w:pPr>
      <w:numPr>
        <w:numId w:val="3"/>
      </w:numPr>
      <w:contextualSpacing/>
    </w:pPr>
  </w:style>
  <w:style w:type="paragraph" w:styleId="Sraassuenkleliais4">
    <w:name w:val="List Bullet 4"/>
    <w:basedOn w:val="prastasis"/>
    <w:uiPriority w:val="99"/>
    <w:semiHidden/>
    <w:unhideWhenUsed/>
    <w:pPr>
      <w:numPr>
        <w:numId w:val="4"/>
      </w:numPr>
      <w:contextualSpacing/>
    </w:pPr>
  </w:style>
  <w:style w:type="paragraph" w:styleId="Sraassuenkleliais5">
    <w:name w:val="List Bullet 5"/>
    <w:basedOn w:val="prastasis"/>
    <w:uiPriority w:val="99"/>
    <w:semiHidden/>
    <w:unhideWhenUsed/>
    <w:pPr>
      <w:numPr>
        <w:numId w:val="5"/>
      </w:numPr>
      <w:contextualSpacing/>
    </w:pPr>
  </w:style>
  <w:style w:type="paragraph" w:styleId="Sraotsinys">
    <w:name w:val="List Continue"/>
    <w:basedOn w:val="prastasis"/>
    <w:uiPriority w:val="99"/>
    <w:semiHidden/>
    <w:unhideWhenUsed/>
    <w:pPr>
      <w:spacing w:after="120"/>
      <w:ind w:left="360"/>
      <w:contextualSpacing/>
    </w:pPr>
  </w:style>
  <w:style w:type="paragraph" w:styleId="Sraotsinys2">
    <w:name w:val="List Continue 2"/>
    <w:basedOn w:val="prastasis"/>
    <w:uiPriority w:val="99"/>
    <w:semiHidden/>
    <w:unhideWhenUsed/>
    <w:pPr>
      <w:spacing w:after="120"/>
      <w:ind w:left="720"/>
      <w:contextualSpacing/>
    </w:pPr>
  </w:style>
  <w:style w:type="paragraph" w:styleId="Sraotsinys3">
    <w:name w:val="List Continue 3"/>
    <w:basedOn w:val="prastasis"/>
    <w:uiPriority w:val="99"/>
    <w:semiHidden/>
    <w:unhideWhenUsed/>
    <w:pPr>
      <w:spacing w:after="120"/>
      <w:ind w:left="1080"/>
      <w:contextualSpacing/>
    </w:pPr>
  </w:style>
  <w:style w:type="paragraph" w:styleId="Sraotsinys4">
    <w:name w:val="List Continue 4"/>
    <w:basedOn w:val="prastasis"/>
    <w:uiPriority w:val="99"/>
    <w:semiHidden/>
    <w:unhideWhenUsed/>
    <w:pPr>
      <w:spacing w:after="120"/>
      <w:ind w:left="1440"/>
      <w:contextualSpacing/>
    </w:pPr>
  </w:style>
  <w:style w:type="paragraph" w:styleId="Sraotsinys5">
    <w:name w:val="List Continue 5"/>
    <w:basedOn w:val="prastasis"/>
    <w:uiPriority w:val="99"/>
    <w:semiHidden/>
    <w:unhideWhenUsed/>
    <w:pPr>
      <w:spacing w:after="120"/>
      <w:ind w:left="1800"/>
      <w:contextualSpacing/>
    </w:pPr>
  </w:style>
  <w:style w:type="paragraph" w:styleId="Sraassunumeriais">
    <w:name w:val="List Number"/>
    <w:basedOn w:val="prastasis"/>
    <w:uiPriority w:val="1"/>
    <w:unhideWhenUsed/>
    <w:pPr>
      <w:numPr>
        <w:numId w:val="7"/>
      </w:numPr>
      <w:contextualSpacing/>
    </w:pPr>
  </w:style>
  <w:style w:type="paragraph" w:styleId="Sraassunumeriais2">
    <w:name w:val="List Number 2"/>
    <w:basedOn w:val="prastasis"/>
    <w:uiPriority w:val="1"/>
    <w:unhideWhenUsed/>
    <w:pPr>
      <w:numPr>
        <w:ilvl w:val="1"/>
        <w:numId w:val="7"/>
      </w:numPr>
      <w:contextualSpacing/>
    </w:pPr>
  </w:style>
  <w:style w:type="paragraph" w:styleId="Sraassunumeriais3">
    <w:name w:val="List Number 3"/>
    <w:basedOn w:val="prastasis"/>
    <w:uiPriority w:val="18"/>
    <w:unhideWhenUsed/>
    <w:pPr>
      <w:numPr>
        <w:ilvl w:val="2"/>
        <w:numId w:val="7"/>
      </w:numPr>
      <w:contextualSpacing/>
    </w:pPr>
  </w:style>
  <w:style w:type="paragraph" w:styleId="Sraassunumeriais4">
    <w:name w:val="List Number 4"/>
    <w:basedOn w:val="prastasis"/>
    <w:uiPriority w:val="18"/>
    <w:semiHidden/>
    <w:unhideWhenUsed/>
    <w:pPr>
      <w:numPr>
        <w:ilvl w:val="3"/>
        <w:numId w:val="7"/>
      </w:numPr>
      <w:contextualSpacing/>
    </w:pPr>
  </w:style>
  <w:style w:type="paragraph" w:styleId="Sraassunumeriais5">
    <w:name w:val="List Number 5"/>
    <w:basedOn w:val="prastasis"/>
    <w:uiPriority w:val="18"/>
    <w:semiHidden/>
    <w:unhideWhenUsed/>
    <w:pPr>
      <w:numPr>
        <w:ilvl w:val="4"/>
        <w:numId w:val="7"/>
      </w:numPr>
      <w:contextualSpacing/>
    </w:p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Bullet"/>
    <w:basedOn w:val="prastasis"/>
    <w:link w:val="SraopastraipaDiagrama"/>
    <w:uiPriority w:val="34"/>
    <w:qFormat/>
    <w:pPr>
      <w:ind w:left="720"/>
      <w:contextualSpacing/>
    </w:pPr>
  </w:style>
  <w:style w:type="paragraph" w:styleId="Makrokomandostekstas">
    <w:name w:val="macro"/>
    <w:link w:val="MakrokomandostekstasDiagrama"/>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krokomandostekstasDiagrama">
    <w:name w:val="Makrokomandos tekstas Diagrama"/>
    <w:basedOn w:val="Numatytasispastraiposriftas"/>
    <w:link w:val="Makrokomandostekstas"/>
    <w:uiPriority w:val="99"/>
    <w:semiHidden/>
    <w:rPr>
      <w:rFonts w:ascii="Consolas" w:hAnsi="Consolas" w:cs="Consolas"/>
      <w:sz w:val="20"/>
    </w:rPr>
  </w:style>
  <w:style w:type="table" w:styleId="1vidutinistinklelis">
    <w:name w:val="Medium Grid 1"/>
    <w:basedOn w:val="prastojilente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vidutinistinklelis2parykinimas">
    <w:name w:val="Medium Grid 1 Accent 2"/>
    <w:basedOn w:val="prastojilente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vidutinistinklelis3parykinimas">
    <w:name w:val="Medium Grid 1 Accent 3"/>
    <w:basedOn w:val="prastojilente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vidutinistinklelis4parykinimas">
    <w:name w:val="Medium Grid 1 Accent 4"/>
    <w:basedOn w:val="prastojilente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vidutinistinklelis5parykinimas">
    <w:name w:val="Medium Grid 1 Accent 5"/>
    <w:basedOn w:val="prastojilente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vidutinistinklelis6parykinimas">
    <w:name w:val="Medium Grid 1 Accent 6"/>
    <w:basedOn w:val="prastojilente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vidutinistinklelis">
    <w:name w:val="Medium Grid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vidutinistinklelis2parykinimas">
    <w:name w:val="Medium Grid 3 Accent 2"/>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vidutinistinklelis3parykinimas">
    <w:name w:val="Medium Grid 3 Accent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vidutinistinklelis4parykinimas">
    <w:name w:val="Medium Grid 3 Accent 4"/>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vidutinistinklelis5parykinimas">
    <w:name w:val="Medium Grid 3 Accent 5"/>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vidutinistinklelis6parykinimas">
    <w:name w:val="Medium Grid 3 Accent 6"/>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vidutinissraas">
    <w:name w:val="Medium List 1"/>
    <w:basedOn w:val="prastojilente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vidutinissraas2parykinimas">
    <w:name w:val="Medium List 1 Accent 2"/>
    <w:basedOn w:val="prastojilente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vidutinissraas3parykinimas">
    <w:name w:val="Medium List 1 Accent 3"/>
    <w:basedOn w:val="prastojilente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vidutinissraas4parykinimas">
    <w:name w:val="Medium List 1 Accent 4"/>
    <w:basedOn w:val="prastojilente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vidutinissraas5parykinimas">
    <w:name w:val="Medium List 1 Accent 5"/>
    <w:basedOn w:val="prastojilente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vidutinissraas6parykinimas">
    <w:name w:val="Medium List 1 Accent 6"/>
    <w:basedOn w:val="prastojilente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vidutinissraas">
    <w:name w:val="Medium Lis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aikoantrat">
    <w:name w:val="Message Header"/>
    <w:basedOn w:val="prastasis"/>
    <w:link w:val="LaikoantratDiagrama"/>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LaikoantratDiagrama">
    <w:name w:val="Laiško antraštė Diagrama"/>
    <w:basedOn w:val="Numatytasispastraiposriftas"/>
    <w:link w:val="Laikoantrat"/>
    <w:uiPriority w:val="99"/>
    <w:semiHidden/>
    <w:rPr>
      <w:rFonts w:asciiTheme="majorHAnsi" w:eastAsiaTheme="majorEastAsia" w:hAnsiTheme="majorHAnsi" w:cstheme="majorBidi"/>
      <w:sz w:val="24"/>
      <w:shd w:val="pct20" w:color="auto" w:fill="auto"/>
    </w:rPr>
  </w:style>
  <w:style w:type="paragraph" w:styleId="prastasiniatinklio">
    <w:name w:val="Normal (Web)"/>
    <w:basedOn w:val="prastasis"/>
    <w:uiPriority w:val="99"/>
    <w:semiHidden/>
    <w:unhideWhenUsed/>
    <w:rPr>
      <w:rFonts w:ascii="Times New Roman" w:hAnsi="Times New Roman" w:cs="Times New Roman"/>
      <w:sz w:val="24"/>
    </w:rPr>
  </w:style>
  <w:style w:type="paragraph" w:styleId="prastojitrauka">
    <w:name w:val="Normal Indent"/>
    <w:basedOn w:val="prastasis"/>
    <w:uiPriority w:val="99"/>
    <w:semiHidden/>
    <w:unhideWhenUsed/>
    <w:pPr>
      <w:ind w:left="720"/>
    </w:pPr>
  </w:style>
  <w:style w:type="paragraph" w:styleId="Pastabosantrat">
    <w:name w:val="Note Heading"/>
    <w:basedOn w:val="prastasis"/>
    <w:next w:val="prastasis"/>
    <w:link w:val="PastabosantratDiagrama"/>
    <w:uiPriority w:val="99"/>
    <w:semiHidden/>
    <w:unhideWhenUsed/>
    <w:pPr>
      <w:spacing w:after="0" w:line="240" w:lineRule="auto"/>
    </w:pPr>
  </w:style>
  <w:style w:type="character" w:customStyle="1" w:styleId="PastabosantratDiagrama">
    <w:name w:val="Pastabos antraštė Diagrama"/>
    <w:basedOn w:val="Numatytasispastraiposriftas"/>
    <w:link w:val="Pastabosantrat"/>
    <w:uiPriority w:val="99"/>
    <w:semiHidden/>
  </w:style>
  <w:style w:type="character" w:styleId="Puslapionumeris">
    <w:name w:val="page number"/>
    <w:basedOn w:val="Numatytasispastraiposriftas"/>
    <w:unhideWhenUsed/>
  </w:style>
  <w:style w:type="paragraph" w:styleId="Paprastasistekstas">
    <w:name w:val="Plain Text"/>
    <w:basedOn w:val="prastasis"/>
    <w:link w:val="PaprastasistekstasDiagrama"/>
    <w:uiPriority w:val="99"/>
    <w:semiHidden/>
    <w:unhideWhenUsed/>
    <w:pPr>
      <w:spacing w:after="0" w:line="240" w:lineRule="auto"/>
    </w:pPr>
    <w:rPr>
      <w:rFonts w:ascii="Consolas" w:hAnsi="Consolas" w:cs="Consolas"/>
      <w:sz w:val="21"/>
    </w:rPr>
  </w:style>
  <w:style w:type="character" w:customStyle="1" w:styleId="PaprastasistekstasDiagrama">
    <w:name w:val="Paprastasis tekstas Diagrama"/>
    <w:basedOn w:val="Numatytasispastraiposriftas"/>
    <w:link w:val="Paprastasistekstas"/>
    <w:uiPriority w:val="99"/>
    <w:semiHidden/>
    <w:rPr>
      <w:rFonts w:ascii="Consolas" w:hAnsi="Consolas" w:cs="Consolas"/>
      <w:sz w:val="21"/>
    </w:rPr>
  </w:style>
  <w:style w:type="paragraph" w:styleId="Pasveikinimas">
    <w:name w:val="Salutation"/>
    <w:basedOn w:val="prastasis"/>
    <w:next w:val="prastasis"/>
    <w:link w:val="PasveikinimasDiagrama"/>
    <w:uiPriority w:val="99"/>
    <w:semiHidden/>
    <w:unhideWhenUsed/>
  </w:style>
  <w:style w:type="character" w:customStyle="1" w:styleId="PasveikinimasDiagrama">
    <w:name w:val="Pasveikinimas Diagrama"/>
    <w:basedOn w:val="Numatytasispastraiposriftas"/>
    <w:link w:val="Pasveikinimas"/>
    <w:uiPriority w:val="99"/>
    <w:semiHidden/>
  </w:style>
  <w:style w:type="paragraph" w:styleId="Paraas">
    <w:name w:val="Signature"/>
    <w:basedOn w:val="prastasis"/>
    <w:link w:val="ParaasDiagrama"/>
    <w:uiPriority w:val="9"/>
    <w:unhideWhenUsed/>
    <w:pPr>
      <w:spacing w:before="720" w:after="0" w:line="312" w:lineRule="auto"/>
      <w:contextualSpacing/>
    </w:pPr>
  </w:style>
  <w:style w:type="character" w:customStyle="1" w:styleId="ParaasDiagrama">
    <w:name w:val="Parašas Diagrama"/>
    <w:basedOn w:val="Numatytasispastraiposriftas"/>
    <w:link w:val="Paraas"/>
    <w:uiPriority w:val="9"/>
    <w:rPr>
      <w:kern w:val="20"/>
    </w:rPr>
  </w:style>
  <w:style w:type="character" w:styleId="Grietas">
    <w:name w:val="Strong"/>
    <w:basedOn w:val="Numatytasispastraiposriftas"/>
    <w:uiPriority w:val="22"/>
    <w:qFormat/>
    <w:rsid w:val="00B47F94"/>
    <w:rPr>
      <w:b/>
      <w:bCs/>
      <w:color w:val="auto"/>
    </w:rPr>
  </w:style>
  <w:style w:type="paragraph" w:styleId="Paantrat">
    <w:name w:val="Subtitle"/>
    <w:basedOn w:val="prastasis"/>
    <w:next w:val="prastasis"/>
    <w:link w:val="PaantratDiagrama"/>
    <w:uiPriority w:val="11"/>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PaantratDiagrama">
    <w:name w:val="Paantraštė Diagrama"/>
    <w:basedOn w:val="Numatytasispastraiposriftas"/>
    <w:link w:val="Paantrat"/>
    <w:uiPriority w:val="11"/>
    <w:rsid w:val="00B47F94"/>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B47F94"/>
    <w:rPr>
      <w:i/>
      <w:iCs/>
      <w:color w:val="auto"/>
    </w:rPr>
  </w:style>
  <w:style w:type="character" w:styleId="Nerykinuoroda">
    <w:name w:val="Subtle Reference"/>
    <w:basedOn w:val="Numatytasispastraiposriftas"/>
    <w:uiPriority w:val="31"/>
    <w:qFormat/>
    <w:rsid w:val="00B47F94"/>
    <w:rPr>
      <w:smallCaps/>
      <w:color w:val="auto"/>
      <w:u w:val="single" w:color="7F7F7F" w:themeColor="text1" w:themeTint="80"/>
    </w:rPr>
  </w:style>
  <w:style w:type="table" w:styleId="LentelTrimaiaiefektai1">
    <w:name w:val="Table 3D effects 1"/>
    <w:basedOn w:val="prastojilente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pPr>
      <w:spacing w:after="0"/>
      <w:ind w:left="220" w:hanging="220"/>
    </w:pPr>
  </w:style>
  <w:style w:type="paragraph" w:styleId="Iliustracijsraas">
    <w:name w:val="table of figures"/>
    <w:basedOn w:val="prastasis"/>
    <w:next w:val="prastasis"/>
    <w:uiPriority w:val="99"/>
    <w:semiHidden/>
    <w:unhideWhenUsed/>
    <w:pPr>
      <w:spacing w:after="0"/>
    </w:pPr>
  </w:style>
  <w:style w:type="table" w:styleId="LentelProfesionali">
    <w:name w:val="Table Professional"/>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iniatinklis1">
    <w:name w:val="Table Web 1"/>
    <w:basedOn w:val="prastojilente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avadinimas">
    <w:name w:val="Title"/>
    <w:basedOn w:val="prastasis"/>
    <w:next w:val="prastasis"/>
    <w:link w:val="PavadinimasDiagrama"/>
    <w:uiPriority w:val="10"/>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PavadinimasDiagrama">
    <w:name w:val="Pavadinimas Diagrama"/>
    <w:basedOn w:val="Numatytasispastraiposriftas"/>
    <w:link w:val="Pavadinimas"/>
    <w:uiPriority w:val="10"/>
    <w:rsid w:val="00B47F94"/>
    <w:rPr>
      <w:rFonts w:asciiTheme="majorHAnsi" w:eastAsiaTheme="majorEastAsia" w:hAnsiTheme="majorHAnsi" w:cstheme="majorBidi"/>
      <w:b/>
      <w:bCs/>
      <w:spacing w:val="-7"/>
      <w:sz w:val="48"/>
      <w:szCs w:val="48"/>
    </w:rPr>
  </w:style>
  <w:style w:type="paragraph" w:styleId="Literatrossraoantrat">
    <w:name w:val="toa heading"/>
    <w:basedOn w:val="prastasis"/>
    <w:next w:val="prastasis"/>
    <w:uiPriority w:val="99"/>
    <w:semiHidden/>
    <w:unhideWhenUsed/>
    <w:pPr>
      <w:spacing w:before="120"/>
    </w:pPr>
    <w:rPr>
      <w:rFonts w:asciiTheme="majorHAnsi" w:eastAsiaTheme="majorEastAsia" w:hAnsiTheme="majorHAnsi" w:cstheme="majorBidi"/>
      <w:b/>
      <w:bCs/>
      <w:sz w:val="24"/>
    </w:rPr>
  </w:style>
  <w:style w:type="paragraph" w:styleId="Turinys1">
    <w:name w:val="toc 1"/>
    <w:basedOn w:val="prastasis"/>
    <w:next w:val="prastasis"/>
    <w:autoRedefine/>
    <w:uiPriority w:val="39"/>
    <w:unhideWhenUsed/>
    <w:pPr>
      <w:tabs>
        <w:tab w:val="right" w:leader="underscore" w:pos="9090"/>
      </w:tabs>
      <w:spacing w:after="100"/>
    </w:pPr>
    <w:rPr>
      <w:noProof/>
      <w:color w:val="7F7F7F" w:themeColor="text1" w:themeTint="80"/>
    </w:rPr>
  </w:style>
  <w:style w:type="paragraph" w:styleId="Turinys2">
    <w:name w:val="toc 2"/>
    <w:basedOn w:val="prastasis"/>
    <w:next w:val="prastasis"/>
    <w:autoRedefine/>
    <w:uiPriority w:val="39"/>
    <w:unhideWhenUsed/>
    <w:pPr>
      <w:spacing w:after="100"/>
      <w:ind w:left="220"/>
    </w:pPr>
  </w:style>
  <w:style w:type="paragraph" w:styleId="Turinys3">
    <w:name w:val="toc 3"/>
    <w:basedOn w:val="prastasis"/>
    <w:next w:val="prastasis"/>
    <w:autoRedefine/>
    <w:uiPriority w:val="39"/>
    <w:semiHidden/>
    <w:unhideWhenUsed/>
    <w:pPr>
      <w:spacing w:after="100"/>
      <w:ind w:left="440"/>
    </w:pPr>
  </w:style>
  <w:style w:type="paragraph" w:styleId="Turinys4">
    <w:name w:val="toc 4"/>
    <w:basedOn w:val="prastasis"/>
    <w:next w:val="prastasis"/>
    <w:autoRedefine/>
    <w:uiPriority w:val="39"/>
    <w:semiHidden/>
    <w:unhideWhenUsed/>
    <w:pPr>
      <w:spacing w:after="100"/>
      <w:ind w:left="660"/>
    </w:pPr>
  </w:style>
  <w:style w:type="paragraph" w:styleId="Turinys5">
    <w:name w:val="toc 5"/>
    <w:basedOn w:val="prastasis"/>
    <w:next w:val="prastasis"/>
    <w:autoRedefine/>
    <w:uiPriority w:val="39"/>
    <w:semiHidden/>
    <w:unhideWhenUsed/>
    <w:pPr>
      <w:spacing w:after="100"/>
      <w:ind w:left="880"/>
    </w:pPr>
  </w:style>
  <w:style w:type="paragraph" w:styleId="Turinys6">
    <w:name w:val="toc 6"/>
    <w:basedOn w:val="prastasis"/>
    <w:next w:val="prastasis"/>
    <w:autoRedefine/>
    <w:uiPriority w:val="39"/>
    <w:semiHidden/>
    <w:unhideWhenUsed/>
    <w:pPr>
      <w:spacing w:after="100"/>
      <w:ind w:left="1100"/>
    </w:pPr>
  </w:style>
  <w:style w:type="paragraph" w:styleId="Turinys7">
    <w:name w:val="toc 7"/>
    <w:basedOn w:val="prastasis"/>
    <w:next w:val="prastasis"/>
    <w:autoRedefine/>
    <w:uiPriority w:val="39"/>
    <w:semiHidden/>
    <w:unhideWhenUsed/>
    <w:pPr>
      <w:spacing w:after="100"/>
      <w:ind w:left="1320"/>
    </w:pPr>
  </w:style>
  <w:style w:type="paragraph" w:styleId="Turinys8">
    <w:name w:val="toc 8"/>
    <w:basedOn w:val="prastasis"/>
    <w:next w:val="prastasis"/>
    <w:autoRedefine/>
    <w:uiPriority w:val="39"/>
    <w:semiHidden/>
    <w:unhideWhenUsed/>
    <w:pPr>
      <w:spacing w:after="100"/>
      <w:ind w:left="1540"/>
    </w:pPr>
  </w:style>
  <w:style w:type="paragraph" w:styleId="Turinys9">
    <w:name w:val="toc 9"/>
    <w:basedOn w:val="prastasis"/>
    <w:next w:val="prastasis"/>
    <w:autoRedefine/>
    <w:uiPriority w:val="39"/>
    <w:semiHidden/>
    <w:unhideWhenUsed/>
    <w:pPr>
      <w:spacing w:after="100"/>
      <w:ind w:left="1760"/>
    </w:pPr>
  </w:style>
  <w:style w:type="paragraph" w:styleId="Turinioantrat">
    <w:name w:val="TOC Heading"/>
    <w:basedOn w:val="Antrat1"/>
    <w:next w:val="prastasis"/>
    <w:uiPriority w:val="39"/>
    <w:unhideWhenUsed/>
    <w:qFormat/>
    <w:rsid w:val="00B47F94"/>
    <w:pPr>
      <w:outlineLvl w:val="9"/>
    </w:pPr>
  </w:style>
  <w:style w:type="character" w:customStyle="1" w:styleId="BetarpDiagrama">
    <w:name w:val="Be tarpų Diagrama"/>
    <w:basedOn w:val="Numatytasispastraiposriftas"/>
    <w:link w:val="Betarp"/>
    <w:uiPriority w:val="1"/>
  </w:style>
  <w:style w:type="paragraph" w:customStyle="1" w:styleId="Lentelsantrat">
    <w:name w:val="Lentelės antraštė"/>
    <w:basedOn w:val="prastasis"/>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prastasis"/>
    <w:uiPriority w:val="1"/>
    <w:pPr>
      <w:tabs>
        <w:tab w:val="decimal" w:pos="1252"/>
      </w:tabs>
      <w:spacing w:before="60" w:after="60" w:line="240" w:lineRule="auto"/>
      <w:ind w:left="144" w:right="144"/>
    </w:pPr>
  </w:style>
  <w:style w:type="table" w:customStyle="1" w:styleId="Finansinlentel">
    <w:name w:val="Finansinė lentelė"/>
    <w:basedOn w:val="prastojilente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prastasis"/>
    <w:uiPriority w:val="19"/>
    <w:pPr>
      <w:spacing w:before="360" w:after="600"/>
      <w:ind w:left="144" w:right="144"/>
    </w:pPr>
    <w:rPr>
      <w:i/>
      <w:iCs/>
      <w:color w:val="7F7F7F" w:themeColor="text1" w:themeTint="80"/>
      <w:sz w:val="28"/>
    </w:rPr>
  </w:style>
  <w:style w:type="paragraph" w:customStyle="1" w:styleId="Lentelstekstas">
    <w:name w:val="Lentelės tekstas"/>
    <w:basedOn w:val="prastasis"/>
    <w:uiPriority w:val="9"/>
    <w:pPr>
      <w:spacing w:before="60" w:after="60" w:line="240" w:lineRule="auto"/>
      <w:ind w:left="144" w:right="144"/>
    </w:pPr>
  </w:style>
  <w:style w:type="paragraph" w:customStyle="1" w:styleId="Lentelskitospussantrat">
    <w:name w:val="Lentelės kitos pusės antraštė"/>
    <w:basedOn w:val="prastasis"/>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prastasis"/>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C372B8"/>
  </w:style>
  <w:style w:type="character" w:customStyle="1" w:styleId="InternetLink">
    <w:name w:val="Internet Link"/>
    <w:basedOn w:val="Numatytasispastraiposriftas"/>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prastasis"/>
    <w:next w:val="Pagrindinistekstas"/>
    <w:qFormat/>
    <w:rsid w:val="006B2576"/>
    <w:pPr>
      <w:keepNext/>
      <w:spacing w:before="240" w:after="120" w:line="240" w:lineRule="auto"/>
      <w:jc w:val="left"/>
    </w:pPr>
    <w:rPr>
      <w:rFonts w:ascii="Liberation Sans" w:eastAsia="Microsoft YaHei" w:hAnsi="Liberation Sans" w:cs="Arial"/>
      <w:sz w:val="28"/>
      <w:szCs w:val="28"/>
    </w:rPr>
  </w:style>
  <w:style w:type="paragraph" w:customStyle="1" w:styleId="Index">
    <w:name w:val="Index"/>
    <w:basedOn w:val="prastasis"/>
    <w:qFormat/>
    <w:rsid w:val="006B2576"/>
    <w:pPr>
      <w:suppressLineNumbers/>
      <w:spacing w:after="0" w:line="240" w:lineRule="auto"/>
      <w:jc w:val="left"/>
    </w:pPr>
    <w:rPr>
      <w:rFonts w:ascii="Times New Roman" w:eastAsia="Times New Roman" w:hAnsi="Times New Roman" w:cs="Arial"/>
      <w:sz w:val="24"/>
      <w:szCs w:val="24"/>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Pataisymai">
    <w:name w:val="Revision"/>
    <w:hidden/>
    <w:uiPriority w:val="99"/>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prastasis"/>
    <w:rsid w:val="006B2576"/>
    <w:pPr>
      <w:spacing w:after="150" w:line="240" w:lineRule="auto"/>
      <w:jc w:val="left"/>
    </w:pPr>
    <w:rPr>
      <w:rFonts w:ascii="Times New Roman" w:eastAsia="Times New Roman" w:hAnsi="Times New Roman" w:cs="Times New Roman"/>
      <w:sz w:val="24"/>
      <w:szCs w:val="24"/>
      <w:lang w:eastAsia="lt-LT"/>
    </w:rPr>
  </w:style>
  <w:style w:type="character" w:customStyle="1" w:styleId="UnresolvedMention1">
    <w:name w:val="Unresolved Mention1"/>
    <w:basedOn w:val="Numatytasispastraiposriftas"/>
    <w:uiPriority w:val="99"/>
    <w:semiHidden/>
    <w:unhideWhenUsed/>
    <w:rsid w:val="00DA6B50"/>
    <w:rPr>
      <w:color w:val="605E5C"/>
      <w:shd w:val="clear" w:color="auto" w:fill="E1DFDD"/>
    </w:rPr>
  </w:style>
  <w:style w:type="character" w:customStyle="1" w:styleId="Neapdorotaspaminjimas1">
    <w:name w:val="Neapdorotas paminėjimas1"/>
    <w:basedOn w:val="Numatytasispastraiposriftas"/>
    <w:uiPriority w:val="99"/>
    <w:semiHidden/>
    <w:unhideWhenUsed/>
    <w:rsid w:val="00F43783"/>
    <w:rPr>
      <w:color w:val="605E5C"/>
      <w:shd w:val="clear" w:color="auto" w:fill="E1DFDD"/>
    </w:rPr>
  </w:style>
  <w:style w:type="paragraph" w:customStyle="1" w:styleId="Skyriauspavadinimas">
    <w:name w:val="Skyriaus pavadinimas"/>
    <w:basedOn w:val="prastasis"/>
    <w:rsid w:val="00E9697F"/>
    <w:pPr>
      <w:numPr>
        <w:numId w:val="20"/>
      </w:numPr>
      <w:spacing w:after="0" w:line="240" w:lineRule="auto"/>
      <w:jc w:val="center"/>
    </w:pPr>
    <w:rPr>
      <w:rFonts w:ascii="Times New Roman Bold" w:eastAsia="Times New Roman" w:hAnsi="Times New Roman Bold" w:cs="Times New Roman"/>
      <w:b/>
      <w:caps/>
      <w:sz w:val="24"/>
      <w:szCs w:val="24"/>
      <w:lang w:val="en-GB"/>
    </w:rPr>
  </w:style>
  <w:style w:type="table" w:customStyle="1" w:styleId="TableGrid1">
    <w:name w:val="Table Grid1"/>
    <w:basedOn w:val="prastojilentel"/>
    <w:next w:val="Lentelstinklelis"/>
    <w:uiPriority w:val="39"/>
    <w:rsid w:val="00E9697F"/>
    <w:pPr>
      <w:spacing w:after="0" w:line="240" w:lineRule="auto"/>
      <w:jc w:val="left"/>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39"/>
    <w:rsid w:val="00E9697F"/>
    <w:pPr>
      <w:spacing w:after="0" w:line="240" w:lineRule="auto"/>
      <w:jc w:val="left"/>
    </w:pPr>
    <w:rPr>
      <w:rFonts w:ascii="Times New Roman" w:eastAsia="Calibri"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n">
    <w:name w:val="tin"/>
    <w:basedOn w:val="prastasis"/>
    <w:rsid w:val="00E9697F"/>
    <w:pPr>
      <w:spacing w:before="100" w:beforeAutospacing="1" w:after="100" w:afterAutospacing="1" w:line="240" w:lineRule="auto"/>
      <w:jc w:val="left"/>
    </w:pPr>
    <w:rPr>
      <w:rFonts w:ascii="Times New Roman" w:eastAsia="Times New Roman" w:hAnsi="Times New Roman" w:cs="Times New Roman"/>
      <w:sz w:val="24"/>
      <w:szCs w:val="24"/>
    </w:rPr>
  </w:style>
  <w:style w:type="table" w:customStyle="1" w:styleId="TableGrid6">
    <w:name w:val="Table Grid6"/>
    <w:basedOn w:val="prastojilentel"/>
    <w:next w:val="Lentelstinklelis"/>
    <w:uiPriority w:val="39"/>
    <w:rsid w:val="00E9697F"/>
    <w:pPr>
      <w:suppressAutoHyphens/>
      <w:spacing w:after="0" w:line="240" w:lineRule="auto"/>
      <w:jc w:val="left"/>
    </w:pPr>
    <w:rPr>
      <w:rFonts w:ascii="Times New Roman" w:eastAsia="Calibri" w:hAnsi="Times New Roman" w:cs="DokChampa"/>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prastojilentel"/>
    <w:uiPriority w:val="39"/>
    <w:rsid w:val="00E9697F"/>
    <w:pPr>
      <w:spacing w:after="0" w:line="240" w:lineRule="auto"/>
      <w:jc w:val="left"/>
    </w:pPr>
    <w:rPr>
      <w:rFonts w:ascii="Calibri" w:eastAsia="Times New Roman" w:hAnsi="Calibri" w:cs="Times New Roman"/>
      <w:lang w:val="lt-LT"/>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11">
    <w:name w:val="Lentelės tinklelis11"/>
    <w:basedOn w:val="prastojilentel"/>
    <w:next w:val="Lentelstinklelis"/>
    <w:uiPriority w:val="39"/>
    <w:rsid w:val="00E9697F"/>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jtin">
    <w:name w:val="tajtin"/>
    <w:basedOn w:val="prastasis"/>
    <w:rsid w:val="00E9697F"/>
    <w:pPr>
      <w:spacing w:before="100" w:beforeAutospacing="1" w:after="100" w:afterAutospacing="1" w:line="240" w:lineRule="auto"/>
      <w:jc w:val="left"/>
    </w:pPr>
    <w:rPr>
      <w:rFonts w:ascii="Times New Roman" w:eastAsia="Times New Roman" w:hAnsi="Times New Roman" w:cs="Times New Roman"/>
      <w:sz w:val="24"/>
      <w:szCs w:val="24"/>
    </w:rPr>
  </w:style>
  <w:style w:type="character" w:customStyle="1" w:styleId="normaltextrun">
    <w:name w:val="normaltextrun"/>
    <w:basedOn w:val="Numatytasispastraiposriftas"/>
    <w:rsid w:val="00E9697F"/>
  </w:style>
  <w:style w:type="character" w:customStyle="1" w:styleId="Bodytext2Italic">
    <w:name w:val="Body text|2 + Italic"/>
    <w:basedOn w:val="Numatytasispastraiposriftas"/>
    <w:semiHidden/>
    <w:rsid w:val="00E9697F"/>
    <w:rPr>
      <w:rFonts w:ascii="Calibri" w:eastAsia="Calibri" w:hAnsi="Calibri" w:cs="Calibri" w:hint="default"/>
      <w:b w:val="0"/>
      <w:bCs w:val="0"/>
      <w:i/>
      <w:iCs/>
      <w:smallCaps w:val="0"/>
      <w:strike w:val="0"/>
      <w:dstrike w:val="0"/>
      <w:color w:val="000000"/>
      <w:spacing w:val="0"/>
      <w:w w:val="100"/>
      <w:position w:val="0"/>
      <w:sz w:val="20"/>
      <w:szCs w:val="20"/>
      <w:u w:val="none"/>
      <w:effect w:val="none"/>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103772">
      <w:bodyDiv w:val="1"/>
      <w:marLeft w:val="0"/>
      <w:marRight w:val="0"/>
      <w:marTop w:val="0"/>
      <w:marBottom w:val="0"/>
      <w:divBdr>
        <w:top w:val="none" w:sz="0" w:space="0" w:color="auto"/>
        <w:left w:val="none" w:sz="0" w:space="0" w:color="auto"/>
        <w:bottom w:val="none" w:sz="0" w:space="0" w:color="auto"/>
        <w:right w:val="none" w:sz="0" w:space="0" w:color="auto"/>
      </w:divBdr>
    </w:div>
    <w:div w:id="436173339">
      <w:bodyDiv w:val="1"/>
      <w:marLeft w:val="0"/>
      <w:marRight w:val="0"/>
      <w:marTop w:val="0"/>
      <w:marBottom w:val="0"/>
      <w:divBdr>
        <w:top w:val="none" w:sz="0" w:space="0" w:color="auto"/>
        <w:left w:val="none" w:sz="0" w:space="0" w:color="auto"/>
        <w:bottom w:val="none" w:sz="0" w:space="0" w:color="auto"/>
        <w:right w:val="none" w:sz="0" w:space="0" w:color="auto"/>
      </w:divBdr>
    </w:div>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701709421">
      <w:bodyDiv w:val="1"/>
      <w:marLeft w:val="0"/>
      <w:marRight w:val="0"/>
      <w:marTop w:val="0"/>
      <w:marBottom w:val="0"/>
      <w:divBdr>
        <w:top w:val="none" w:sz="0" w:space="0" w:color="auto"/>
        <w:left w:val="none" w:sz="0" w:space="0" w:color="auto"/>
        <w:bottom w:val="none" w:sz="0" w:space="0" w:color="auto"/>
        <w:right w:val="none" w:sz="0" w:space="0" w:color="auto"/>
      </w:divBdr>
    </w:div>
    <w:div w:id="1030840155">
      <w:bodyDiv w:val="1"/>
      <w:marLeft w:val="0"/>
      <w:marRight w:val="0"/>
      <w:marTop w:val="0"/>
      <w:marBottom w:val="0"/>
      <w:divBdr>
        <w:top w:val="none" w:sz="0" w:space="0" w:color="auto"/>
        <w:left w:val="none" w:sz="0" w:space="0" w:color="auto"/>
        <w:bottom w:val="none" w:sz="0" w:space="0" w:color="auto"/>
        <w:right w:val="none" w:sz="0" w:space="0" w:color="auto"/>
      </w:divBdr>
    </w:div>
    <w:div w:id="16491693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09612\AppData\Roaming\Microsoft\&#352;ablonai\Metin&#279;%20ataskaita.dotx" TargetMode="External"/></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b:Sources xmlns:b="http://schemas.openxmlformats.org/officeDocument/2006/bibliography" SelectedStyle="\APA.XSL" StyleName="APA"/>
</file>

<file path=customXml/item3.xml><?xml version="1.0" encoding="utf-8"?>
<?mso-contentType ?>
<FormTemplates xmlns="http://schemas.microsoft.com/sharepoint/v3/contenttype/forms">
  <Display>DocumentLibraryForm</Display>
  <Edit>AssetEditForm</Edit>
  <New>DocumentLibraryForm</New>
</FormTemplates>
</file>

<file path=customXml/item4.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84D9E45-879E-4537-9150-339D71AD6F36}">
  <ds:schemaRefs>
    <ds:schemaRef ds:uri="http://schemas.openxmlformats.org/officeDocument/2006/bibliography"/>
  </ds:schemaRefs>
</ds:datastoreItem>
</file>

<file path=customXml/itemProps3.xml><?xml version="1.0" encoding="utf-8"?>
<ds:datastoreItem xmlns:ds="http://schemas.openxmlformats.org/officeDocument/2006/customXml" ds:itemID="{7B673125-86C2-421F-9823-592FE30A8EBF}">
  <ds:schemaRefs>
    <ds:schemaRef ds:uri="http://schemas.microsoft.com/sharepoint/v3/contenttype/forms"/>
  </ds:schemaRefs>
</ds:datastoreItem>
</file>

<file path=customXml/itemProps4.xml><?xml version="1.0" encoding="utf-8"?>
<ds:datastoreItem xmlns:ds="http://schemas.openxmlformats.org/officeDocument/2006/customXml" ds:itemID="{F679E4D8-73D9-412D-B716-777944E71373}">
  <ds:schemaRefs>
    <ds:schemaRef ds:uri="http://schemas.microsoft.com/pics"/>
  </ds:schemaRefs>
</ds:datastoreItem>
</file>

<file path=docProps/app.xml><?xml version="1.0" encoding="utf-8"?>
<Properties xmlns="http://schemas.openxmlformats.org/officeDocument/2006/extended-properties" xmlns:vt="http://schemas.openxmlformats.org/officeDocument/2006/docPropsVTypes">
  <Template>Metinė ataskaita</Template>
  <TotalTime>0</TotalTime>
  <Pages>30</Pages>
  <Words>47092</Words>
  <Characters>26843</Characters>
  <Application>Microsoft Office Word</Application>
  <DocSecurity>0</DocSecurity>
  <Lines>223</Lines>
  <Paragraphs>147</Paragraphs>
  <ScaleCrop>false</ScaleCrop>
  <HeadingPairs>
    <vt:vector size="6" baseType="variant">
      <vt:variant>
        <vt:lpstr>Title</vt:lpstr>
      </vt:variant>
      <vt:variant>
        <vt:i4>1</vt:i4>
      </vt:variant>
      <vt:variant>
        <vt:lpstr>Pavadinimas</vt:lpstr>
      </vt:variant>
      <vt:variant>
        <vt:i4>1</vt:i4>
      </vt:variant>
      <vt:variant>
        <vt:lpstr>Título</vt:lpstr>
      </vt:variant>
      <vt:variant>
        <vt:i4>1</vt:i4>
      </vt:variant>
    </vt:vector>
  </HeadingPairs>
  <TitlesOfParts>
    <vt:vector size="3" baseType="lpstr">
      <vt:lpstr>SPECIALIOSIOS SĄLYGOS</vt:lpstr>
      <vt:lpstr>SPECIALIOSIOS SĄLYGOS</vt:lpstr>
      <vt:lpstr/>
    </vt:vector>
  </TitlesOfParts>
  <Company/>
  <LinksUpToDate>false</LinksUpToDate>
  <CharactersWithSpaces>73788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SPECIALIOSIOS SĄLYGOS</dc:title>
  <dc:subject/>
  <dc:creator>Evaldas Stadalius</dc:creator>
  <cp:keywords/>
  <dc:description/>
  <cp:lastModifiedBy>Remigijus Stundžia</cp:lastModifiedBy>
  <cp:revision>3</cp:revision>
  <cp:lastPrinted>2018-03-07T08:06:00Z</cp:lastPrinted>
  <dcterms:created xsi:type="dcterms:W3CDTF">2026-01-23T09:49:00Z</dcterms:created>
  <dcterms:modified xsi:type="dcterms:W3CDTF">2026-01-26T11:11:00Z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